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131" w:rsidRPr="00CE6131" w:rsidRDefault="00CE6131" w:rsidP="006E4222">
      <w:pPr>
        <w:pStyle w:val="OZNRODZAKTUtznustawalubrozporzdzenieiorganwydajcy"/>
        <w:jc w:val="left"/>
      </w:pPr>
    </w:p>
    <w:p w:rsidR="00CE4377" w:rsidRPr="00FD7CA2" w:rsidRDefault="00D63C5A" w:rsidP="00FD7CA2">
      <w:pPr>
        <w:pStyle w:val="OZNPROJEKTUwskazaniedatylubwersjiprojektu"/>
      </w:pPr>
      <w:r>
        <w:t xml:space="preserve">Projekt z dnia </w:t>
      </w:r>
      <w:r w:rsidR="00756377">
        <w:t>10</w:t>
      </w:r>
      <w:r w:rsidR="005A73A3">
        <w:t xml:space="preserve"> </w:t>
      </w:r>
      <w:r w:rsidR="00756377">
        <w:t>grudnia</w:t>
      </w:r>
      <w:r w:rsidR="005A73A3">
        <w:t xml:space="preserve"> </w:t>
      </w:r>
      <w:r w:rsidR="00CE4377" w:rsidRPr="00FD7CA2">
        <w:t xml:space="preserve">2019 r. </w:t>
      </w:r>
    </w:p>
    <w:p w:rsidR="00CE4377" w:rsidRDefault="00CE4377" w:rsidP="00CE4377"/>
    <w:p w:rsidR="00CE6131" w:rsidRDefault="00CE6131" w:rsidP="00FD7CA2">
      <w:pPr>
        <w:pStyle w:val="OZNRODZAKTUtznustawalubrozporzdzenieiorganwydajcy"/>
      </w:pPr>
    </w:p>
    <w:p w:rsidR="00CE4377" w:rsidRDefault="00FD7CA2" w:rsidP="00FD7CA2">
      <w:pPr>
        <w:pStyle w:val="OZNRODZAKTUtznustawalubrozporzdzenieiorganwydajcy"/>
      </w:pPr>
      <w:r>
        <w:t>ROZPORZĄDZENIE</w:t>
      </w:r>
    </w:p>
    <w:p w:rsidR="00CE4377" w:rsidRPr="00D63C5A" w:rsidRDefault="00CE4377" w:rsidP="00FD7CA2">
      <w:pPr>
        <w:pStyle w:val="OZNRODZAKTUtznustawalubrozporzdzenieiorganwydajcy"/>
        <w:rPr>
          <w:rStyle w:val="IGindeksgrny"/>
        </w:rPr>
      </w:pPr>
      <w:r>
        <w:t>MINISTRA</w:t>
      </w:r>
      <w:r w:rsidR="00FD7CA2">
        <w:t xml:space="preserve"> CYFRYZACJI</w:t>
      </w:r>
      <w:r w:rsidR="00D63C5A">
        <w:rPr>
          <w:rStyle w:val="Odwoanieprzypisudolnego"/>
          <w:spacing w:val="0"/>
        </w:rPr>
        <w:footnoteReference w:id="1"/>
      </w:r>
      <w:r w:rsidR="00D63C5A">
        <w:rPr>
          <w:vertAlign w:val="superscript"/>
        </w:rPr>
        <w:t>)</w:t>
      </w:r>
      <w:r w:rsidR="00756377">
        <w:rPr>
          <w:rStyle w:val="Odwoanieprzypisudolnego"/>
        </w:rPr>
        <w:footnoteReference w:id="2"/>
      </w:r>
      <w:r w:rsidR="00756377">
        <w:rPr>
          <w:vertAlign w:val="superscript"/>
        </w:rPr>
        <w:t>)</w:t>
      </w:r>
    </w:p>
    <w:p w:rsidR="00CE4377" w:rsidRDefault="00CE4377" w:rsidP="00FD7CA2">
      <w:pPr>
        <w:pStyle w:val="DATAAKTUdatauchwalenialubwydaniaaktu"/>
      </w:pPr>
      <w:r>
        <w:t xml:space="preserve">z </w:t>
      </w:r>
      <w:proofErr w:type="gramStart"/>
      <w:r>
        <w:t>dnia</w:t>
      </w:r>
      <w:r w:rsidR="00CB0308">
        <w:t xml:space="preserve">  </w:t>
      </w:r>
      <w:r w:rsidR="00CE6131">
        <w:t xml:space="preserve">              </w:t>
      </w:r>
      <w:r w:rsidR="00CB0308">
        <w:t xml:space="preserve">         </w:t>
      </w:r>
      <w:r>
        <w:t>2019 r</w:t>
      </w:r>
      <w:proofErr w:type="gramEnd"/>
      <w:r>
        <w:t>.</w:t>
      </w:r>
    </w:p>
    <w:p w:rsidR="00CE4377" w:rsidRDefault="00CE4377" w:rsidP="00FD7CA2">
      <w:pPr>
        <w:pStyle w:val="TYTUAKTUprzedmiotregulacjiustawylubrozporzdzenia"/>
      </w:pPr>
      <w:r>
        <w:t xml:space="preserve"> </w:t>
      </w:r>
      <w:proofErr w:type="gramStart"/>
      <w:r>
        <w:t>w</w:t>
      </w:r>
      <w:proofErr w:type="gramEnd"/>
      <w:r>
        <w:t xml:space="preserve"> sprawie katalogu danych gromadzonych w centralnej ewidencji pojazdów </w:t>
      </w:r>
    </w:p>
    <w:p w:rsidR="00CE4377" w:rsidRDefault="00CE4377" w:rsidP="00FD7CA2">
      <w:pPr>
        <w:pStyle w:val="NIEARTTEKSTtekstnieartykuowanynppodstprawnarozplubpreambua"/>
      </w:pPr>
      <w:r>
        <w:t xml:space="preserve">Na podstawie art. 80b ust. 2 ustawy z dnia 20 czerwca 1997 r. </w:t>
      </w:r>
      <w:r w:rsidR="00D31A7B">
        <w:t xml:space="preserve">– </w:t>
      </w:r>
      <w:r>
        <w:t>Prawo o ruchu drogowym (Dz.</w:t>
      </w:r>
      <w:r w:rsidR="00D23F64">
        <w:t xml:space="preserve"> </w:t>
      </w:r>
      <w:r>
        <w:t xml:space="preserve">U. </w:t>
      </w:r>
      <w:proofErr w:type="gramStart"/>
      <w:r>
        <w:t>z</w:t>
      </w:r>
      <w:proofErr w:type="gramEnd"/>
      <w:r>
        <w:t xml:space="preserve"> </w:t>
      </w:r>
      <w:r w:rsidR="00D63C5A">
        <w:t>2018 r. poz.</w:t>
      </w:r>
      <w:r w:rsidR="00946ADA">
        <w:t xml:space="preserve"> </w:t>
      </w:r>
      <w:r w:rsidR="00D63C5A">
        <w:t>1990</w:t>
      </w:r>
      <w:r w:rsidR="00D31A7B">
        <w:t>,</w:t>
      </w:r>
      <w:r w:rsidR="00D63C5A">
        <w:t xml:space="preserve"> z </w:t>
      </w:r>
      <w:proofErr w:type="spellStart"/>
      <w:r w:rsidR="00D63C5A">
        <w:t>późn</w:t>
      </w:r>
      <w:proofErr w:type="spellEnd"/>
      <w:r w:rsidR="00D63C5A">
        <w:t xml:space="preserve">. </w:t>
      </w:r>
      <w:proofErr w:type="gramStart"/>
      <w:r w:rsidR="00D63C5A">
        <w:t>zm</w:t>
      </w:r>
      <w:proofErr w:type="gramEnd"/>
      <w:r w:rsidR="00D63C5A">
        <w:t>.</w:t>
      </w:r>
      <w:r w:rsidR="00D63C5A">
        <w:rPr>
          <w:rStyle w:val="Odwoanieprzypisudolnego"/>
        </w:rPr>
        <w:footnoteReference w:id="3"/>
      </w:r>
      <w:r w:rsidR="00D63C5A">
        <w:rPr>
          <w:vertAlign w:val="superscript"/>
        </w:rPr>
        <w:t>)</w:t>
      </w:r>
      <w:r w:rsidR="00D63C5A">
        <w:t xml:space="preserve">) </w:t>
      </w:r>
      <w:r>
        <w:t>zarządza się, co następuje:</w:t>
      </w:r>
    </w:p>
    <w:p w:rsidR="00CE4377" w:rsidRDefault="00CE4377" w:rsidP="00FD7CA2">
      <w:pPr>
        <w:pStyle w:val="ARTartustawynprozporzdzenia"/>
      </w:pPr>
      <w:r w:rsidRPr="00CF7B0F">
        <w:rPr>
          <w:b/>
        </w:rPr>
        <w:t>§ 1</w:t>
      </w:r>
      <w:r w:rsidR="00CF7B0F">
        <w:t>.</w:t>
      </w:r>
      <w:r>
        <w:t xml:space="preserve"> Rozporządzenie określa szczegółowy katalog</w:t>
      </w:r>
      <w:r w:rsidR="007066AC" w:rsidRPr="007066AC">
        <w:t xml:space="preserve"> </w:t>
      </w:r>
      <w:r w:rsidR="007066AC">
        <w:t>danych, o których mowa w art. 80b ust. 1 pkt 6 lit. e i f, pkt 7 lit. a oraz pkt 8</w:t>
      </w:r>
      <w:r w:rsidR="001E5129">
        <w:t>–</w:t>
      </w:r>
      <w:r w:rsidR="007066AC">
        <w:t>18 i 20</w:t>
      </w:r>
      <w:r w:rsidR="00A1355C">
        <w:t>–22</w:t>
      </w:r>
      <w:r w:rsidR="007066AC">
        <w:t xml:space="preserve"> ustawy z dnia 20 czerwca 1997 r. </w:t>
      </w:r>
      <w:r w:rsidR="00D31A7B">
        <w:t xml:space="preserve">– </w:t>
      </w:r>
      <w:r w:rsidR="007066AC">
        <w:t>Prawo o ruchu drogowym, zwanej dalej „ustawą”</w:t>
      </w:r>
      <w:r w:rsidR="00EC6156">
        <w:t>,</w:t>
      </w:r>
      <w:r>
        <w:t xml:space="preserve"> gromadzonych w centralnej ewidencji pojazdów, zwanej dalej „ewidencją”, przekazywanych przez podmioty, o których mowa w art. 80ba ust. 1 ustawy oraz uzupełnianych automatycznie przez system teleinformatyczny obsługujący ewidencję. </w:t>
      </w:r>
    </w:p>
    <w:p w:rsidR="00CE4377" w:rsidRDefault="00CE4377" w:rsidP="00FD7CA2">
      <w:pPr>
        <w:pStyle w:val="ARTartustawynprozporzdzenia"/>
      </w:pPr>
      <w:r w:rsidRPr="00CF7B0F">
        <w:rPr>
          <w:b/>
        </w:rPr>
        <w:t>§ 2</w:t>
      </w:r>
      <w:r w:rsidR="00CF7B0F">
        <w:rPr>
          <w:b/>
        </w:rPr>
        <w:t>.</w:t>
      </w:r>
      <w:r>
        <w:t xml:space="preserve"> W ewidencji gromadzi się następujące dane:</w:t>
      </w:r>
    </w:p>
    <w:p w:rsidR="00CE4377" w:rsidRDefault="00FD7CA2" w:rsidP="00FD7CA2">
      <w:pPr>
        <w:pStyle w:val="PKTpunkt"/>
      </w:pPr>
      <w:proofErr w:type="gramStart"/>
      <w:r>
        <w:t>1)</w:t>
      </w:r>
      <w:r>
        <w:tab/>
      </w:r>
      <w:r w:rsidR="00CE4377">
        <w:t>o</w:t>
      </w:r>
      <w:proofErr w:type="gramEnd"/>
      <w:r w:rsidR="00CE4377">
        <w:t xml:space="preserve"> dowodzie rejestracyjnym </w:t>
      </w:r>
      <w:r w:rsidR="000A7ECE">
        <w:t xml:space="preserve">oraz </w:t>
      </w:r>
      <w:r w:rsidR="00CE4377">
        <w:t xml:space="preserve">jego wtórniku: </w:t>
      </w:r>
    </w:p>
    <w:p w:rsidR="00CE4377" w:rsidRDefault="00CE4377" w:rsidP="00FD7CA2">
      <w:pPr>
        <w:pStyle w:val="LITlitera"/>
      </w:pPr>
      <w:r>
        <w:t>a</w:t>
      </w:r>
      <w:proofErr w:type="gramStart"/>
      <w:r>
        <w:t>)</w:t>
      </w:r>
      <w:r>
        <w:tab/>
        <w:t>datę</w:t>
      </w:r>
      <w:proofErr w:type="gramEnd"/>
      <w:r>
        <w:t xml:space="preserve"> zamówienia dokumentu, </w:t>
      </w:r>
    </w:p>
    <w:p w:rsidR="00CE4377" w:rsidRDefault="00CE4377" w:rsidP="00FD7CA2">
      <w:pPr>
        <w:pStyle w:val="LITlitera"/>
      </w:pPr>
      <w:r>
        <w:t>b</w:t>
      </w:r>
      <w:proofErr w:type="gramStart"/>
      <w:r>
        <w:t>)</w:t>
      </w:r>
      <w:r>
        <w:tab/>
        <w:t>serię</w:t>
      </w:r>
      <w:proofErr w:type="gramEnd"/>
      <w:r>
        <w:t xml:space="preserve"> i numer dokumentu, </w:t>
      </w:r>
    </w:p>
    <w:p w:rsidR="00CE4377" w:rsidRDefault="00CE4377" w:rsidP="00FD7CA2">
      <w:pPr>
        <w:pStyle w:val="LITlitera"/>
      </w:pPr>
      <w:r>
        <w:lastRenderedPageBreak/>
        <w:t>c</w:t>
      </w:r>
      <w:proofErr w:type="gramStart"/>
      <w:r>
        <w:t>)</w:t>
      </w:r>
      <w:r>
        <w:tab/>
        <w:t>datę</w:t>
      </w:r>
      <w:proofErr w:type="gramEnd"/>
      <w:r>
        <w:t xml:space="preserve"> wydania dokumentu, </w:t>
      </w:r>
    </w:p>
    <w:p w:rsidR="00CE4377" w:rsidRDefault="00CE4377" w:rsidP="00FD7CA2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ważności dokumentu, jeżeli występuje takie ograniczenie, </w:t>
      </w:r>
    </w:p>
    <w:p w:rsidR="00CE4377" w:rsidRDefault="00CE4377" w:rsidP="00FD7CA2">
      <w:pPr>
        <w:pStyle w:val="LITlitera"/>
      </w:pPr>
      <w:r>
        <w:t>e</w:t>
      </w:r>
      <w:proofErr w:type="gramStart"/>
      <w:r>
        <w:t>)</w:t>
      </w:r>
      <w:r>
        <w:tab/>
        <w:t>oznaczenie</w:t>
      </w:r>
      <w:proofErr w:type="gramEnd"/>
      <w:r>
        <w:t xml:space="preserve"> organu wydającego dokument, </w:t>
      </w:r>
    </w:p>
    <w:p w:rsidR="00CE4377" w:rsidRDefault="00CE4377" w:rsidP="00FD7CA2">
      <w:pPr>
        <w:pStyle w:val="LITlitera"/>
      </w:pPr>
      <w:r>
        <w:t>f</w:t>
      </w:r>
      <w:proofErr w:type="gramStart"/>
      <w:r>
        <w:t>)</w:t>
      </w:r>
      <w:r>
        <w:tab/>
        <w:t>datę</w:t>
      </w:r>
      <w:proofErr w:type="gramEnd"/>
      <w:r>
        <w:t xml:space="preserve"> odbioru dokumentu, </w:t>
      </w:r>
    </w:p>
    <w:p w:rsidR="00CE4377" w:rsidRDefault="00CE4377" w:rsidP="00FD7CA2">
      <w:pPr>
        <w:pStyle w:val="LITlitera"/>
      </w:pPr>
      <w:r>
        <w:t>g</w:t>
      </w:r>
      <w:proofErr w:type="gramStart"/>
      <w:r>
        <w:t>)</w:t>
      </w:r>
      <w:r>
        <w:tab/>
        <w:t>dane</w:t>
      </w:r>
      <w:proofErr w:type="gramEnd"/>
      <w:r>
        <w:t xml:space="preserve"> osoby wskazanej w dokumencie jako właściciel, posiadacz lub użytkownik, </w:t>
      </w:r>
    </w:p>
    <w:p w:rsidR="00CE4377" w:rsidRDefault="00CE4377" w:rsidP="00FD7CA2">
      <w:pPr>
        <w:pStyle w:val="LITlitera"/>
      </w:pPr>
      <w:r>
        <w:t>h</w:t>
      </w:r>
      <w:proofErr w:type="gramStart"/>
      <w:r>
        <w:t>)</w:t>
      </w:r>
      <w:r>
        <w:tab/>
        <w:t>dane</w:t>
      </w:r>
      <w:proofErr w:type="gramEnd"/>
      <w:r>
        <w:t xml:space="preserve"> techniczne pojazdu zamieszczone w dokumencie, </w:t>
      </w:r>
    </w:p>
    <w:p w:rsidR="00CE4377" w:rsidRDefault="00CE4377" w:rsidP="00FD7CA2">
      <w:pPr>
        <w:pStyle w:val="LITlitera"/>
      </w:pPr>
      <w:r>
        <w:t>i</w:t>
      </w:r>
      <w:proofErr w:type="gramStart"/>
      <w:r>
        <w:t>)</w:t>
      </w:r>
      <w:r>
        <w:tab/>
        <w:t>numer</w:t>
      </w:r>
      <w:proofErr w:type="gramEnd"/>
      <w:r>
        <w:t xml:space="preserve"> świadectwa homologacji typu pojazdu, </w:t>
      </w:r>
    </w:p>
    <w:p w:rsidR="00CE4377" w:rsidRDefault="00CE4377" w:rsidP="00FD7CA2">
      <w:pPr>
        <w:pStyle w:val="LITlitera"/>
      </w:pPr>
      <w:r>
        <w:t>j</w:t>
      </w:r>
      <w:proofErr w:type="gramStart"/>
      <w:r>
        <w:t>)</w:t>
      </w:r>
      <w:r>
        <w:tab/>
        <w:t>termin</w:t>
      </w:r>
      <w:proofErr w:type="gramEnd"/>
      <w:r>
        <w:t xml:space="preserve"> badania technicznego, </w:t>
      </w:r>
    </w:p>
    <w:p w:rsidR="00CE4377" w:rsidRDefault="00CE4377" w:rsidP="00FD7CA2">
      <w:pPr>
        <w:pStyle w:val="LITlitera"/>
      </w:pPr>
      <w:r>
        <w:t>k</w:t>
      </w:r>
      <w:proofErr w:type="gramStart"/>
      <w:r>
        <w:t>)</w:t>
      </w:r>
      <w:r>
        <w:tab/>
        <w:t>adnotacje</w:t>
      </w:r>
      <w:proofErr w:type="gramEnd"/>
      <w:r>
        <w:t xml:space="preserve"> urzędowe zamieszczone w dokumencie oraz datę ich wpisu i obowiązywania, </w:t>
      </w:r>
    </w:p>
    <w:p w:rsidR="00CE4377" w:rsidRDefault="00CE4377" w:rsidP="00FD7CA2">
      <w:pPr>
        <w:pStyle w:val="LITlitera"/>
      </w:pPr>
      <w:r>
        <w:t>l</w:t>
      </w:r>
      <w:proofErr w:type="gramStart"/>
      <w:r>
        <w:t>)</w:t>
      </w:r>
      <w:r>
        <w:tab/>
        <w:t>datę</w:t>
      </w:r>
      <w:proofErr w:type="gramEnd"/>
      <w:r>
        <w:t xml:space="preserve"> utraty, zniszczenia oraz datę odnalezienia dokumentu, </w:t>
      </w:r>
    </w:p>
    <w:p w:rsidR="00CE4377" w:rsidRDefault="00CE4377" w:rsidP="00FD7CA2">
      <w:pPr>
        <w:pStyle w:val="LITlitera"/>
      </w:pPr>
      <w:r>
        <w:t>m</w:t>
      </w:r>
      <w:proofErr w:type="gramStart"/>
      <w:r>
        <w:t>)</w:t>
      </w:r>
      <w:r>
        <w:tab/>
        <w:t>powód</w:t>
      </w:r>
      <w:proofErr w:type="gramEnd"/>
      <w:r>
        <w:t xml:space="preserve"> utraty dokumentu, </w:t>
      </w:r>
    </w:p>
    <w:p w:rsidR="00CE4377" w:rsidRDefault="00CE4377" w:rsidP="00FD7CA2">
      <w:pPr>
        <w:pStyle w:val="LITlitera"/>
      </w:pPr>
      <w:r>
        <w:t>n</w:t>
      </w:r>
      <w:proofErr w:type="gramStart"/>
      <w:r>
        <w:t>)</w:t>
      </w:r>
      <w:r>
        <w:tab/>
        <w:t>datę</w:t>
      </w:r>
      <w:proofErr w:type="gramEnd"/>
      <w:r>
        <w:t xml:space="preserve"> i przyczynę unieważnienia dokumentu, </w:t>
      </w:r>
    </w:p>
    <w:p w:rsidR="00CE4377" w:rsidRDefault="00CE4377" w:rsidP="00FD7CA2">
      <w:pPr>
        <w:pStyle w:val="LITlitera"/>
      </w:pPr>
      <w:r>
        <w:t>o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danych, </w:t>
      </w:r>
    </w:p>
    <w:p w:rsidR="00CE4377" w:rsidRDefault="00CE4377" w:rsidP="00FD7CA2">
      <w:pPr>
        <w:pStyle w:val="LITlitera"/>
      </w:pPr>
      <w:r>
        <w:t>p</w:t>
      </w:r>
      <w:proofErr w:type="gramStart"/>
      <w:r>
        <w:t>)</w:t>
      </w:r>
      <w:r>
        <w:tab/>
        <w:t>datę</w:t>
      </w:r>
      <w:proofErr w:type="gramEnd"/>
      <w:r>
        <w:t xml:space="preserve"> zwrotu </w:t>
      </w:r>
      <w:r w:rsidR="0053239C">
        <w:t xml:space="preserve">dokumentu </w:t>
      </w:r>
      <w:r>
        <w:t xml:space="preserve">do organu rejestrującego; </w:t>
      </w:r>
    </w:p>
    <w:p w:rsidR="00CE4377" w:rsidRDefault="00FD7CA2" w:rsidP="00FD7CA2">
      <w:pPr>
        <w:pStyle w:val="PKTpunkt"/>
      </w:pPr>
      <w:proofErr w:type="gramStart"/>
      <w:r>
        <w:t>2)</w:t>
      </w:r>
      <w:r>
        <w:tab/>
      </w:r>
      <w:r w:rsidR="00CE4377">
        <w:t>o</w:t>
      </w:r>
      <w:proofErr w:type="gramEnd"/>
      <w:r w:rsidR="00CE4377">
        <w:t xml:space="preserve"> pozwoleniu czasowym </w:t>
      </w:r>
      <w:r w:rsidR="000A7ECE">
        <w:t xml:space="preserve">oraz </w:t>
      </w:r>
      <w:r w:rsidR="00CE4377">
        <w:t xml:space="preserve">jego wtórniku: </w:t>
      </w:r>
    </w:p>
    <w:p w:rsidR="00CE4377" w:rsidRDefault="00CE4377" w:rsidP="00FD7CA2">
      <w:pPr>
        <w:pStyle w:val="LITlitera"/>
      </w:pPr>
      <w:r>
        <w:t>a</w:t>
      </w:r>
      <w:proofErr w:type="gramStart"/>
      <w:r>
        <w:t>)</w:t>
      </w:r>
      <w:r>
        <w:tab/>
        <w:t>serię</w:t>
      </w:r>
      <w:proofErr w:type="gramEnd"/>
      <w:r>
        <w:t xml:space="preserve"> i numer dokumentu, </w:t>
      </w:r>
    </w:p>
    <w:p w:rsidR="00CE4377" w:rsidRDefault="00CE4377" w:rsidP="00FD7CA2">
      <w:pPr>
        <w:pStyle w:val="LITlitera"/>
      </w:pPr>
      <w:r>
        <w:t>b</w:t>
      </w:r>
      <w:proofErr w:type="gramStart"/>
      <w:r>
        <w:t>)</w:t>
      </w:r>
      <w:r>
        <w:tab/>
        <w:t>datę</w:t>
      </w:r>
      <w:proofErr w:type="gramEnd"/>
      <w:r>
        <w:t xml:space="preserve"> wydania dokumentu, </w:t>
      </w:r>
    </w:p>
    <w:p w:rsidR="00CE4377" w:rsidRDefault="00AE0DA2" w:rsidP="00FD7CA2">
      <w:pPr>
        <w:pStyle w:val="LITlitera"/>
      </w:pPr>
      <w:r>
        <w:t>c</w:t>
      </w:r>
      <w:proofErr w:type="gramStart"/>
      <w:r>
        <w:t>)</w:t>
      </w:r>
      <w:r>
        <w:tab/>
        <w:t>datę</w:t>
      </w:r>
      <w:proofErr w:type="gramEnd"/>
      <w:r>
        <w:t xml:space="preserve"> ważności dokumentu, </w:t>
      </w:r>
    </w:p>
    <w:p w:rsidR="00CE4377" w:rsidRDefault="00CE4377" w:rsidP="00FD7CA2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przedłużenia ważności dokumentu, </w:t>
      </w:r>
    </w:p>
    <w:p w:rsidR="00CE4377" w:rsidRDefault="00CE4377" w:rsidP="00FD7CA2">
      <w:pPr>
        <w:pStyle w:val="LITlitera"/>
      </w:pPr>
      <w:r>
        <w:t>e</w:t>
      </w:r>
      <w:proofErr w:type="gramStart"/>
      <w:r>
        <w:t>)</w:t>
      </w:r>
      <w:r>
        <w:tab/>
        <w:t>cel</w:t>
      </w:r>
      <w:proofErr w:type="gramEnd"/>
      <w:r>
        <w:t xml:space="preserve"> wydania dokumentu, </w:t>
      </w:r>
    </w:p>
    <w:p w:rsidR="00CE4377" w:rsidRDefault="00CE4377" w:rsidP="00FD7CA2">
      <w:pPr>
        <w:pStyle w:val="LITlitera"/>
      </w:pPr>
      <w:r>
        <w:t>f</w:t>
      </w:r>
      <w:proofErr w:type="gramStart"/>
      <w:r>
        <w:t>)</w:t>
      </w:r>
      <w:r>
        <w:tab/>
      </w:r>
      <w:r w:rsidR="00FD7CA2">
        <w:tab/>
      </w:r>
      <w:r>
        <w:t>oznaczenie</w:t>
      </w:r>
      <w:proofErr w:type="gramEnd"/>
      <w:r>
        <w:t xml:space="preserve"> organu wydającego dokument, </w:t>
      </w:r>
    </w:p>
    <w:p w:rsidR="00CE4377" w:rsidRDefault="00CE4377" w:rsidP="00FD7CA2">
      <w:pPr>
        <w:pStyle w:val="LITlitera"/>
      </w:pPr>
      <w:r>
        <w:t>g</w:t>
      </w:r>
      <w:proofErr w:type="gramStart"/>
      <w:r>
        <w:t>)</w:t>
      </w:r>
      <w:r>
        <w:tab/>
        <w:t>datę</w:t>
      </w:r>
      <w:proofErr w:type="gramEnd"/>
      <w:r>
        <w:t xml:space="preserve"> odbioru dokumentu, </w:t>
      </w:r>
    </w:p>
    <w:p w:rsidR="00CE4377" w:rsidRDefault="00CE4377" w:rsidP="00FD7CA2">
      <w:pPr>
        <w:pStyle w:val="LITlitera"/>
      </w:pPr>
      <w:r>
        <w:t>h</w:t>
      </w:r>
      <w:proofErr w:type="gramStart"/>
      <w:r>
        <w:t>)</w:t>
      </w:r>
      <w:r>
        <w:tab/>
        <w:t>dane</w:t>
      </w:r>
      <w:proofErr w:type="gramEnd"/>
      <w:r>
        <w:t xml:space="preserve"> osoby wskazanej w dokumencie jako właściciel, posiadacz lub użytkownik, </w:t>
      </w:r>
    </w:p>
    <w:p w:rsidR="00CE4377" w:rsidRDefault="00FD7CA2" w:rsidP="00FD7CA2">
      <w:pPr>
        <w:pStyle w:val="LITlitera"/>
      </w:pPr>
      <w:r>
        <w:t>i</w:t>
      </w:r>
      <w:proofErr w:type="gramStart"/>
      <w:r>
        <w:t>)</w:t>
      </w:r>
      <w:r>
        <w:tab/>
      </w:r>
      <w:r w:rsidR="00CE4377">
        <w:t>dane</w:t>
      </w:r>
      <w:proofErr w:type="gramEnd"/>
      <w:r w:rsidR="00CE4377">
        <w:t xml:space="preserve"> techniczne pojazdu zamieszczone w dokumencie, </w:t>
      </w:r>
    </w:p>
    <w:p w:rsidR="00CE4377" w:rsidRDefault="00FD7CA2" w:rsidP="00FD7CA2">
      <w:pPr>
        <w:pStyle w:val="LITlitera"/>
      </w:pPr>
      <w:r>
        <w:t>j</w:t>
      </w:r>
      <w:proofErr w:type="gramStart"/>
      <w:r>
        <w:t>)</w:t>
      </w:r>
      <w:r>
        <w:tab/>
      </w:r>
      <w:r w:rsidR="00CE4377">
        <w:t>numer</w:t>
      </w:r>
      <w:proofErr w:type="gramEnd"/>
      <w:r w:rsidR="00CE4377">
        <w:t xml:space="preserve"> świadectwa homologacji typu pojazdu, </w:t>
      </w:r>
    </w:p>
    <w:p w:rsidR="00CE4377" w:rsidRDefault="00CE4377" w:rsidP="00FD7CA2">
      <w:pPr>
        <w:pStyle w:val="LITlitera"/>
      </w:pPr>
      <w:r>
        <w:t>k</w:t>
      </w:r>
      <w:proofErr w:type="gramStart"/>
      <w:r>
        <w:t>)</w:t>
      </w:r>
      <w:r w:rsidR="00FD7CA2">
        <w:tab/>
      </w:r>
      <w:r>
        <w:t>adnotacje</w:t>
      </w:r>
      <w:proofErr w:type="gramEnd"/>
      <w:r>
        <w:t xml:space="preserve"> urzędowe zamieszczone w dokumencie oraz datę ich wpisu i obowiązywania, </w:t>
      </w:r>
    </w:p>
    <w:p w:rsidR="00CE4377" w:rsidRDefault="00FD7CA2" w:rsidP="00FD7CA2">
      <w:pPr>
        <w:pStyle w:val="LITlitera"/>
      </w:pPr>
      <w:r>
        <w:t>l</w:t>
      </w:r>
      <w:proofErr w:type="gramStart"/>
      <w:r>
        <w:t>)</w:t>
      </w:r>
      <w:r>
        <w:tab/>
      </w:r>
      <w:r w:rsidR="00CE4377">
        <w:t>datę</w:t>
      </w:r>
      <w:proofErr w:type="gramEnd"/>
      <w:r w:rsidR="00CE4377">
        <w:t xml:space="preserve"> utraty, zniszczenia oraz datę odnalezienia dokumentu, </w:t>
      </w:r>
    </w:p>
    <w:p w:rsidR="00CE4377" w:rsidRDefault="00CE4377" w:rsidP="00FD7CA2">
      <w:pPr>
        <w:pStyle w:val="LITlitera"/>
      </w:pPr>
      <w:r>
        <w:t>m</w:t>
      </w:r>
      <w:proofErr w:type="gramStart"/>
      <w:r>
        <w:t>)</w:t>
      </w:r>
      <w:r>
        <w:tab/>
        <w:t>powód</w:t>
      </w:r>
      <w:proofErr w:type="gramEnd"/>
      <w:r>
        <w:t xml:space="preserve"> utraty dokumentu, </w:t>
      </w:r>
    </w:p>
    <w:p w:rsidR="00CE4377" w:rsidRDefault="00CE4377" w:rsidP="00FD7CA2">
      <w:pPr>
        <w:pStyle w:val="LITlitera"/>
      </w:pPr>
      <w:r>
        <w:t>n</w:t>
      </w:r>
      <w:proofErr w:type="gramStart"/>
      <w:r>
        <w:t>)</w:t>
      </w:r>
      <w:r>
        <w:tab/>
        <w:t>datę</w:t>
      </w:r>
      <w:proofErr w:type="gramEnd"/>
      <w:r>
        <w:t xml:space="preserve"> i przyczynę unieważnienia dokumentu, </w:t>
      </w:r>
    </w:p>
    <w:p w:rsidR="00CE4377" w:rsidRDefault="00CE4377" w:rsidP="00FD7CA2">
      <w:pPr>
        <w:pStyle w:val="LITlitera"/>
      </w:pPr>
      <w:r>
        <w:t>o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FD7CA2" w:rsidP="00FD7CA2">
      <w:pPr>
        <w:pStyle w:val="PKTpunkt"/>
      </w:pPr>
      <w:proofErr w:type="gramStart"/>
      <w:r>
        <w:t>3)</w:t>
      </w:r>
      <w:r>
        <w:tab/>
      </w:r>
      <w:r w:rsidR="00CE4377">
        <w:t>o</w:t>
      </w:r>
      <w:proofErr w:type="gramEnd"/>
      <w:r w:rsidR="00CE4377">
        <w:t xml:space="preserve"> profesjonalnej rejestracji pojazdów, w tym wynikające z decyzji o profesjonalnej rejestracji pojazdów i dotyczące blankietów profesjonalnych dowodów rejestracyjnych: </w:t>
      </w:r>
    </w:p>
    <w:p w:rsidR="00CE4377" w:rsidRDefault="00CE4377" w:rsidP="00FD7CA2">
      <w:pPr>
        <w:pStyle w:val="LITlitera"/>
      </w:pPr>
      <w:r>
        <w:lastRenderedPageBreak/>
        <w:t>a</w:t>
      </w:r>
      <w:proofErr w:type="gramStart"/>
      <w:r>
        <w:t>)</w:t>
      </w:r>
      <w:r>
        <w:tab/>
        <w:t>numer</w:t>
      </w:r>
      <w:proofErr w:type="gramEnd"/>
      <w:r>
        <w:t xml:space="preserve"> decyzji, datę wydania oraz początku i końca </w:t>
      </w:r>
      <w:r w:rsidR="000C570E">
        <w:t xml:space="preserve">jej </w:t>
      </w:r>
      <w:r>
        <w:t xml:space="preserve">ważności, a także datę wydania załącznika do tej decyzji, </w:t>
      </w:r>
    </w:p>
    <w:p w:rsidR="00CE4377" w:rsidRDefault="00CE4377" w:rsidP="00FD7CA2">
      <w:pPr>
        <w:pStyle w:val="LITlitera"/>
      </w:pPr>
      <w:r>
        <w:t>b</w:t>
      </w:r>
      <w:proofErr w:type="gramStart"/>
      <w:r>
        <w:t>)</w:t>
      </w:r>
      <w:r>
        <w:tab/>
        <w:t>oznaczenie</w:t>
      </w:r>
      <w:proofErr w:type="gramEnd"/>
      <w:r>
        <w:t xml:space="preserve"> organu, który wydał decyzję,</w:t>
      </w:r>
    </w:p>
    <w:p w:rsidR="00CE4377" w:rsidRDefault="00CE4377" w:rsidP="00FD7CA2">
      <w:pPr>
        <w:pStyle w:val="LITlitera"/>
      </w:pPr>
      <w:r>
        <w:t>c</w:t>
      </w:r>
      <w:proofErr w:type="gramStart"/>
      <w:r>
        <w:t>)</w:t>
      </w:r>
      <w:r>
        <w:tab/>
        <w:t>imię</w:t>
      </w:r>
      <w:proofErr w:type="gramEnd"/>
      <w:r>
        <w:t xml:space="preserve"> i nazwisko (nazwę lub firmę) podmiotu uprawnionego, o którym mowa w </w:t>
      </w:r>
      <w:r w:rsidR="00CE6131">
        <w:br/>
      </w:r>
      <w:r>
        <w:t>art. 80s ust. 2 ustawy</w:t>
      </w:r>
      <w:r w:rsidR="000C570E">
        <w:t>, zwanego dalej „podmiotem uprawnionym”</w:t>
      </w:r>
      <w:r>
        <w:t>,</w:t>
      </w:r>
    </w:p>
    <w:p w:rsidR="00CE4377" w:rsidRDefault="00CE4377" w:rsidP="00FD7CA2">
      <w:pPr>
        <w:pStyle w:val="LITlitera"/>
      </w:pPr>
      <w:r>
        <w:t>d</w:t>
      </w:r>
      <w:proofErr w:type="gramStart"/>
      <w:r>
        <w:t>)</w:t>
      </w:r>
      <w:r>
        <w:tab/>
        <w:t>adres</w:t>
      </w:r>
      <w:proofErr w:type="gramEnd"/>
      <w:r>
        <w:t xml:space="preserve"> siedziby albo oddziału podmiotu uprawnionego, </w:t>
      </w:r>
    </w:p>
    <w:p w:rsidR="00CE4377" w:rsidRDefault="00CE4377" w:rsidP="00FD7CA2">
      <w:pPr>
        <w:pStyle w:val="LITlitera"/>
      </w:pPr>
      <w:r>
        <w:t>e</w:t>
      </w:r>
      <w:proofErr w:type="gramStart"/>
      <w:r>
        <w:t>)</w:t>
      </w:r>
      <w:r>
        <w:tab/>
        <w:t>data</w:t>
      </w:r>
      <w:proofErr w:type="gramEnd"/>
      <w:r>
        <w:t xml:space="preserve"> i miejsce urodzenia podmiotu uprawnionego</w:t>
      </w:r>
      <w:r w:rsidR="00802037">
        <w:t xml:space="preserve"> </w:t>
      </w:r>
      <w:r>
        <w:t>– jeżeli dotyczy,</w:t>
      </w:r>
    </w:p>
    <w:p w:rsidR="00CE4377" w:rsidRDefault="00FD7CA2" w:rsidP="00FD7CA2">
      <w:pPr>
        <w:pStyle w:val="LITlitera"/>
      </w:pPr>
      <w:r>
        <w:t>f</w:t>
      </w:r>
      <w:proofErr w:type="gramStart"/>
      <w:r>
        <w:t>)</w:t>
      </w:r>
      <w:r>
        <w:tab/>
      </w:r>
      <w:r w:rsidR="00CE4377">
        <w:tab/>
        <w:t>numer</w:t>
      </w:r>
      <w:proofErr w:type="gramEnd"/>
      <w:r w:rsidR="00CE4377">
        <w:t xml:space="preserve"> identyfikacyjny REGON podmiotu uprawnionego, albo numer PESEL, a w przypadku osoby nieposiadającej numeru PESEL – serię, numer i nazwę dokumentu potwierdzającego tożsamość oraz nazwę państwa, które wydało ten dokument, </w:t>
      </w:r>
    </w:p>
    <w:p w:rsidR="00CE4377" w:rsidRDefault="00CE4377" w:rsidP="00FD7CA2">
      <w:pPr>
        <w:pStyle w:val="LITlitera"/>
      </w:pPr>
      <w:r>
        <w:t>g</w:t>
      </w:r>
      <w:proofErr w:type="gramStart"/>
      <w:r>
        <w:t>)</w:t>
      </w:r>
      <w:r>
        <w:tab/>
        <w:t>rodzaj</w:t>
      </w:r>
      <w:proofErr w:type="gramEnd"/>
      <w:r>
        <w:t xml:space="preserve"> podmiotu uprawnionego, </w:t>
      </w:r>
    </w:p>
    <w:p w:rsidR="00CE4377" w:rsidRDefault="00CE4377" w:rsidP="00FD7CA2">
      <w:pPr>
        <w:pStyle w:val="LITlitera"/>
      </w:pPr>
      <w:r>
        <w:t>h</w:t>
      </w:r>
      <w:proofErr w:type="gramStart"/>
      <w:r>
        <w:t>)</w:t>
      </w:r>
      <w:r>
        <w:tab/>
        <w:t>serię</w:t>
      </w:r>
      <w:proofErr w:type="gramEnd"/>
      <w:r>
        <w:t xml:space="preserve"> i numer wydanych blankietów profesjonalnego dowodu rejestracyjnego oraz datę i godzinę wydania ich przez organ,</w:t>
      </w:r>
    </w:p>
    <w:p w:rsidR="00CE4377" w:rsidRDefault="00CE4377" w:rsidP="00FD7CA2">
      <w:pPr>
        <w:pStyle w:val="LITlitera"/>
      </w:pPr>
      <w:r>
        <w:t>i</w:t>
      </w:r>
      <w:proofErr w:type="gramStart"/>
      <w:r>
        <w:t>)</w:t>
      </w:r>
      <w:r>
        <w:tab/>
        <w:t>serię</w:t>
      </w:r>
      <w:proofErr w:type="gramEnd"/>
      <w:r>
        <w:t xml:space="preserve"> i numer oraz datę i godzinę zwrotu blankietów profesjonalnego dowodu rejestracyjnego do organu, przez który zostały wydane oraz oznaczenie czy zostały wykorzystane,</w:t>
      </w:r>
    </w:p>
    <w:p w:rsidR="00CE4377" w:rsidRDefault="00CE4377" w:rsidP="00FD7CA2">
      <w:pPr>
        <w:pStyle w:val="LITlitera"/>
      </w:pPr>
      <w:r>
        <w:t>j</w:t>
      </w:r>
      <w:proofErr w:type="gramStart"/>
      <w:r>
        <w:t>)</w:t>
      </w:r>
      <w:r>
        <w:tab/>
        <w:t>serię</w:t>
      </w:r>
      <w:proofErr w:type="gramEnd"/>
      <w:r>
        <w:t xml:space="preserve"> i numer oraz datę i godzinę utraty lub zniszczenia oraz datę odnalezienia profesjonalnego dowodu rejestracyjnego lub blankietu profesjonalnego dowodu rejestracyjnego, </w:t>
      </w:r>
    </w:p>
    <w:p w:rsidR="00CE4377" w:rsidRDefault="00CE4377" w:rsidP="00FD7CA2">
      <w:pPr>
        <w:pStyle w:val="LITlitera"/>
      </w:pPr>
      <w:r>
        <w:t>k</w:t>
      </w:r>
      <w:proofErr w:type="gramStart"/>
      <w:r>
        <w:t>)</w:t>
      </w:r>
      <w:r>
        <w:tab/>
        <w:t>powód</w:t>
      </w:r>
      <w:proofErr w:type="gramEnd"/>
      <w:r>
        <w:t xml:space="preserve"> utraty profesjonalnego dowodu rejestracyjnego lub blankietu profesjonalnego dowodu rejestracyjnego, </w:t>
      </w:r>
    </w:p>
    <w:p w:rsidR="00CE4377" w:rsidRDefault="00FD7CA2" w:rsidP="00FD7CA2">
      <w:pPr>
        <w:pStyle w:val="LITlitera"/>
      </w:pPr>
      <w:r>
        <w:t>l</w:t>
      </w:r>
      <w:proofErr w:type="gramStart"/>
      <w:r>
        <w:t>)</w:t>
      </w:r>
      <w:r>
        <w:tab/>
      </w:r>
      <w:r w:rsidR="00CE4377">
        <w:t>datę</w:t>
      </w:r>
      <w:proofErr w:type="gramEnd"/>
      <w:r w:rsidR="00CE4377">
        <w:t xml:space="preserve"> i godzinę oraz przyczynę uchylenia decyzji o profesjonalnej rejestracji pojazdów oraz datę jej doręczenia podmiotowi uprawnionemu,</w:t>
      </w:r>
    </w:p>
    <w:p w:rsidR="00CE4377" w:rsidRDefault="00CE4377" w:rsidP="00FD7CA2">
      <w:pPr>
        <w:pStyle w:val="LITlitera"/>
      </w:pPr>
      <w:r>
        <w:t>m</w:t>
      </w:r>
      <w:proofErr w:type="gramStart"/>
      <w:r>
        <w:t>)</w:t>
      </w:r>
      <w:r>
        <w:tab/>
        <w:t>oznaczenie</w:t>
      </w:r>
      <w:proofErr w:type="gramEnd"/>
      <w:r>
        <w:t xml:space="preserve"> organu, który uchylił decyzję o profesjonalnej rejestracji pojazdów, </w:t>
      </w:r>
    </w:p>
    <w:p w:rsidR="009C5623" w:rsidRDefault="00CE4377" w:rsidP="00FD7CA2">
      <w:pPr>
        <w:pStyle w:val="LITlitera"/>
      </w:pPr>
      <w:r>
        <w:t>n</w:t>
      </w:r>
      <w:proofErr w:type="gramStart"/>
      <w:r>
        <w:t>)</w:t>
      </w:r>
      <w:r>
        <w:tab/>
        <w:t>datę</w:t>
      </w:r>
      <w:proofErr w:type="gramEnd"/>
      <w:r>
        <w:t xml:space="preserve"> i godzinę </w:t>
      </w:r>
      <w:r w:rsidR="009C5623" w:rsidRPr="009C5623">
        <w:t>stwierdzeni</w:t>
      </w:r>
      <w:r w:rsidR="006C422F">
        <w:t>a</w:t>
      </w:r>
      <w:r w:rsidR="009C5623" w:rsidRPr="009C5623">
        <w:t xml:space="preserve"> nieważności decyzji o prof</w:t>
      </w:r>
      <w:r w:rsidR="006C422F">
        <w:t>esjonalnej rejestracji pojazdów</w:t>
      </w:r>
      <w:r w:rsidR="009C5623" w:rsidRPr="009C5623">
        <w:t xml:space="preserve"> albo datę i godzinę wydan</w:t>
      </w:r>
      <w:r w:rsidR="009C5623">
        <w:t>ia</w:t>
      </w:r>
      <w:r w:rsidR="009C5623" w:rsidRPr="009C5623">
        <w:t xml:space="preserve"> decyzj</w:t>
      </w:r>
      <w:r w:rsidR="006C422F">
        <w:t>i</w:t>
      </w:r>
      <w:r w:rsidR="009C5623" w:rsidRPr="009C5623">
        <w:t xml:space="preserve"> odmown</w:t>
      </w:r>
      <w:r w:rsidR="009C5623">
        <w:t>ej w</w:t>
      </w:r>
      <w:r w:rsidR="005B6D78">
        <w:t xml:space="preserve"> </w:t>
      </w:r>
      <w:r w:rsidR="009C5623">
        <w:t>przypadku</w:t>
      </w:r>
      <w:r w:rsidR="005B6D78">
        <w:t xml:space="preserve"> </w:t>
      </w:r>
      <w:r w:rsidR="009C5623">
        <w:t xml:space="preserve">wznowienia </w:t>
      </w:r>
      <w:r w:rsidR="0053239C">
        <w:t>postępowania</w:t>
      </w:r>
      <w:r w:rsidR="006F5152">
        <w:t>,</w:t>
      </w:r>
    </w:p>
    <w:p w:rsidR="00CE4377" w:rsidRDefault="00CE4377" w:rsidP="00FD7CA2">
      <w:pPr>
        <w:pStyle w:val="LITlitera"/>
      </w:pPr>
      <w:r>
        <w:t>o</w:t>
      </w:r>
      <w:proofErr w:type="gramStart"/>
      <w:r>
        <w:t>)</w:t>
      </w:r>
      <w:r>
        <w:tab/>
        <w:t>datę</w:t>
      </w:r>
      <w:proofErr w:type="gramEnd"/>
      <w:r w:rsidR="007066AC">
        <w:t xml:space="preserve"> określając</w:t>
      </w:r>
      <w:r w:rsidR="00802813">
        <w:t>ą</w:t>
      </w:r>
      <w:r>
        <w:t xml:space="preserve"> do kiedy podmiot nie może wnioskować ponownie o profesjonalną rejestrację pojazdów, </w:t>
      </w:r>
    </w:p>
    <w:p w:rsidR="00CE4377" w:rsidRDefault="00CE4377" w:rsidP="00FD7CA2">
      <w:pPr>
        <w:pStyle w:val="LITlitera"/>
      </w:pPr>
      <w:r>
        <w:t>p</w:t>
      </w:r>
      <w:proofErr w:type="gramStart"/>
      <w:r>
        <w:t>)</w:t>
      </w:r>
      <w:r>
        <w:tab/>
        <w:t>oznaczenie</w:t>
      </w:r>
      <w:proofErr w:type="gramEnd"/>
      <w:r>
        <w:t xml:space="preserve"> podmiotu wprowadzającego dane, </w:t>
      </w:r>
    </w:p>
    <w:p w:rsidR="00CE4377" w:rsidRDefault="0053239C" w:rsidP="00FD7CA2">
      <w:pPr>
        <w:pStyle w:val="LITlitera"/>
      </w:pPr>
      <w:r>
        <w:t>q</w:t>
      </w:r>
      <w:proofErr w:type="gramStart"/>
      <w:r w:rsidR="00FD7CA2">
        <w:t>)</w:t>
      </w:r>
      <w:r w:rsidR="00FD7CA2">
        <w:tab/>
      </w:r>
      <w:r w:rsidR="00CE4377">
        <w:t>datę</w:t>
      </w:r>
      <w:proofErr w:type="gramEnd"/>
      <w:r w:rsidR="00CE4377">
        <w:t xml:space="preserve"> i godzinę wprowadzenia danych;</w:t>
      </w:r>
    </w:p>
    <w:p w:rsidR="00CE4377" w:rsidRDefault="00FD7CA2" w:rsidP="00FD7CA2">
      <w:pPr>
        <w:pStyle w:val="PKTpunkt"/>
      </w:pPr>
      <w:proofErr w:type="gramStart"/>
      <w:r>
        <w:t>4)</w:t>
      </w:r>
      <w:r>
        <w:tab/>
      </w:r>
      <w:r w:rsidR="00CE4377">
        <w:t>o</w:t>
      </w:r>
      <w:proofErr w:type="gramEnd"/>
      <w:r w:rsidR="00CE4377">
        <w:t xml:space="preserve"> karcie pojazdu </w:t>
      </w:r>
      <w:r w:rsidR="000A7ECE">
        <w:t xml:space="preserve">oraz </w:t>
      </w:r>
      <w:r w:rsidR="00CE4377">
        <w:t xml:space="preserve">jej wtórniku: </w:t>
      </w:r>
    </w:p>
    <w:p w:rsidR="00CE4377" w:rsidRDefault="00CE4377" w:rsidP="00FD7CA2">
      <w:pPr>
        <w:pStyle w:val="LITlitera"/>
      </w:pPr>
      <w:r>
        <w:t>a</w:t>
      </w:r>
      <w:proofErr w:type="gramStart"/>
      <w:r>
        <w:t>)</w:t>
      </w:r>
      <w:r>
        <w:tab/>
        <w:t>serię</w:t>
      </w:r>
      <w:proofErr w:type="gramEnd"/>
      <w:r>
        <w:t xml:space="preserve"> i numer dokumentu, </w:t>
      </w:r>
    </w:p>
    <w:p w:rsidR="00CE4377" w:rsidRDefault="00CE4377" w:rsidP="00FD7CA2">
      <w:pPr>
        <w:pStyle w:val="LITlitera"/>
      </w:pPr>
      <w:r>
        <w:t>b</w:t>
      </w:r>
      <w:proofErr w:type="gramStart"/>
      <w:r>
        <w:t>)</w:t>
      </w:r>
      <w:r>
        <w:tab/>
        <w:t>datę</w:t>
      </w:r>
      <w:proofErr w:type="gramEnd"/>
      <w:r>
        <w:t xml:space="preserve"> wydania dokumentu, </w:t>
      </w:r>
    </w:p>
    <w:p w:rsidR="00CE4377" w:rsidRDefault="00CE4377" w:rsidP="00FD7CA2">
      <w:pPr>
        <w:pStyle w:val="LITlitera"/>
      </w:pPr>
      <w:r>
        <w:lastRenderedPageBreak/>
        <w:t>c</w:t>
      </w:r>
      <w:proofErr w:type="gramStart"/>
      <w:r>
        <w:t>)</w:t>
      </w:r>
      <w:r>
        <w:tab/>
        <w:t>oznaczenie</w:t>
      </w:r>
      <w:proofErr w:type="gramEnd"/>
      <w:r>
        <w:t xml:space="preserve"> podmiotu wydającego dokument, </w:t>
      </w:r>
    </w:p>
    <w:p w:rsidR="00CE4377" w:rsidRDefault="00CE4377" w:rsidP="00FD7CA2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odbioru dokumentu, </w:t>
      </w:r>
    </w:p>
    <w:p w:rsidR="00CE4377" w:rsidRDefault="00CE4377" w:rsidP="00FD7CA2">
      <w:pPr>
        <w:pStyle w:val="LITlitera"/>
      </w:pPr>
      <w:proofErr w:type="gramStart"/>
      <w:r>
        <w:t>e</w:t>
      </w:r>
      <w:proofErr w:type="gramEnd"/>
      <w:r>
        <w:t xml:space="preserve">) </w:t>
      </w:r>
      <w:r>
        <w:tab/>
        <w:t xml:space="preserve">dane techniczne pojazdu zamieszczone w dokumencie, </w:t>
      </w:r>
    </w:p>
    <w:p w:rsidR="00CE4377" w:rsidRDefault="00CE4377" w:rsidP="00FD7CA2">
      <w:pPr>
        <w:pStyle w:val="LITlitera"/>
      </w:pPr>
      <w:r>
        <w:t>f</w:t>
      </w:r>
      <w:proofErr w:type="gramStart"/>
      <w:r>
        <w:t>)</w:t>
      </w:r>
      <w:r>
        <w:tab/>
        <w:t>adnotacje</w:t>
      </w:r>
      <w:proofErr w:type="gramEnd"/>
      <w:r>
        <w:t xml:space="preserve"> urzędowe zamieszczone w dokumencie oraz datę ich wpisu i obowiązywania, </w:t>
      </w:r>
    </w:p>
    <w:p w:rsidR="00CE4377" w:rsidRDefault="00CE4377" w:rsidP="00FD7CA2">
      <w:pPr>
        <w:pStyle w:val="LITlitera"/>
      </w:pPr>
      <w:r>
        <w:t>g</w:t>
      </w:r>
      <w:proofErr w:type="gramStart"/>
      <w:r>
        <w:t>)</w:t>
      </w:r>
      <w:r>
        <w:tab/>
        <w:t>datę</w:t>
      </w:r>
      <w:proofErr w:type="gramEnd"/>
      <w:r>
        <w:t xml:space="preserve"> utraty, zniszczenia oraz datę odnalezienia dokumentu, </w:t>
      </w:r>
    </w:p>
    <w:p w:rsidR="00CE4377" w:rsidRDefault="00CE4377" w:rsidP="00FD7CA2">
      <w:pPr>
        <w:pStyle w:val="LITlitera"/>
      </w:pPr>
      <w:r>
        <w:t>h</w:t>
      </w:r>
      <w:proofErr w:type="gramStart"/>
      <w:r>
        <w:t>)</w:t>
      </w:r>
      <w:r>
        <w:tab/>
        <w:t>powód</w:t>
      </w:r>
      <w:proofErr w:type="gramEnd"/>
      <w:r>
        <w:t xml:space="preserve"> utraty dokumentu, </w:t>
      </w:r>
    </w:p>
    <w:p w:rsidR="00CE4377" w:rsidRDefault="00CE4377" w:rsidP="00FD7CA2">
      <w:pPr>
        <w:pStyle w:val="LITlitera"/>
      </w:pPr>
      <w:r>
        <w:t>i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FD7CA2" w:rsidP="00FD7CA2">
      <w:pPr>
        <w:pStyle w:val="PKTpunkt"/>
      </w:pPr>
      <w:proofErr w:type="gramStart"/>
      <w:r>
        <w:t>5)</w:t>
      </w:r>
      <w:r>
        <w:tab/>
      </w:r>
      <w:r w:rsidR="00CE4377">
        <w:t>o</w:t>
      </w:r>
      <w:proofErr w:type="gramEnd"/>
      <w:r w:rsidR="00CE4377">
        <w:t xml:space="preserve"> tablicach rejestracyjnych, w tym tymczasowych, dyplomatycznych, zabytkowych, indywidualnych oraz dodatkowej tablicy rejestracyjnej do oznaczania bagażnika lub ich wtórnikach: </w:t>
      </w:r>
    </w:p>
    <w:p w:rsidR="00CE4377" w:rsidRDefault="00CE4377" w:rsidP="00FD7CA2">
      <w:pPr>
        <w:pStyle w:val="LITlitera"/>
      </w:pPr>
      <w:r>
        <w:t>a</w:t>
      </w:r>
      <w:proofErr w:type="gramStart"/>
      <w:r>
        <w:t>)</w:t>
      </w:r>
      <w:r>
        <w:tab/>
        <w:t>datę</w:t>
      </w:r>
      <w:proofErr w:type="gramEnd"/>
      <w:r>
        <w:t xml:space="preserve"> wydania tablicy rejestracyjnej, </w:t>
      </w:r>
    </w:p>
    <w:p w:rsidR="00CE4377" w:rsidRDefault="00CE4377" w:rsidP="00FD7CA2">
      <w:pPr>
        <w:pStyle w:val="LITlitera"/>
      </w:pPr>
      <w:r>
        <w:t>b</w:t>
      </w:r>
      <w:proofErr w:type="gramStart"/>
      <w:r>
        <w:t>)</w:t>
      </w:r>
      <w:r>
        <w:tab/>
        <w:t>numer</w:t>
      </w:r>
      <w:proofErr w:type="gramEnd"/>
      <w:r>
        <w:t xml:space="preserve"> rejestracyjny, </w:t>
      </w:r>
    </w:p>
    <w:p w:rsidR="00CE4377" w:rsidRDefault="00CE4377" w:rsidP="00FD7CA2">
      <w:pPr>
        <w:pStyle w:val="LITlitera"/>
      </w:pPr>
      <w:r>
        <w:t>c</w:t>
      </w:r>
      <w:proofErr w:type="gramStart"/>
      <w:r>
        <w:t>)</w:t>
      </w:r>
      <w:r>
        <w:tab/>
        <w:t>rodzaj</w:t>
      </w:r>
      <w:proofErr w:type="gramEnd"/>
      <w:r>
        <w:t xml:space="preserve"> tablic ze względu na ich przeznaczenie oraz wielkość, </w:t>
      </w:r>
    </w:p>
    <w:p w:rsidR="00CE4377" w:rsidRDefault="00CE4377" w:rsidP="00FD7CA2">
      <w:pPr>
        <w:pStyle w:val="LITlitera"/>
      </w:pPr>
      <w:r>
        <w:t>d</w:t>
      </w:r>
      <w:proofErr w:type="gramStart"/>
      <w:r>
        <w:t>)</w:t>
      </w:r>
      <w:r>
        <w:tab/>
        <w:t>informację</w:t>
      </w:r>
      <w:proofErr w:type="gramEnd"/>
      <w:r>
        <w:t xml:space="preserve">, czy tablica rejestracyjna była wydana przed dniem 1 maja 2000 r., </w:t>
      </w:r>
    </w:p>
    <w:p w:rsidR="00CE4377" w:rsidRDefault="00CE4377" w:rsidP="00FD7CA2">
      <w:pPr>
        <w:pStyle w:val="LITlitera"/>
      </w:pPr>
      <w:r>
        <w:t>e</w:t>
      </w:r>
      <w:proofErr w:type="gramStart"/>
      <w:r>
        <w:t>)</w:t>
      </w:r>
      <w:r>
        <w:tab/>
        <w:t>datę</w:t>
      </w:r>
      <w:proofErr w:type="gramEnd"/>
      <w:r>
        <w:t xml:space="preserve"> utraty, zniszczenia tablic oraz datę odnalezienia tablic, </w:t>
      </w:r>
    </w:p>
    <w:p w:rsidR="00CE4377" w:rsidRDefault="00CE4377" w:rsidP="00FD7CA2">
      <w:pPr>
        <w:pStyle w:val="LITlitera"/>
      </w:pPr>
      <w:r>
        <w:t>f</w:t>
      </w:r>
      <w:proofErr w:type="gramStart"/>
      <w:r>
        <w:t>)</w:t>
      </w:r>
      <w:r>
        <w:tab/>
        <w:t>powód</w:t>
      </w:r>
      <w:proofErr w:type="gramEnd"/>
      <w:r>
        <w:t xml:space="preserve"> utraty tablic, </w:t>
      </w:r>
    </w:p>
    <w:p w:rsidR="00CE4377" w:rsidRDefault="00CE4377" w:rsidP="00FD7CA2">
      <w:pPr>
        <w:pStyle w:val="LITlitera"/>
      </w:pPr>
      <w:r>
        <w:t>g</w:t>
      </w:r>
      <w:proofErr w:type="gramStart"/>
      <w:r>
        <w:t>)</w:t>
      </w:r>
      <w:r>
        <w:tab/>
        <w:t>datę</w:t>
      </w:r>
      <w:proofErr w:type="gramEnd"/>
      <w:r>
        <w:t xml:space="preserve"> zwrotu tablic rejestracyjnych, </w:t>
      </w:r>
    </w:p>
    <w:p w:rsidR="00CE4377" w:rsidRDefault="00CE4377" w:rsidP="00FD7CA2">
      <w:pPr>
        <w:pStyle w:val="LITlitera"/>
      </w:pPr>
      <w:r>
        <w:t>h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FD7CA2" w:rsidP="00FD7CA2">
      <w:pPr>
        <w:pStyle w:val="PKTpunkt"/>
      </w:pPr>
      <w:proofErr w:type="gramStart"/>
      <w:r>
        <w:t>6)</w:t>
      </w:r>
      <w:r>
        <w:tab/>
      </w:r>
      <w:r w:rsidR="00CE4377">
        <w:t>o</w:t>
      </w:r>
      <w:proofErr w:type="gramEnd"/>
      <w:r w:rsidR="00CE4377">
        <w:t xml:space="preserve"> profesjonalnych tablicach rejestracyjnych oraz ich legalizacji: </w:t>
      </w:r>
    </w:p>
    <w:p w:rsidR="00CE4377" w:rsidRDefault="00CE4377" w:rsidP="00FD7CA2">
      <w:pPr>
        <w:pStyle w:val="LITlitera"/>
      </w:pPr>
      <w:r>
        <w:t>a</w:t>
      </w:r>
      <w:proofErr w:type="gramStart"/>
      <w:r>
        <w:t>)</w:t>
      </w:r>
      <w:r>
        <w:tab/>
        <w:t>datę</w:t>
      </w:r>
      <w:proofErr w:type="gramEnd"/>
      <w:r>
        <w:t xml:space="preserve"> i godzinę wydania profesjonalnych tablic rejestracyjnych, </w:t>
      </w:r>
    </w:p>
    <w:p w:rsidR="00CE4377" w:rsidRDefault="00CE4377" w:rsidP="00FD7CA2">
      <w:pPr>
        <w:pStyle w:val="LITlitera"/>
      </w:pPr>
      <w:r>
        <w:t>b</w:t>
      </w:r>
      <w:proofErr w:type="gramStart"/>
      <w:r>
        <w:t>)</w:t>
      </w:r>
      <w:r>
        <w:tab/>
        <w:t>profesjonalny</w:t>
      </w:r>
      <w:proofErr w:type="gramEnd"/>
      <w:r>
        <w:t xml:space="preserve"> numer rejestracyjny,</w:t>
      </w:r>
    </w:p>
    <w:p w:rsidR="00CE4377" w:rsidRDefault="00CE4377" w:rsidP="00FD7CA2">
      <w:pPr>
        <w:pStyle w:val="LITlitera"/>
      </w:pPr>
      <w:r>
        <w:t>c</w:t>
      </w:r>
      <w:proofErr w:type="gramStart"/>
      <w:r>
        <w:t>)</w:t>
      </w:r>
      <w:r>
        <w:tab/>
        <w:t>rodzaj</w:t>
      </w:r>
      <w:proofErr w:type="gramEnd"/>
      <w:r>
        <w:t xml:space="preserve"> tablic ze względu na ich przeznaczenie oraz wielkość, </w:t>
      </w:r>
    </w:p>
    <w:p w:rsidR="00CE4377" w:rsidRDefault="00CE4377" w:rsidP="00FD7CA2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i godzinę utraty, zniszczenia profesjonalnych tablic rejestracyjnych oraz datę i godzinę ich odnalezienia,</w:t>
      </w:r>
    </w:p>
    <w:p w:rsidR="00CE4377" w:rsidRDefault="00CE4377" w:rsidP="00FD7CA2">
      <w:pPr>
        <w:pStyle w:val="LITlitera"/>
      </w:pPr>
      <w:r>
        <w:t>e</w:t>
      </w:r>
      <w:proofErr w:type="gramStart"/>
      <w:r>
        <w:t>)</w:t>
      </w:r>
      <w:r>
        <w:tab/>
        <w:t>powód</w:t>
      </w:r>
      <w:proofErr w:type="gramEnd"/>
      <w:r>
        <w:t xml:space="preserve"> utraty profesjonalnych tablic rejestracyjnych, </w:t>
      </w:r>
    </w:p>
    <w:p w:rsidR="00CE4377" w:rsidRDefault="00CE4377" w:rsidP="00FD7CA2">
      <w:pPr>
        <w:pStyle w:val="LITlitera"/>
      </w:pPr>
      <w:r>
        <w:t>f</w:t>
      </w:r>
      <w:proofErr w:type="gramStart"/>
      <w:r>
        <w:t>)</w:t>
      </w:r>
      <w:r>
        <w:tab/>
        <w:t>datę</w:t>
      </w:r>
      <w:proofErr w:type="gramEnd"/>
      <w:r>
        <w:t xml:space="preserve"> i godzinę zwrotu tablic rejestracyjnych, </w:t>
      </w:r>
    </w:p>
    <w:p w:rsidR="00CE4377" w:rsidRDefault="00CE4377" w:rsidP="00FD7CA2">
      <w:pPr>
        <w:pStyle w:val="LITlitera"/>
      </w:pPr>
      <w:r>
        <w:t>g</w:t>
      </w:r>
      <w:proofErr w:type="gramStart"/>
      <w:r>
        <w:t>)</w:t>
      </w:r>
      <w:r>
        <w:tab/>
        <w:t>serię</w:t>
      </w:r>
      <w:proofErr w:type="gramEnd"/>
      <w:r>
        <w:t xml:space="preserve"> i numer znaku legalizacyjnego, </w:t>
      </w:r>
    </w:p>
    <w:p w:rsidR="00CE4377" w:rsidRDefault="00CE4377" w:rsidP="00FD7CA2">
      <w:pPr>
        <w:pStyle w:val="LITlitera"/>
      </w:pPr>
      <w:r>
        <w:t>h</w:t>
      </w:r>
      <w:proofErr w:type="gramStart"/>
      <w:r>
        <w:t>)</w:t>
      </w:r>
      <w:r>
        <w:tab/>
        <w:t>datę</w:t>
      </w:r>
      <w:proofErr w:type="gramEnd"/>
      <w:r>
        <w:t xml:space="preserve"> i godzinę wydania znaku legalizacyjnego, </w:t>
      </w:r>
    </w:p>
    <w:p w:rsidR="00CE4377" w:rsidRDefault="00CE4377" w:rsidP="00FD7CA2">
      <w:pPr>
        <w:pStyle w:val="LITlitera"/>
      </w:pPr>
      <w:r>
        <w:t>i</w:t>
      </w:r>
      <w:proofErr w:type="gramStart"/>
      <w:r>
        <w:t>)</w:t>
      </w:r>
      <w:r>
        <w:tab/>
        <w:t>datę</w:t>
      </w:r>
      <w:proofErr w:type="gramEnd"/>
      <w:r>
        <w:t xml:space="preserve"> i godzinę utraty lub zniszczenia znaku legalizacyjnego, </w:t>
      </w:r>
    </w:p>
    <w:p w:rsidR="00CE4377" w:rsidRDefault="00CE4377" w:rsidP="00FD7CA2">
      <w:pPr>
        <w:pStyle w:val="LITlitera"/>
      </w:pPr>
      <w:r>
        <w:t>j</w:t>
      </w:r>
      <w:proofErr w:type="gramStart"/>
      <w:r>
        <w:t>)</w:t>
      </w:r>
      <w:r>
        <w:tab/>
        <w:t>przyczynę</w:t>
      </w:r>
      <w:proofErr w:type="gramEnd"/>
      <w:r>
        <w:t xml:space="preserve"> utraty znaku legalizacyjnego, </w:t>
      </w:r>
    </w:p>
    <w:p w:rsidR="00CE4377" w:rsidRDefault="00CE4377" w:rsidP="00FD7CA2">
      <w:pPr>
        <w:pStyle w:val="LITlitera"/>
      </w:pPr>
      <w:r>
        <w:t>k</w:t>
      </w:r>
      <w:proofErr w:type="gramStart"/>
      <w:r>
        <w:t>)</w:t>
      </w:r>
      <w:r>
        <w:tab/>
        <w:t>oznaczenie</w:t>
      </w:r>
      <w:proofErr w:type="gramEnd"/>
      <w:r>
        <w:t xml:space="preserve"> podmiotu wprowadzającego dane, </w:t>
      </w:r>
    </w:p>
    <w:p w:rsidR="00CE4377" w:rsidRDefault="00CE4377" w:rsidP="00FD7CA2">
      <w:pPr>
        <w:pStyle w:val="LITlitera"/>
      </w:pPr>
      <w:r>
        <w:t>l</w:t>
      </w:r>
      <w:proofErr w:type="gramStart"/>
      <w:r>
        <w:t>)</w:t>
      </w:r>
      <w:r>
        <w:tab/>
        <w:t>datę</w:t>
      </w:r>
      <w:proofErr w:type="gramEnd"/>
      <w:r>
        <w:t xml:space="preserve"> </w:t>
      </w:r>
      <w:r w:rsidR="009D73F3">
        <w:t>i godzinę wprowadzenia danych;</w:t>
      </w:r>
    </w:p>
    <w:p w:rsidR="00CE4377" w:rsidRDefault="00FD7CA2" w:rsidP="00FD7CA2">
      <w:pPr>
        <w:pStyle w:val="PKTpunkt"/>
      </w:pPr>
      <w:proofErr w:type="gramStart"/>
      <w:r>
        <w:t>7)</w:t>
      </w:r>
      <w:r>
        <w:tab/>
      </w:r>
      <w:r w:rsidR="00CE4377">
        <w:t>o</w:t>
      </w:r>
      <w:proofErr w:type="gramEnd"/>
      <w:r w:rsidR="00CE4377">
        <w:t xml:space="preserve"> znakach legalizacyjnych: </w:t>
      </w:r>
    </w:p>
    <w:p w:rsidR="00CE4377" w:rsidRDefault="00CE4377" w:rsidP="00FD7CA2">
      <w:pPr>
        <w:pStyle w:val="LITlitera"/>
      </w:pPr>
      <w:r>
        <w:lastRenderedPageBreak/>
        <w:t>a</w:t>
      </w:r>
      <w:proofErr w:type="gramStart"/>
      <w:r>
        <w:t>)</w:t>
      </w:r>
      <w:r>
        <w:tab/>
        <w:t>serię</w:t>
      </w:r>
      <w:proofErr w:type="gramEnd"/>
      <w:r>
        <w:t xml:space="preserve"> i numer nalepki legalizacyjnej, a w przypadku nalepki legalizacyjnej na tablice tymczasowe datę ważności tej nalepki, </w:t>
      </w:r>
    </w:p>
    <w:p w:rsidR="00CE4377" w:rsidRDefault="00CE4377" w:rsidP="00FD7CA2">
      <w:pPr>
        <w:pStyle w:val="LITlitera"/>
      </w:pPr>
      <w:r>
        <w:t>b</w:t>
      </w:r>
      <w:proofErr w:type="gramStart"/>
      <w:r>
        <w:t>)</w:t>
      </w:r>
      <w:r>
        <w:tab/>
        <w:t>datę</w:t>
      </w:r>
      <w:proofErr w:type="gramEnd"/>
      <w:r>
        <w:t xml:space="preserve"> wydania znaków legalizacyjnych, </w:t>
      </w:r>
    </w:p>
    <w:p w:rsidR="00CE4377" w:rsidRDefault="00CE4377" w:rsidP="00FD7CA2">
      <w:pPr>
        <w:pStyle w:val="LITlitera"/>
      </w:pPr>
      <w:r>
        <w:t>c</w:t>
      </w:r>
      <w:proofErr w:type="gramStart"/>
      <w:r>
        <w:t>)</w:t>
      </w:r>
      <w:r>
        <w:tab/>
        <w:t>datę</w:t>
      </w:r>
      <w:proofErr w:type="gramEnd"/>
      <w:r>
        <w:t xml:space="preserve"> utraty, zniszczenia znaków legalizacyjnych oraz datę ich odnalezienia, </w:t>
      </w:r>
    </w:p>
    <w:p w:rsidR="00CE4377" w:rsidRDefault="00CE4377" w:rsidP="00FD7CA2">
      <w:pPr>
        <w:pStyle w:val="LITlitera"/>
      </w:pPr>
      <w:r>
        <w:t>d</w:t>
      </w:r>
      <w:proofErr w:type="gramStart"/>
      <w:r>
        <w:t>)</w:t>
      </w:r>
      <w:r>
        <w:tab/>
        <w:t>powód</w:t>
      </w:r>
      <w:proofErr w:type="gramEnd"/>
      <w:r>
        <w:t xml:space="preserve"> utraty znaków legalizacyjnych, </w:t>
      </w:r>
    </w:p>
    <w:p w:rsidR="00CE4377" w:rsidRDefault="00CE4377" w:rsidP="00FD7CA2">
      <w:pPr>
        <w:pStyle w:val="LITlitera"/>
      </w:pPr>
      <w:r>
        <w:t>e</w:t>
      </w:r>
      <w:proofErr w:type="gramStart"/>
      <w:r>
        <w:t>)</w:t>
      </w:r>
      <w:r>
        <w:tab/>
        <w:t>datę</w:t>
      </w:r>
      <w:proofErr w:type="gramEnd"/>
      <w:r>
        <w:t xml:space="preserve"> zwrotu znaków legalizacyjnych, </w:t>
      </w:r>
    </w:p>
    <w:p w:rsidR="00CE4377" w:rsidRDefault="00CE4377" w:rsidP="00FD7CA2">
      <w:pPr>
        <w:pStyle w:val="LITlitera"/>
      </w:pPr>
      <w:r>
        <w:t>f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FD7CA2" w:rsidP="0070148D">
      <w:pPr>
        <w:pStyle w:val="PKTpunkt"/>
      </w:pPr>
      <w:proofErr w:type="gramStart"/>
      <w:r>
        <w:t>8)</w:t>
      </w:r>
      <w:r>
        <w:tab/>
      </w:r>
      <w:r w:rsidR="00CE4377">
        <w:t>o</w:t>
      </w:r>
      <w:proofErr w:type="gramEnd"/>
      <w:r w:rsidR="00CE4377">
        <w:t xml:space="preserve"> nalepkach kontrolnych lub ich wtórnikach: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serię</w:t>
      </w:r>
      <w:proofErr w:type="gramEnd"/>
      <w:r>
        <w:t xml:space="preserve"> i numer nalepki kontrolnej,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datę</w:t>
      </w:r>
      <w:proofErr w:type="gramEnd"/>
      <w:r>
        <w:t xml:space="preserve"> wydania nalepki kontrolnej,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datę</w:t>
      </w:r>
      <w:proofErr w:type="gramEnd"/>
      <w:r>
        <w:t xml:space="preserve"> utraty, zniszczenia oraz datę odnalezienia nalepki kontrolnej, </w:t>
      </w:r>
    </w:p>
    <w:p w:rsidR="00CE4377" w:rsidRDefault="00CE4377" w:rsidP="0070148D">
      <w:pPr>
        <w:pStyle w:val="LITlitera"/>
      </w:pPr>
      <w:r>
        <w:t>d</w:t>
      </w:r>
      <w:proofErr w:type="gramStart"/>
      <w:r>
        <w:t>)</w:t>
      </w:r>
      <w:r>
        <w:tab/>
        <w:t>powód</w:t>
      </w:r>
      <w:proofErr w:type="gramEnd"/>
      <w:r>
        <w:t xml:space="preserve"> utraty nalepki kontrolnej, </w:t>
      </w:r>
    </w:p>
    <w:p w:rsidR="00CE4377" w:rsidRDefault="00CE4377" w:rsidP="0070148D">
      <w:pPr>
        <w:pStyle w:val="LITlitera"/>
      </w:pPr>
      <w:r>
        <w:t>e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70148D" w:rsidP="0070148D">
      <w:pPr>
        <w:pStyle w:val="PKTpunkt"/>
      </w:pPr>
      <w:proofErr w:type="gramStart"/>
      <w:r>
        <w:t>9)</w:t>
      </w:r>
      <w:r>
        <w:tab/>
      </w:r>
      <w:r w:rsidR="00CE4377">
        <w:t>o</w:t>
      </w:r>
      <w:proofErr w:type="gramEnd"/>
      <w:r w:rsidR="00CE4377">
        <w:t xml:space="preserve"> badaniach technicznych pojazdu: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numer</w:t>
      </w:r>
      <w:proofErr w:type="gramEnd"/>
      <w:r>
        <w:t xml:space="preserve"> badania technicznego,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datę</w:t>
      </w:r>
      <w:proofErr w:type="gramEnd"/>
      <w:r>
        <w:t xml:space="preserve"> i godzinę wykonania badania technicznego albo jego przerwania,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kod</w:t>
      </w:r>
      <w:proofErr w:type="gramEnd"/>
      <w:r>
        <w:t xml:space="preserve"> rozpoznawczy stacji kontroli pojazdów, </w:t>
      </w:r>
    </w:p>
    <w:p w:rsidR="00CE4377" w:rsidRDefault="0070148D" w:rsidP="0070148D">
      <w:pPr>
        <w:pStyle w:val="LITlitera"/>
      </w:pPr>
      <w:r>
        <w:t>d</w:t>
      </w:r>
      <w:proofErr w:type="gramStart"/>
      <w:r>
        <w:t>)</w:t>
      </w:r>
      <w:r>
        <w:tab/>
      </w:r>
      <w:r w:rsidR="00623E61" w:rsidRPr="00623E61">
        <w:t>wartość</w:t>
      </w:r>
      <w:proofErr w:type="gramEnd"/>
      <w:r w:rsidR="00623E61" w:rsidRPr="00623E61">
        <w:t xml:space="preserve"> odczytu wskazania drogomierza pojazdu</w:t>
      </w:r>
      <w:r w:rsidR="00CE4377">
        <w:t xml:space="preserve"> w momencie badania technicznego wraz z jednostką miary</w:t>
      </w:r>
      <w:r w:rsidR="003703FF">
        <w:t>,</w:t>
      </w:r>
      <w:r w:rsidR="002911FD">
        <w:t xml:space="preserve"> </w:t>
      </w:r>
      <w:r w:rsidR="00011DB4">
        <w:t>a w przypadku braku możliwości odczytu rodzaj stwierdzonej nieprawidłowości</w:t>
      </w:r>
      <w:r w:rsidR="00CE4377">
        <w:t xml:space="preserve">, </w:t>
      </w:r>
    </w:p>
    <w:p w:rsidR="00CE4377" w:rsidRDefault="00CE4377" w:rsidP="0070148D">
      <w:pPr>
        <w:pStyle w:val="LITlitera"/>
      </w:pPr>
      <w:r>
        <w:t>e</w:t>
      </w:r>
      <w:proofErr w:type="gramStart"/>
      <w:r>
        <w:t>)</w:t>
      </w:r>
      <w:r>
        <w:tab/>
        <w:t>rodzaj</w:t>
      </w:r>
      <w:proofErr w:type="gramEnd"/>
      <w:r>
        <w:t xml:space="preserve"> badania technicznego, </w:t>
      </w:r>
    </w:p>
    <w:p w:rsidR="00CE4377" w:rsidRDefault="00CE4377" w:rsidP="0070148D">
      <w:pPr>
        <w:pStyle w:val="LITlitera"/>
      </w:pPr>
      <w:r>
        <w:t>f</w:t>
      </w:r>
      <w:proofErr w:type="gramStart"/>
      <w:r>
        <w:t>)</w:t>
      </w:r>
      <w:r>
        <w:tab/>
        <w:t>rodzaj</w:t>
      </w:r>
      <w:proofErr w:type="gramEnd"/>
      <w:r>
        <w:t xml:space="preserve"> dodatkowego badania technicznego, o którym mowa w art. 81 ust. 11 albo ust. 11a ustawy, </w:t>
      </w:r>
    </w:p>
    <w:p w:rsidR="00CE4377" w:rsidRDefault="00CE4377" w:rsidP="0070148D">
      <w:pPr>
        <w:pStyle w:val="LITlitera"/>
      </w:pPr>
      <w:r>
        <w:t>g</w:t>
      </w:r>
      <w:proofErr w:type="gramStart"/>
      <w:r>
        <w:t>)</w:t>
      </w:r>
      <w:r>
        <w:tab/>
        <w:t>stwierdzone</w:t>
      </w:r>
      <w:proofErr w:type="gramEnd"/>
      <w:r>
        <w:t xml:space="preserve"> w toku badania technicznego usterki, w tym oznaczenie przedmiotu i zakresu badania, oznaczenie usterki skutkującej uznaniem stanu technicznego za niezadawalający oraz wytyczne dotyczące oceny usterek, </w:t>
      </w:r>
    </w:p>
    <w:p w:rsidR="00CE4377" w:rsidRDefault="00CE4377" w:rsidP="0070148D">
      <w:pPr>
        <w:pStyle w:val="LITlitera"/>
      </w:pPr>
      <w:r>
        <w:t>h</w:t>
      </w:r>
      <w:proofErr w:type="gramStart"/>
      <w:r>
        <w:t>)</w:t>
      </w:r>
      <w:r>
        <w:tab/>
        <w:t>opis</w:t>
      </w:r>
      <w:proofErr w:type="gramEnd"/>
      <w:r>
        <w:t xml:space="preserve"> usterki, </w:t>
      </w:r>
    </w:p>
    <w:p w:rsidR="00CE4377" w:rsidRDefault="00CE4377" w:rsidP="0070148D">
      <w:pPr>
        <w:pStyle w:val="LITlitera"/>
      </w:pPr>
      <w:r>
        <w:t>i</w:t>
      </w:r>
      <w:proofErr w:type="gramStart"/>
      <w:r>
        <w:t>)</w:t>
      </w:r>
      <w:r>
        <w:tab/>
        <w:t>przyczynę</w:t>
      </w:r>
      <w:proofErr w:type="gramEnd"/>
      <w:r>
        <w:t xml:space="preserve"> przerwania wykonania badania technicznego, </w:t>
      </w:r>
    </w:p>
    <w:p w:rsidR="00CE4377" w:rsidRDefault="00CE4377" w:rsidP="0070148D">
      <w:pPr>
        <w:pStyle w:val="LITlitera"/>
      </w:pPr>
      <w:r>
        <w:t>j</w:t>
      </w:r>
      <w:proofErr w:type="gramStart"/>
      <w:r>
        <w:t>)</w:t>
      </w:r>
      <w:r>
        <w:tab/>
        <w:t>wynik</w:t>
      </w:r>
      <w:proofErr w:type="gramEnd"/>
      <w:r>
        <w:t xml:space="preserve"> badania technicznego, </w:t>
      </w:r>
    </w:p>
    <w:p w:rsidR="00CE4377" w:rsidRDefault="00CE4377" w:rsidP="0070148D">
      <w:pPr>
        <w:pStyle w:val="LITlitera"/>
      </w:pPr>
      <w:r>
        <w:t>k</w:t>
      </w:r>
      <w:proofErr w:type="gramStart"/>
      <w:r>
        <w:t>)</w:t>
      </w:r>
      <w:r>
        <w:tab/>
        <w:t>termin</w:t>
      </w:r>
      <w:proofErr w:type="gramEnd"/>
      <w:r>
        <w:t xml:space="preserve"> badania technicznego, </w:t>
      </w:r>
    </w:p>
    <w:p w:rsidR="00CE4377" w:rsidRDefault="00CE4377" w:rsidP="0070148D">
      <w:pPr>
        <w:pStyle w:val="LITlitera"/>
      </w:pPr>
      <w:r>
        <w:t>l</w:t>
      </w:r>
      <w:proofErr w:type="gramStart"/>
      <w:r>
        <w:t>)</w:t>
      </w:r>
      <w:r>
        <w:tab/>
        <w:t>oznaczenie</w:t>
      </w:r>
      <w:proofErr w:type="gramEnd"/>
      <w:r>
        <w:t xml:space="preserve"> o wpisaniu do dowodu rejestracyjnego terminu badania technicznego, </w:t>
      </w:r>
    </w:p>
    <w:p w:rsidR="00CE4377" w:rsidRDefault="0070148D" w:rsidP="0070148D">
      <w:pPr>
        <w:pStyle w:val="LITlitera"/>
      </w:pPr>
      <w:r>
        <w:t>m</w:t>
      </w:r>
      <w:proofErr w:type="gramStart"/>
      <w:r>
        <w:t>)</w:t>
      </w:r>
      <w:r>
        <w:tab/>
      </w:r>
      <w:r w:rsidR="00CE4377">
        <w:t>oznaczenie</w:t>
      </w:r>
      <w:proofErr w:type="gramEnd"/>
      <w:r w:rsidR="00CE4377">
        <w:t xml:space="preserve"> o wydaniu zaświadczenia o przeprowadzonym badaniu technicznym, </w:t>
      </w:r>
    </w:p>
    <w:p w:rsidR="00CE4377" w:rsidRDefault="0070148D" w:rsidP="0070148D">
      <w:pPr>
        <w:pStyle w:val="LITlitera"/>
      </w:pPr>
      <w:r>
        <w:t>n</w:t>
      </w:r>
      <w:proofErr w:type="gramStart"/>
      <w:r>
        <w:t>)</w:t>
      </w:r>
      <w:r>
        <w:tab/>
      </w:r>
      <w:r w:rsidR="00CE4377">
        <w:t>imię</w:t>
      </w:r>
      <w:proofErr w:type="gramEnd"/>
      <w:r w:rsidR="00CE4377">
        <w:t xml:space="preserve"> i nazwisko diagnosty oraz numer uprawnień diagnosty, który przeprowadził badanie techniczne, </w:t>
      </w:r>
    </w:p>
    <w:p w:rsidR="00CE4377" w:rsidRDefault="00CE4377" w:rsidP="0070148D">
      <w:pPr>
        <w:pStyle w:val="LITlitera"/>
      </w:pPr>
      <w:r>
        <w:lastRenderedPageBreak/>
        <w:t>o</w:t>
      </w:r>
      <w:proofErr w:type="gramStart"/>
      <w:r>
        <w:t>)</w:t>
      </w:r>
      <w:r>
        <w:tab/>
        <w:t>informację</w:t>
      </w:r>
      <w:proofErr w:type="gramEnd"/>
      <w:r>
        <w:t xml:space="preserve">, czy dane o badaniu technicznym zostały przekazane do ewidencji na podstawie art. 80bc ustawy, </w:t>
      </w:r>
    </w:p>
    <w:p w:rsidR="00CE4377" w:rsidRDefault="00CE4377" w:rsidP="0070148D">
      <w:pPr>
        <w:pStyle w:val="LITlitera"/>
      </w:pPr>
      <w:r>
        <w:t>p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70148D" w:rsidP="0070148D">
      <w:pPr>
        <w:pStyle w:val="PKTpunkt"/>
      </w:pPr>
      <w:proofErr w:type="gramStart"/>
      <w:r>
        <w:t>10)</w:t>
      </w:r>
      <w:r>
        <w:tab/>
      </w:r>
      <w:r w:rsidR="00CE4377">
        <w:t>o</w:t>
      </w:r>
      <w:proofErr w:type="gramEnd"/>
      <w:r w:rsidR="00CE4377">
        <w:t xml:space="preserve"> szkodach istotnych: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identyfikator</w:t>
      </w:r>
      <w:proofErr w:type="gramEnd"/>
      <w:r>
        <w:t xml:space="preserve"> szkody istotnej nadawany przez zakład ubezpieczeń,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kategorię</w:t>
      </w:r>
      <w:proofErr w:type="gramEnd"/>
      <w:r>
        <w:t xml:space="preserve"> szkody istotnej,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datę</w:t>
      </w:r>
      <w:proofErr w:type="gramEnd"/>
      <w:r>
        <w:t xml:space="preserve"> zdarzenia wyrządzającego szkodę istotną, </w:t>
      </w:r>
    </w:p>
    <w:p w:rsidR="00CE4377" w:rsidRDefault="00CE4377" w:rsidP="0070148D">
      <w:pPr>
        <w:pStyle w:val="LITlitera"/>
      </w:pPr>
      <w:r>
        <w:t>d</w:t>
      </w:r>
      <w:proofErr w:type="gramStart"/>
      <w:r>
        <w:t>)</w:t>
      </w:r>
      <w:r>
        <w:tab/>
        <w:t>unikalny</w:t>
      </w:r>
      <w:proofErr w:type="gramEnd"/>
      <w:r>
        <w:t xml:space="preserve"> identyfikator zakładu ubezpieczeń, </w:t>
      </w:r>
    </w:p>
    <w:p w:rsidR="00CE4377" w:rsidRDefault="00CE4377" w:rsidP="0070148D">
      <w:pPr>
        <w:pStyle w:val="LITlitera"/>
      </w:pPr>
      <w:r>
        <w:t>e</w:t>
      </w:r>
      <w:proofErr w:type="gramStart"/>
      <w:r>
        <w:t>)</w:t>
      </w:r>
      <w:r>
        <w:tab/>
        <w:t>handlową</w:t>
      </w:r>
      <w:proofErr w:type="gramEnd"/>
      <w:r>
        <w:t xml:space="preserve"> nazwę zakładu ubezpieczeń, </w:t>
      </w:r>
    </w:p>
    <w:p w:rsidR="00CE4377" w:rsidRDefault="00CE4377" w:rsidP="0070148D">
      <w:pPr>
        <w:pStyle w:val="LITlitera"/>
      </w:pPr>
      <w:r>
        <w:t>f</w:t>
      </w:r>
      <w:proofErr w:type="gramStart"/>
      <w:r>
        <w:t>)</w:t>
      </w:r>
      <w:r>
        <w:tab/>
        <w:t>pełną</w:t>
      </w:r>
      <w:proofErr w:type="gramEnd"/>
      <w:r>
        <w:t xml:space="preserve"> nazwę zakładu ubezpieczeń, </w:t>
      </w:r>
    </w:p>
    <w:p w:rsidR="00CE4377" w:rsidRDefault="00CE4377" w:rsidP="0070148D">
      <w:pPr>
        <w:pStyle w:val="LITlitera"/>
      </w:pPr>
      <w:r>
        <w:t>g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70148D" w:rsidP="0070148D">
      <w:pPr>
        <w:pStyle w:val="PKTpunkt"/>
      </w:pPr>
      <w:proofErr w:type="gramStart"/>
      <w:r>
        <w:t>11)</w:t>
      </w:r>
      <w:r>
        <w:tab/>
      </w:r>
      <w:r w:rsidR="00CE4377">
        <w:t>o</w:t>
      </w:r>
      <w:proofErr w:type="gramEnd"/>
      <w:r w:rsidR="00CE4377">
        <w:t xml:space="preserve"> nadaniu i wybiciu nowego numeru nadwozia lub podwozia: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nowy</w:t>
      </w:r>
      <w:proofErr w:type="gramEnd"/>
      <w:r>
        <w:t xml:space="preserve"> numer nadwozia lub podwozia,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rodzaj</w:t>
      </w:r>
      <w:proofErr w:type="gramEnd"/>
      <w:r>
        <w:t xml:space="preserve"> numeru nadwozia lub podwozia,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oznaczenie</w:t>
      </w:r>
      <w:proofErr w:type="gramEnd"/>
      <w:r>
        <w:t xml:space="preserve"> organu wprowadzającego dane, </w:t>
      </w:r>
    </w:p>
    <w:p w:rsidR="00CE4377" w:rsidRDefault="00CE4377" w:rsidP="0070148D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70148D" w:rsidP="0070148D">
      <w:pPr>
        <w:pStyle w:val="PKTpunkt"/>
      </w:pPr>
      <w:proofErr w:type="gramStart"/>
      <w:r>
        <w:t>12)</w:t>
      </w:r>
      <w:r>
        <w:tab/>
      </w:r>
      <w:r w:rsidR="00CE4377">
        <w:t>o</w:t>
      </w:r>
      <w:proofErr w:type="gramEnd"/>
      <w:r w:rsidR="00CE4377">
        <w:t xml:space="preserve"> kradzieży i odnalezieniu pojazdu: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datę</w:t>
      </w:r>
      <w:proofErr w:type="gramEnd"/>
      <w:r>
        <w:t xml:space="preserve"> albo przedział dat kradzieży oraz datę jej zgłoszenia,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datę</w:t>
      </w:r>
      <w:proofErr w:type="gramEnd"/>
      <w:r>
        <w:t xml:space="preserve"> odnotowania odnalezienia pojazdu albo datę odwołania poszukiwań,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jednostkę</w:t>
      </w:r>
      <w:proofErr w:type="gramEnd"/>
      <w:r>
        <w:t xml:space="preserve"> Policji wprowadzającą dane o kradzieży i odnalezieniu, </w:t>
      </w:r>
    </w:p>
    <w:p w:rsidR="00CE4377" w:rsidRDefault="00CE4377" w:rsidP="0070148D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70148D" w:rsidP="0070148D">
      <w:pPr>
        <w:pStyle w:val="PKTpunkt"/>
      </w:pPr>
      <w:proofErr w:type="gramStart"/>
      <w:r>
        <w:t>13)</w:t>
      </w:r>
      <w:r>
        <w:tab/>
      </w:r>
      <w:r w:rsidR="00CE4377">
        <w:t>o</w:t>
      </w:r>
      <w:proofErr w:type="gramEnd"/>
      <w:r w:rsidR="00CE4377">
        <w:t xml:space="preserve"> zatrzymaniu dowodu rejestracyjnego albo pozwolenia czasowego: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datę</w:t>
      </w:r>
      <w:proofErr w:type="gramEnd"/>
      <w:r>
        <w:t xml:space="preserve"> zatrzymania dokumentu,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przyczynę</w:t>
      </w:r>
      <w:proofErr w:type="gramEnd"/>
      <w:r>
        <w:t xml:space="preserve"> zatrzymania dokumentu,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datę</w:t>
      </w:r>
      <w:proofErr w:type="gramEnd"/>
      <w:r>
        <w:t xml:space="preserve"> zwrotu dokumentu, </w:t>
      </w:r>
    </w:p>
    <w:p w:rsidR="00CE4377" w:rsidRDefault="00CE4377" w:rsidP="0070148D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danych, </w:t>
      </w:r>
    </w:p>
    <w:p w:rsidR="00CE4377" w:rsidRDefault="00CE4377" w:rsidP="00F03433">
      <w:pPr>
        <w:pStyle w:val="LITlitera"/>
      </w:pPr>
      <w:r>
        <w:t>e</w:t>
      </w:r>
      <w:proofErr w:type="gramStart"/>
      <w:r>
        <w:t>)</w:t>
      </w:r>
      <w:r>
        <w:tab/>
        <w:t>oznaczenie</w:t>
      </w:r>
      <w:proofErr w:type="gramEnd"/>
      <w:r>
        <w:t xml:space="preserve"> podmiotu zatrzymującego dokument</w:t>
      </w:r>
      <w:r w:rsidR="003703FF">
        <w:t>;</w:t>
      </w:r>
    </w:p>
    <w:p w:rsidR="00CE4377" w:rsidRDefault="00CE4377" w:rsidP="0070148D">
      <w:pPr>
        <w:pStyle w:val="PKTpunkt"/>
      </w:pPr>
      <w:r>
        <w:t xml:space="preserve">14) o zatrzymaniu profesjonalnego dowodu rejestracyjnego lub blankietu profesjonalnego dowodu rejestracyjnego: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datę</w:t>
      </w:r>
      <w:proofErr w:type="gramEnd"/>
      <w:r>
        <w:t xml:space="preserve"> i godzinę zatrzymania dokumentu,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przyczynę</w:t>
      </w:r>
      <w:proofErr w:type="gramEnd"/>
      <w:r>
        <w:t xml:space="preserve"> zatrzymania dokumentu,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danych, </w:t>
      </w:r>
    </w:p>
    <w:p w:rsidR="00CE4377" w:rsidRDefault="00CE4377" w:rsidP="0070148D">
      <w:pPr>
        <w:pStyle w:val="LITlitera"/>
      </w:pPr>
      <w:r>
        <w:t>d</w:t>
      </w:r>
      <w:proofErr w:type="gramStart"/>
      <w:r>
        <w:t>)</w:t>
      </w:r>
      <w:r>
        <w:tab/>
        <w:t>oznaczenie</w:t>
      </w:r>
      <w:proofErr w:type="gramEnd"/>
      <w:r>
        <w:t xml:space="preserve"> podmiotu zatrzymującego dokument;</w:t>
      </w:r>
    </w:p>
    <w:p w:rsidR="00CE4377" w:rsidRDefault="0070148D" w:rsidP="0070148D">
      <w:pPr>
        <w:pStyle w:val="PKTpunkt"/>
      </w:pPr>
      <w:proofErr w:type="gramStart"/>
      <w:r>
        <w:t>15)</w:t>
      </w:r>
      <w:r>
        <w:tab/>
      </w:r>
      <w:r w:rsidR="00CE4377">
        <w:t>o</w:t>
      </w:r>
      <w:proofErr w:type="gramEnd"/>
      <w:r w:rsidR="00CE4377">
        <w:t xml:space="preserve"> demontażu pojazdu lub przyjęciu niekompletnego pojazdu: </w:t>
      </w:r>
    </w:p>
    <w:p w:rsidR="00CE4377" w:rsidRDefault="00CE4377" w:rsidP="0070148D">
      <w:pPr>
        <w:pStyle w:val="LITlitera"/>
      </w:pPr>
      <w:r>
        <w:lastRenderedPageBreak/>
        <w:t>a</w:t>
      </w:r>
      <w:proofErr w:type="gramStart"/>
      <w:r>
        <w:t>)</w:t>
      </w:r>
      <w:r>
        <w:tab/>
        <w:t>numer</w:t>
      </w:r>
      <w:proofErr w:type="gramEnd"/>
      <w:r>
        <w:t xml:space="preserve"> zaświadczenia, </w:t>
      </w:r>
    </w:p>
    <w:p w:rsidR="00CE4377" w:rsidRDefault="00CE4377" w:rsidP="0070148D">
      <w:pPr>
        <w:pStyle w:val="LITlitera"/>
      </w:pPr>
      <w:r>
        <w:t xml:space="preserve"> b</w:t>
      </w:r>
      <w:proofErr w:type="gramStart"/>
      <w:r>
        <w:t>)</w:t>
      </w:r>
      <w:r>
        <w:tab/>
        <w:t>datę</w:t>
      </w:r>
      <w:proofErr w:type="gramEnd"/>
      <w:r>
        <w:t xml:space="preserve"> wydania zaświadczenia,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informację</w:t>
      </w:r>
      <w:proofErr w:type="gramEnd"/>
      <w:r>
        <w:t xml:space="preserve">, czy pojazd jest kompletny, </w:t>
      </w:r>
    </w:p>
    <w:p w:rsidR="00CE4377" w:rsidRDefault="00CE4377" w:rsidP="0070148D">
      <w:pPr>
        <w:pStyle w:val="LITlitera"/>
      </w:pPr>
      <w:r>
        <w:t>d</w:t>
      </w:r>
      <w:proofErr w:type="gramStart"/>
      <w:r>
        <w:t>)</w:t>
      </w:r>
      <w:r>
        <w:tab/>
        <w:t>dane</w:t>
      </w:r>
      <w:proofErr w:type="gramEnd"/>
      <w:r>
        <w:t xml:space="preserve"> właściciela zamieszczone w zaświadczeniu, </w:t>
      </w:r>
    </w:p>
    <w:p w:rsidR="00CE4377" w:rsidRDefault="00CE4377" w:rsidP="0070148D">
      <w:pPr>
        <w:pStyle w:val="LITlitera"/>
      </w:pPr>
      <w:r>
        <w:t>e</w:t>
      </w:r>
      <w:proofErr w:type="gramStart"/>
      <w:r>
        <w:t>)</w:t>
      </w:r>
      <w:r>
        <w:tab/>
        <w:t>numer</w:t>
      </w:r>
      <w:proofErr w:type="gramEnd"/>
      <w:r>
        <w:t xml:space="preserve"> identyfikacyjny REGON przedsiębiorcy prowadzącego stację demontażu lub punkt zbierania pojazdów, jeżeli podmiot posiada, </w:t>
      </w:r>
    </w:p>
    <w:p w:rsidR="00CE4377" w:rsidRDefault="00CE4377" w:rsidP="0070148D">
      <w:pPr>
        <w:pStyle w:val="LITlitera"/>
      </w:pPr>
      <w:r>
        <w:t>f</w:t>
      </w:r>
      <w:proofErr w:type="gramStart"/>
      <w:r>
        <w:t>)</w:t>
      </w:r>
      <w:r>
        <w:tab/>
        <w:t>informację</w:t>
      </w:r>
      <w:proofErr w:type="gramEnd"/>
      <w:r>
        <w:t xml:space="preserve"> o podmiocie przekazującym zaświadczenie do organu rejestrującego, </w:t>
      </w:r>
    </w:p>
    <w:p w:rsidR="00CE4377" w:rsidRDefault="00CE4377" w:rsidP="0070148D">
      <w:pPr>
        <w:pStyle w:val="LITlitera"/>
      </w:pPr>
      <w:r>
        <w:t>g</w:t>
      </w:r>
      <w:proofErr w:type="gramStart"/>
      <w:r>
        <w:t>)</w:t>
      </w:r>
      <w:r>
        <w:tab/>
        <w:t>datę</w:t>
      </w:r>
      <w:proofErr w:type="gramEnd"/>
      <w:r>
        <w:t xml:space="preserve"> otrzymania zaświadczenia przez organ rejestrujący, </w:t>
      </w:r>
    </w:p>
    <w:p w:rsidR="00CE4377" w:rsidRDefault="00CE4377" w:rsidP="0070148D">
      <w:pPr>
        <w:pStyle w:val="LITlitera"/>
      </w:pPr>
      <w:r>
        <w:t>h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70148D" w:rsidP="0070148D">
      <w:pPr>
        <w:pStyle w:val="PKTpunkt"/>
      </w:pPr>
      <w:proofErr w:type="gramStart"/>
      <w:r>
        <w:t>16)</w:t>
      </w:r>
      <w:r>
        <w:tab/>
      </w:r>
      <w:r w:rsidR="00CE4377">
        <w:t>o</w:t>
      </w:r>
      <w:proofErr w:type="gramEnd"/>
      <w:r w:rsidR="00CE4377">
        <w:t xml:space="preserve"> stacjach demontażu lub punktach zbierania pojazdów: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firmę</w:t>
      </w:r>
      <w:proofErr w:type="gramEnd"/>
      <w:r>
        <w:t xml:space="preserve"> przedsiębiorcy oraz jego adres i siedzibę albo miejsce zamieszkania,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adres</w:t>
      </w:r>
      <w:proofErr w:type="gramEnd"/>
      <w:r>
        <w:t xml:space="preserve"> stacji demontażu lub punktu zbierania pojazdów,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numer</w:t>
      </w:r>
      <w:proofErr w:type="gramEnd"/>
      <w:r>
        <w:t xml:space="preserve"> identyfikacyjny REGON przedsiębiorcy prowadzącego stację demontażu lub punkt zbierania pojazdów, jeżeli podmiot posiada, </w:t>
      </w:r>
    </w:p>
    <w:p w:rsidR="00CE4377" w:rsidRDefault="00CE4377" w:rsidP="0070148D">
      <w:pPr>
        <w:pStyle w:val="LITlitera"/>
      </w:pPr>
      <w:r>
        <w:t>d</w:t>
      </w:r>
      <w:proofErr w:type="gramStart"/>
      <w:r>
        <w:t>)</w:t>
      </w:r>
      <w:r>
        <w:tab/>
        <w:t>numer</w:t>
      </w:r>
      <w:proofErr w:type="gramEnd"/>
      <w:r>
        <w:t xml:space="preserve"> identyfikacji podatkowej (NIP), </w:t>
      </w:r>
    </w:p>
    <w:p w:rsidR="00CE4377" w:rsidRDefault="00CE4377" w:rsidP="0070148D">
      <w:pPr>
        <w:pStyle w:val="LITlitera"/>
      </w:pPr>
      <w:r>
        <w:t>e</w:t>
      </w:r>
      <w:proofErr w:type="gramStart"/>
      <w:r>
        <w:t>)</w:t>
      </w:r>
      <w:r>
        <w:tab/>
        <w:t>indywidualny</w:t>
      </w:r>
      <w:proofErr w:type="gramEnd"/>
      <w:r>
        <w:t xml:space="preserve"> numer rejestrowy, </w:t>
      </w:r>
    </w:p>
    <w:p w:rsidR="00CE4377" w:rsidRDefault="00CE4377" w:rsidP="0070148D">
      <w:pPr>
        <w:pStyle w:val="LITlitera"/>
      </w:pPr>
      <w:r>
        <w:t>f</w:t>
      </w:r>
      <w:proofErr w:type="gramStart"/>
      <w:r>
        <w:t>)</w:t>
      </w:r>
      <w:r>
        <w:tab/>
        <w:t>datę</w:t>
      </w:r>
      <w:proofErr w:type="gramEnd"/>
      <w:r>
        <w:t xml:space="preserve"> wpisu do rejestru, </w:t>
      </w:r>
    </w:p>
    <w:p w:rsidR="00CE4377" w:rsidRDefault="00CE4377" w:rsidP="0070148D">
      <w:pPr>
        <w:pStyle w:val="LITlitera"/>
      </w:pPr>
      <w:r>
        <w:t>g</w:t>
      </w:r>
      <w:proofErr w:type="gramStart"/>
      <w:r>
        <w:t>)</w:t>
      </w:r>
      <w:r>
        <w:tab/>
        <w:t>datę</w:t>
      </w:r>
      <w:proofErr w:type="gramEnd"/>
      <w:r>
        <w:t xml:space="preserve"> i przyczynę skreślenia z rejestru, </w:t>
      </w:r>
    </w:p>
    <w:p w:rsidR="00CE4377" w:rsidRDefault="00CE4377" w:rsidP="0070148D">
      <w:pPr>
        <w:pStyle w:val="LITlitera"/>
      </w:pPr>
      <w:r>
        <w:t>h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70148D" w:rsidP="0070148D">
      <w:pPr>
        <w:pStyle w:val="PKTpunkt"/>
      </w:pPr>
      <w:proofErr w:type="gramStart"/>
      <w:r>
        <w:t>17)</w:t>
      </w:r>
      <w:r>
        <w:tab/>
      </w:r>
      <w:r w:rsidR="00CE4377">
        <w:t>o</w:t>
      </w:r>
      <w:proofErr w:type="gramEnd"/>
      <w:r w:rsidR="00CE4377">
        <w:t xml:space="preserve"> czasowym wycofaniu i ponownym dopuszczeniu do ruchu pojazdu: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datę</w:t>
      </w:r>
      <w:proofErr w:type="gramEnd"/>
      <w:r>
        <w:t xml:space="preserve"> początku i końca czasowego wycofania pojazdu z ruchu,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datę</w:t>
      </w:r>
      <w:proofErr w:type="gramEnd"/>
      <w:r>
        <w:t xml:space="preserve"> </w:t>
      </w:r>
      <w:r w:rsidR="003B1768">
        <w:t xml:space="preserve">do kiedy </w:t>
      </w:r>
      <w:r>
        <w:t>przedłuż</w:t>
      </w:r>
      <w:r w:rsidR="003B1768">
        <w:t>ono</w:t>
      </w:r>
      <w:r>
        <w:t xml:space="preserve"> czasowe wycofani</w:t>
      </w:r>
      <w:r w:rsidR="003B1768">
        <w:t>e</w:t>
      </w:r>
      <w:r>
        <w:t xml:space="preserve"> pojazdu z ruchu,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datę</w:t>
      </w:r>
      <w:proofErr w:type="gramEnd"/>
      <w:r>
        <w:t xml:space="preserve"> ponownego dopuszczenia pojazdu do ruchu, </w:t>
      </w:r>
    </w:p>
    <w:p w:rsidR="00CE4377" w:rsidRDefault="00CE4377" w:rsidP="0070148D">
      <w:pPr>
        <w:pStyle w:val="LITlitera"/>
      </w:pPr>
      <w:r>
        <w:t>d</w:t>
      </w:r>
      <w:proofErr w:type="gramStart"/>
      <w:r>
        <w:t>)</w:t>
      </w:r>
      <w:r>
        <w:tab/>
        <w:t>dodatkową</w:t>
      </w:r>
      <w:proofErr w:type="gramEnd"/>
      <w:r>
        <w:t xml:space="preserve"> informację o wycofaniu, jeżeli występuje, </w:t>
      </w:r>
    </w:p>
    <w:p w:rsidR="00CE4377" w:rsidRDefault="00CE4377" w:rsidP="0070148D">
      <w:pPr>
        <w:pStyle w:val="LITlitera"/>
      </w:pPr>
      <w:r>
        <w:t>e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70148D" w:rsidRDefault="0070148D" w:rsidP="0070148D">
      <w:pPr>
        <w:pStyle w:val="PKTpunkt"/>
      </w:pPr>
      <w:proofErr w:type="gramStart"/>
      <w:r>
        <w:t>18)</w:t>
      </w:r>
      <w:r>
        <w:tab/>
        <w:t>o</w:t>
      </w:r>
      <w:proofErr w:type="gramEnd"/>
      <w:r>
        <w:t xml:space="preserve"> wyrejestrowaniu pojazdu: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datę</w:t>
      </w:r>
      <w:proofErr w:type="gramEnd"/>
      <w:r>
        <w:t xml:space="preserve"> wyrejestrowania pojazdu,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przyczynę</w:t>
      </w:r>
      <w:proofErr w:type="gramEnd"/>
      <w:r>
        <w:t xml:space="preserve"> wyrejestrowania pojazdu,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70148D" w:rsidP="0070148D">
      <w:pPr>
        <w:pStyle w:val="PKTpunkt"/>
      </w:pPr>
      <w:proofErr w:type="gramStart"/>
      <w:r>
        <w:t>19)</w:t>
      </w:r>
      <w:r>
        <w:tab/>
      </w:r>
      <w:r w:rsidR="00CE4377">
        <w:t>o</w:t>
      </w:r>
      <w:proofErr w:type="gramEnd"/>
      <w:r w:rsidR="00CE4377">
        <w:t xml:space="preserve"> homologacji pojazdu, dopuszczeniu jednostkowym pojazdu, dopuszczeniu indywidualnym WE pojazdu albo dopuszczeniu do ruchu drogowego pojazdu z końcowej partii produkcji: </w:t>
      </w:r>
    </w:p>
    <w:p w:rsidR="00CE4377" w:rsidRDefault="0070148D" w:rsidP="0070148D">
      <w:pPr>
        <w:pStyle w:val="LITlitera"/>
      </w:pPr>
      <w:r>
        <w:lastRenderedPageBreak/>
        <w:t>a</w:t>
      </w:r>
      <w:proofErr w:type="gramStart"/>
      <w:r>
        <w:t>)</w:t>
      </w:r>
      <w:r>
        <w:tab/>
      </w:r>
      <w:r w:rsidR="00CE4377">
        <w:t>numer</w:t>
      </w:r>
      <w:proofErr w:type="gramEnd"/>
      <w:r w:rsidR="00CE4377">
        <w:t xml:space="preserve"> świadectwa homologacji typu WE pojazdu, świadectwa homologacji typu pojazdu, dopuszczenia jednostkowego pojazdu, dopuszczenia indywidualnego WE pojazdu albo dopuszczenia do ruchu drogowego pojazdu z końcowej partii produkcji,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datę</w:t>
      </w:r>
      <w:proofErr w:type="gramEnd"/>
      <w:r>
        <w:t xml:space="preserve"> wydania świadectwa homologacji typu WE pojazdu, świadectwa homologacji typu pojazdu, dopuszczenia jednostkowego pojazdu, dopuszczenia indywidualnego WE pojazdu albo dopuszczenia do ruchu drogowego pojazdu z końcowej partii produkcji,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rodzaj</w:t>
      </w:r>
      <w:proofErr w:type="gramEnd"/>
      <w:r>
        <w:t xml:space="preserve"> dokumentu, </w:t>
      </w:r>
    </w:p>
    <w:p w:rsidR="00CE4377" w:rsidRDefault="00CE4377" w:rsidP="0070148D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początku i końca okresu obowiązywania dokumentu, </w:t>
      </w:r>
    </w:p>
    <w:p w:rsidR="00CE4377" w:rsidRDefault="00CE4377" w:rsidP="0070148D">
      <w:pPr>
        <w:pStyle w:val="LITlitera"/>
      </w:pPr>
      <w:r>
        <w:t>e</w:t>
      </w:r>
      <w:proofErr w:type="gramStart"/>
      <w:r>
        <w:t>)</w:t>
      </w:r>
      <w:r>
        <w:tab/>
        <w:t>dodatkową</w:t>
      </w:r>
      <w:proofErr w:type="gramEnd"/>
      <w:r>
        <w:t xml:space="preserve"> informację o homologacji, jeżeli występuje, </w:t>
      </w:r>
    </w:p>
    <w:p w:rsidR="00CE4377" w:rsidRDefault="00CE4377" w:rsidP="0070148D">
      <w:pPr>
        <w:pStyle w:val="LITlitera"/>
      </w:pPr>
      <w:r>
        <w:t>f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70148D" w:rsidP="0070148D">
      <w:pPr>
        <w:pStyle w:val="PKTpunkt"/>
      </w:pPr>
      <w:proofErr w:type="gramStart"/>
      <w:r>
        <w:t>20)</w:t>
      </w:r>
      <w:r>
        <w:tab/>
      </w:r>
      <w:r w:rsidR="00CE4377">
        <w:t>o</w:t>
      </w:r>
      <w:proofErr w:type="gramEnd"/>
      <w:r w:rsidR="00CE4377">
        <w:t xml:space="preserve"> zakładzie ubezpieczeń, który zawarł umowę obowiązkowego ubezpieczenia odpowiedzialności cywilnej posiadacza pojazdu: </w:t>
      </w:r>
    </w:p>
    <w:p w:rsidR="00CE4377" w:rsidRDefault="00CE4377" w:rsidP="0070148D">
      <w:pPr>
        <w:pStyle w:val="LITlitera"/>
      </w:pPr>
      <w:r>
        <w:t>a</w:t>
      </w:r>
      <w:proofErr w:type="gramStart"/>
      <w:r>
        <w:t>)</w:t>
      </w:r>
      <w:r>
        <w:tab/>
        <w:t>unikalny</w:t>
      </w:r>
      <w:proofErr w:type="gramEnd"/>
      <w:r>
        <w:t xml:space="preserve"> identyfikator zakładu ubezpieczeń, </w:t>
      </w:r>
    </w:p>
    <w:p w:rsidR="00CE4377" w:rsidRDefault="00CE4377" w:rsidP="0070148D">
      <w:pPr>
        <w:pStyle w:val="LITlitera"/>
      </w:pPr>
      <w:r>
        <w:t>b</w:t>
      </w:r>
      <w:proofErr w:type="gramStart"/>
      <w:r>
        <w:t>)</w:t>
      </w:r>
      <w:r>
        <w:tab/>
        <w:t>handlową</w:t>
      </w:r>
      <w:proofErr w:type="gramEnd"/>
      <w:r>
        <w:t xml:space="preserve"> nazwę zakładu ubezpieczeń, </w:t>
      </w:r>
    </w:p>
    <w:p w:rsidR="00CE4377" w:rsidRDefault="00CE4377" w:rsidP="0070148D">
      <w:pPr>
        <w:pStyle w:val="LITlitera"/>
      </w:pPr>
      <w:r>
        <w:t>c</w:t>
      </w:r>
      <w:proofErr w:type="gramStart"/>
      <w:r>
        <w:t>)</w:t>
      </w:r>
      <w:r>
        <w:tab/>
        <w:t>pełną</w:t>
      </w:r>
      <w:proofErr w:type="gramEnd"/>
      <w:r>
        <w:t xml:space="preserve"> nazwę zakładu ubezpieczeń; </w:t>
      </w:r>
    </w:p>
    <w:p w:rsidR="00CE4377" w:rsidRDefault="0070148D" w:rsidP="0070148D">
      <w:pPr>
        <w:pStyle w:val="PKTpunkt"/>
      </w:pPr>
      <w:proofErr w:type="gramStart"/>
      <w:r>
        <w:t>21)</w:t>
      </w:r>
      <w:r>
        <w:tab/>
      </w:r>
      <w:r w:rsidR="00CE4377">
        <w:t>o</w:t>
      </w:r>
      <w:proofErr w:type="gramEnd"/>
      <w:r w:rsidR="00CE4377">
        <w:t xml:space="preserve"> umowie obowiązkowego ubezpieczenia odpowiedzialności cywilnej posiadacza pojazdu: </w:t>
      </w:r>
    </w:p>
    <w:p w:rsidR="00CE4377" w:rsidRDefault="00CE4377" w:rsidP="0045207F">
      <w:pPr>
        <w:pStyle w:val="LITlitera"/>
      </w:pPr>
      <w:r>
        <w:t>a</w:t>
      </w:r>
      <w:proofErr w:type="gramStart"/>
      <w:r>
        <w:t>)</w:t>
      </w:r>
      <w:r>
        <w:tab/>
        <w:t>cechy</w:t>
      </w:r>
      <w:proofErr w:type="gramEnd"/>
      <w:r>
        <w:t xml:space="preserve"> identyfikujące dokument potwierdzający zawarcie umowy ubezpieczenia, </w:t>
      </w:r>
    </w:p>
    <w:p w:rsidR="00CE4377" w:rsidRDefault="00CE4377" w:rsidP="0045207F">
      <w:pPr>
        <w:pStyle w:val="LITlitera"/>
      </w:pPr>
      <w:r>
        <w:t>b</w:t>
      </w:r>
      <w:proofErr w:type="gramStart"/>
      <w:r>
        <w:t>)</w:t>
      </w:r>
      <w:r>
        <w:tab/>
        <w:t>datę</w:t>
      </w:r>
      <w:proofErr w:type="gramEnd"/>
      <w:r>
        <w:t xml:space="preserve"> zawarcia umowy ubezpieczenia, </w:t>
      </w:r>
    </w:p>
    <w:p w:rsidR="00CE4377" w:rsidRDefault="00CE4377" w:rsidP="0045207F">
      <w:pPr>
        <w:pStyle w:val="LITlitera"/>
      </w:pPr>
      <w:r>
        <w:t>c</w:t>
      </w:r>
      <w:proofErr w:type="gramStart"/>
      <w:r>
        <w:t>)</w:t>
      </w:r>
      <w:r>
        <w:tab/>
        <w:t>datę</w:t>
      </w:r>
      <w:proofErr w:type="gramEnd"/>
      <w:r>
        <w:t xml:space="preserve"> początku i końca okresu ubezpieczenia, </w:t>
      </w:r>
    </w:p>
    <w:p w:rsidR="00CE4377" w:rsidRDefault="00CE4377" w:rsidP="0045207F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rozwiązania umowy ubezpieczenia przed końcem okresu ubezpieczenia określonego w umowie, </w:t>
      </w:r>
    </w:p>
    <w:p w:rsidR="00CE4377" w:rsidRDefault="00CE4377" w:rsidP="0045207F">
      <w:pPr>
        <w:pStyle w:val="LITlitera"/>
      </w:pPr>
      <w:r>
        <w:t>e</w:t>
      </w:r>
      <w:proofErr w:type="gramStart"/>
      <w:r>
        <w:t>)</w:t>
      </w:r>
      <w:r>
        <w:tab/>
        <w:t>rodzaj</w:t>
      </w:r>
      <w:proofErr w:type="gramEnd"/>
      <w:r>
        <w:t xml:space="preserve"> umowy ubezpieczenia, </w:t>
      </w:r>
    </w:p>
    <w:p w:rsidR="00CE4377" w:rsidRDefault="00CE4377" w:rsidP="0045207F">
      <w:pPr>
        <w:pStyle w:val="LITlitera"/>
      </w:pPr>
      <w:r>
        <w:t>f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danych; </w:t>
      </w:r>
    </w:p>
    <w:p w:rsidR="00CE4377" w:rsidRDefault="0045207F" w:rsidP="0045207F">
      <w:pPr>
        <w:pStyle w:val="PKTpunkt"/>
      </w:pPr>
      <w:proofErr w:type="gramStart"/>
      <w:r>
        <w:t>22)</w:t>
      </w:r>
      <w:r>
        <w:tab/>
      </w:r>
      <w:r w:rsidR="00CE4377">
        <w:t>o</w:t>
      </w:r>
      <w:proofErr w:type="gramEnd"/>
      <w:r w:rsidR="00CE4377">
        <w:t xml:space="preserve"> zabezpieczeniach ustanowionych na pojeździe, w tym o zajęciu pojazdu przez organ egzekucyjny, oraz ich zniesieniu: </w:t>
      </w:r>
    </w:p>
    <w:p w:rsidR="00CE4377" w:rsidRDefault="00CE4377" w:rsidP="0045207F">
      <w:pPr>
        <w:pStyle w:val="LITlitera"/>
      </w:pPr>
      <w:r>
        <w:t>a</w:t>
      </w:r>
      <w:proofErr w:type="gramStart"/>
      <w:r>
        <w:t>)</w:t>
      </w:r>
      <w:r>
        <w:tab/>
        <w:t>numer</w:t>
      </w:r>
      <w:proofErr w:type="gramEnd"/>
      <w:r>
        <w:t xml:space="preserve"> zawiadomienia o zabezpieczeniu, </w:t>
      </w:r>
    </w:p>
    <w:p w:rsidR="00CE4377" w:rsidRDefault="00CE4377" w:rsidP="0045207F">
      <w:pPr>
        <w:pStyle w:val="LITlitera"/>
      </w:pPr>
      <w:r>
        <w:t>b</w:t>
      </w:r>
      <w:proofErr w:type="gramStart"/>
      <w:r>
        <w:t>)</w:t>
      </w:r>
      <w:r>
        <w:tab/>
        <w:t>datę</w:t>
      </w:r>
      <w:proofErr w:type="gramEnd"/>
      <w:r>
        <w:t xml:space="preserve"> ustanowienia zabezpieczenia, </w:t>
      </w:r>
    </w:p>
    <w:p w:rsidR="00CE4377" w:rsidRDefault="0045207F" w:rsidP="0045207F">
      <w:pPr>
        <w:pStyle w:val="LITlitera"/>
      </w:pPr>
      <w:r>
        <w:t>c</w:t>
      </w:r>
      <w:proofErr w:type="gramStart"/>
      <w:r>
        <w:t>)</w:t>
      </w:r>
      <w:r w:rsidR="00CE4377">
        <w:tab/>
        <w:t>oznaczenie</w:t>
      </w:r>
      <w:proofErr w:type="gramEnd"/>
      <w:r w:rsidR="00CE4377">
        <w:t xml:space="preserve"> podmiotu, który ustanowił zabezpieczenie lub zajęcie, </w:t>
      </w:r>
    </w:p>
    <w:p w:rsidR="00CE4377" w:rsidRDefault="00CE4377" w:rsidP="0045207F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zniesienia zabezpieczenia, a także numer zawiadomienia o zniesieniu zabezpieczenia, </w:t>
      </w:r>
    </w:p>
    <w:p w:rsidR="00CE4377" w:rsidRDefault="00CE4377" w:rsidP="0045207F">
      <w:pPr>
        <w:pStyle w:val="LITlitera"/>
      </w:pPr>
      <w:proofErr w:type="gramStart"/>
      <w:r>
        <w:t>e</w:t>
      </w:r>
      <w:proofErr w:type="gramEnd"/>
      <w:r>
        <w:t xml:space="preserve">) </w:t>
      </w:r>
      <w:r>
        <w:tab/>
        <w:t xml:space="preserve">datę i godzinę wprowadzenia danych, </w:t>
      </w:r>
    </w:p>
    <w:p w:rsidR="00CE4377" w:rsidRDefault="00CE4377" w:rsidP="0045207F">
      <w:pPr>
        <w:pStyle w:val="LITlitera"/>
      </w:pPr>
      <w:r>
        <w:t>f</w:t>
      </w:r>
      <w:proofErr w:type="gramStart"/>
      <w:r>
        <w:t>)</w:t>
      </w:r>
      <w:r>
        <w:tab/>
        <w:t>dodatkową</w:t>
      </w:r>
      <w:proofErr w:type="gramEnd"/>
      <w:r>
        <w:t xml:space="preserve"> informację o zabezpieczeniach lub zajęciach, jeżeli występuje; </w:t>
      </w:r>
    </w:p>
    <w:p w:rsidR="00CE4377" w:rsidRDefault="0045207F" w:rsidP="0045207F">
      <w:pPr>
        <w:pStyle w:val="PKTpunkt"/>
      </w:pPr>
      <w:proofErr w:type="gramStart"/>
      <w:r>
        <w:lastRenderedPageBreak/>
        <w:t>23)</w:t>
      </w:r>
      <w:r>
        <w:tab/>
      </w:r>
      <w:r w:rsidR="00CE4377">
        <w:t>o</w:t>
      </w:r>
      <w:proofErr w:type="gramEnd"/>
      <w:r w:rsidR="00CE4377">
        <w:t xml:space="preserve"> pojeździe, na którym ustanowiono zastaw rejestrowy: </w:t>
      </w:r>
    </w:p>
    <w:p w:rsidR="00CE4377" w:rsidRDefault="0045207F" w:rsidP="0045207F">
      <w:pPr>
        <w:pStyle w:val="LITlitera"/>
      </w:pPr>
      <w:r>
        <w:t>a</w:t>
      </w:r>
      <w:proofErr w:type="gramStart"/>
      <w:r>
        <w:t>)</w:t>
      </w:r>
      <w:r w:rsidR="00CE4377">
        <w:tab/>
        <w:t>markę</w:t>
      </w:r>
      <w:proofErr w:type="gramEnd"/>
      <w:r w:rsidR="00CE4377">
        <w:t xml:space="preserve">, </w:t>
      </w:r>
    </w:p>
    <w:p w:rsidR="00CE4377" w:rsidRDefault="0045207F" w:rsidP="0045207F">
      <w:pPr>
        <w:pStyle w:val="LITlitera"/>
      </w:pPr>
      <w:r>
        <w:t>b</w:t>
      </w:r>
      <w:proofErr w:type="gramStart"/>
      <w:r>
        <w:t>)</w:t>
      </w:r>
      <w:r w:rsidR="00CE4377">
        <w:tab/>
        <w:t>rodzaj</w:t>
      </w:r>
      <w:proofErr w:type="gramEnd"/>
      <w:r w:rsidR="00CE4377">
        <w:t xml:space="preserve">, </w:t>
      </w:r>
    </w:p>
    <w:p w:rsidR="00CE4377" w:rsidRDefault="0045207F" w:rsidP="0045207F">
      <w:pPr>
        <w:pStyle w:val="LITlitera"/>
      </w:pPr>
      <w:r>
        <w:t>c</w:t>
      </w:r>
      <w:proofErr w:type="gramStart"/>
      <w:r>
        <w:t>)</w:t>
      </w:r>
      <w:r w:rsidR="00CE4377">
        <w:tab/>
        <w:t>numer</w:t>
      </w:r>
      <w:proofErr w:type="gramEnd"/>
      <w:r w:rsidR="00CE4377">
        <w:t xml:space="preserve"> VIN lub numer nadwozia (podwozia) lub ramy, </w:t>
      </w:r>
    </w:p>
    <w:p w:rsidR="00CE4377" w:rsidRDefault="0045207F" w:rsidP="0045207F">
      <w:pPr>
        <w:pStyle w:val="LITlitera"/>
      </w:pPr>
      <w:r>
        <w:t>d</w:t>
      </w:r>
      <w:proofErr w:type="gramStart"/>
      <w:r>
        <w:t>)</w:t>
      </w:r>
      <w:r w:rsidR="00CE4377">
        <w:tab/>
        <w:t>numer</w:t>
      </w:r>
      <w:proofErr w:type="gramEnd"/>
      <w:r w:rsidR="00CE4377">
        <w:t xml:space="preserve"> rejestracyjny, </w:t>
      </w:r>
    </w:p>
    <w:p w:rsidR="00CE4377" w:rsidRDefault="0045207F" w:rsidP="0045207F">
      <w:pPr>
        <w:pStyle w:val="LITlitera"/>
      </w:pPr>
      <w:r>
        <w:t>e</w:t>
      </w:r>
      <w:proofErr w:type="gramStart"/>
      <w:r>
        <w:t>)</w:t>
      </w:r>
      <w:r w:rsidR="00CE4377">
        <w:tab/>
        <w:t>rok</w:t>
      </w:r>
      <w:proofErr w:type="gramEnd"/>
      <w:r w:rsidR="00CE4377">
        <w:t xml:space="preserve"> produkcji, </w:t>
      </w:r>
    </w:p>
    <w:p w:rsidR="00CE4377" w:rsidRDefault="0045207F" w:rsidP="0045207F">
      <w:pPr>
        <w:pStyle w:val="LITlitera"/>
      </w:pPr>
      <w:r>
        <w:t>f</w:t>
      </w:r>
      <w:proofErr w:type="gramStart"/>
      <w:r>
        <w:t>)</w:t>
      </w:r>
      <w:r w:rsidR="00CE4377">
        <w:tab/>
        <w:t>datę</w:t>
      </w:r>
      <w:proofErr w:type="gramEnd"/>
      <w:r w:rsidR="00CE4377">
        <w:t xml:space="preserve"> i godzinę wprowadzenia danych;</w:t>
      </w:r>
    </w:p>
    <w:p w:rsidR="00CE4377" w:rsidRDefault="0045207F" w:rsidP="0045207F">
      <w:pPr>
        <w:pStyle w:val="PKTpunkt"/>
      </w:pPr>
      <w:proofErr w:type="gramStart"/>
      <w:r>
        <w:t>24)</w:t>
      </w:r>
      <w:r>
        <w:tab/>
      </w:r>
      <w:r w:rsidR="00CE4377">
        <w:t>o</w:t>
      </w:r>
      <w:proofErr w:type="gramEnd"/>
      <w:r w:rsidR="00CE4377">
        <w:t xml:space="preserve"> pojazdach używanych w ruchu drogowym z wykorzystaniem profesjonalnych dowodów rejestracyjnych, zamieszczonych w wykazie pojazdów używanych w ruchu drogowym prowadzonym przez podmiot uprawniony, o którym mowa w art. 80s ust. 2 ustawy:</w:t>
      </w:r>
    </w:p>
    <w:p w:rsidR="00CE4377" w:rsidRDefault="00CE4377" w:rsidP="00CF7B0F">
      <w:pPr>
        <w:pStyle w:val="LITlitera"/>
      </w:pPr>
      <w:r>
        <w:t>a</w:t>
      </w:r>
      <w:proofErr w:type="gramStart"/>
      <w:r>
        <w:t>)</w:t>
      </w:r>
      <w:r>
        <w:tab/>
        <w:t>markę</w:t>
      </w:r>
      <w:proofErr w:type="gramEnd"/>
      <w:r>
        <w:t xml:space="preserve">, </w:t>
      </w:r>
    </w:p>
    <w:p w:rsidR="00CE4377" w:rsidRDefault="00CE4377" w:rsidP="00CF7B0F">
      <w:pPr>
        <w:pStyle w:val="LITlitera"/>
      </w:pPr>
      <w:r>
        <w:t>b</w:t>
      </w:r>
      <w:proofErr w:type="gramStart"/>
      <w:r>
        <w:t>)</w:t>
      </w:r>
      <w:r>
        <w:tab/>
        <w:t>rodzaj</w:t>
      </w:r>
      <w:proofErr w:type="gramEnd"/>
      <w:r>
        <w:t>, jeżeli dotyczy,</w:t>
      </w:r>
    </w:p>
    <w:p w:rsidR="00CE4377" w:rsidRDefault="00CF7B0F" w:rsidP="00CF7B0F">
      <w:pPr>
        <w:pStyle w:val="LITlitera"/>
      </w:pPr>
      <w:r>
        <w:t>c</w:t>
      </w:r>
      <w:proofErr w:type="gramStart"/>
      <w:r>
        <w:t>)</w:t>
      </w:r>
      <w:r w:rsidR="00CE4377">
        <w:tab/>
        <w:t>typ</w:t>
      </w:r>
      <w:proofErr w:type="gramEnd"/>
      <w:r w:rsidR="00CE4377">
        <w:t xml:space="preserve">, jeżeli dotyczy, </w:t>
      </w:r>
    </w:p>
    <w:p w:rsidR="00CE4377" w:rsidRDefault="00CE4377" w:rsidP="00CF7B0F">
      <w:pPr>
        <w:pStyle w:val="LITlitera"/>
      </w:pPr>
      <w:r>
        <w:t>d</w:t>
      </w:r>
      <w:proofErr w:type="gramStart"/>
      <w:r>
        <w:t>)</w:t>
      </w:r>
      <w:r>
        <w:tab/>
        <w:t>model</w:t>
      </w:r>
      <w:proofErr w:type="gramEnd"/>
      <w:r>
        <w:t xml:space="preserve">, </w:t>
      </w:r>
    </w:p>
    <w:p w:rsidR="00CE4377" w:rsidRDefault="00CE4377" w:rsidP="00CF7B0F">
      <w:pPr>
        <w:pStyle w:val="LITlitera"/>
      </w:pPr>
      <w:r>
        <w:t>e</w:t>
      </w:r>
      <w:proofErr w:type="gramStart"/>
      <w:r>
        <w:t>)</w:t>
      </w:r>
      <w:r>
        <w:tab/>
        <w:t>numer</w:t>
      </w:r>
      <w:proofErr w:type="gramEnd"/>
      <w:r>
        <w:t xml:space="preserve"> VIN albo numer nadwozia, podwozia lub ramy, </w:t>
      </w:r>
    </w:p>
    <w:p w:rsidR="00CE4377" w:rsidRDefault="00CE4377" w:rsidP="00CF7B0F">
      <w:pPr>
        <w:pStyle w:val="LITlitera"/>
      </w:pPr>
      <w:r>
        <w:t>f</w:t>
      </w:r>
      <w:proofErr w:type="gramStart"/>
      <w:r>
        <w:t>)</w:t>
      </w:r>
      <w:r>
        <w:tab/>
        <w:t>maksymalną</w:t>
      </w:r>
      <w:proofErr w:type="gramEnd"/>
      <w:r>
        <w:t xml:space="preserve"> masę całkowitą pojazdu, wyłączając motocykle i motorowery, </w:t>
      </w:r>
    </w:p>
    <w:p w:rsidR="00CE4377" w:rsidRDefault="00CE4377" w:rsidP="00CF7B0F">
      <w:pPr>
        <w:pStyle w:val="LITlitera"/>
      </w:pPr>
      <w:r>
        <w:t>g</w:t>
      </w:r>
      <w:proofErr w:type="gramStart"/>
      <w:r>
        <w:t>)</w:t>
      </w:r>
      <w:r>
        <w:tab/>
        <w:t>dopuszczalną</w:t>
      </w:r>
      <w:proofErr w:type="gramEnd"/>
      <w:r>
        <w:t xml:space="preserve"> masę całkowitą, </w:t>
      </w:r>
    </w:p>
    <w:p w:rsidR="00CE4377" w:rsidRDefault="00CF7B0F" w:rsidP="00CF7B0F">
      <w:pPr>
        <w:pStyle w:val="LITlitera"/>
      </w:pPr>
      <w:r>
        <w:t>h</w:t>
      </w:r>
      <w:proofErr w:type="gramStart"/>
      <w:r>
        <w:t>)</w:t>
      </w:r>
      <w:r w:rsidR="00CE4377">
        <w:tab/>
        <w:t>dopuszczalną</w:t>
      </w:r>
      <w:proofErr w:type="gramEnd"/>
      <w:r w:rsidR="00CE4377">
        <w:t xml:space="preserve"> masę całkowitą zespołu pojazdów, </w:t>
      </w:r>
    </w:p>
    <w:p w:rsidR="00CE4377" w:rsidRDefault="00CE4377" w:rsidP="00CF7B0F">
      <w:pPr>
        <w:pStyle w:val="LITlitera"/>
      </w:pPr>
      <w:r>
        <w:t>i</w:t>
      </w:r>
      <w:proofErr w:type="gramStart"/>
      <w:r>
        <w:t>)</w:t>
      </w:r>
      <w:r>
        <w:tab/>
        <w:t>masę</w:t>
      </w:r>
      <w:proofErr w:type="gramEnd"/>
      <w:r>
        <w:t xml:space="preserve"> własną, </w:t>
      </w:r>
    </w:p>
    <w:p w:rsidR="00CE4377" w:rsidRDefault="00CE4377" w:rsidP="00CF7B0F">
      <w:pPr>
        <w:pStyle w:val="LITlitera"/>
      </w:pPr>
      <w:r>
        <w:t>j</w:t>
      </w:r>
      <w:proofErr w:type="gramStart"/>
      <w:r>
        <w:t>)</w:t>
      </w:r>
      <w:r>
        <w:tab/>
        <w:t>liczbę</w:t>
      </w:r>
      <w:proofErr w:type="gramEnd"/>
      <w:r>
        <w:t xml:space="preserve"> osi, </w:t>
      </w:r>
    </w:p>
    <w:p w:rsidR="00CE4377" w:rsidRDefault="00CE4377" w:rsidP="00CF7B0F">
      <w:pPr>
        <w:pStyle w:val="LITlitera"/>
      </w:pPr>
      <w:r>
        <w:t>k</w:t>
      </w:r>
      <w:proofErr w:type="gramStart"/>
      <w:r>
        <w:t>)</w:t>
      </w:r>
      <w:r>
        <w:tab/>
        <w:t>pojemność</w:t>
      </w:r>
      <w:proofErr w:type="gramEnd"/>
      <w:r>
        <w:t xml:space="preserve"> skokową silnika, </w:t>
      </w:r>
    </w:p>
    <w:p w:rsidR="00CE4377" w:rsidRDefault="00CE4377" w:rsidP="00CF7B0F">
      <w:pPr>
        <w:pStyle w:val="LITlitera"/>
      </w:pPr>
      <w:r>
        <w:t>l</w:t>
      </w:r>
      <w:proofErr w:type="gramStart"/>
      <w:r>
        <w:t>)</w:t>
      </w:r>
      <w:r>
        <w:tab/>
        <w:t>maksymalną</w:t>
      </w:r>
      <w:proofErr w:type="gramEnd"/>
      <w:r>
        <w:t xml:space="preserve"> moc netto silnika, </w:t>
      </w:r>
    </w:p>
    <w:p w:rsidR="00CE4377" w:rsidRDefault="00CE4377" w:rsidP="00CF7B0F">
      <w:pPr>
        <w:pStyle w:val="LITlitera"/>
      </w:pPr>
      <w:r>
        <w:t>m</w:t>
      </w:r>
      <w:proofErr w:type="gramStart"/>
      <w:r>
        <w:t>)</w:t>
      </w:r>
      <w:r>
        <w:tab/>
        <w:t>rodzaj</w:t>
      </w:r>
      <w:proofErr w:type="gramEnd"/>
      <w:r>
        <w:t xml:space="preserve"> paliwa, </w:t>
      </w:r>
    </w:p>
    <w:p w:rsidR="00CE4377" w:rsidRDefault="00CE4377" w:rsidP="00CF7B0F">
      <w:pPr>
        <w:pStyle w:val="LITlitera"/>
      </w:pPr>
      <w:r>
        <w:t>n</w:t>
      </w:r>
      <w:proofErr w:type="gramStart"/>
      <w:r>
        <w:t>)</w:t>
      </w:r>
      <w:r>
        <w:tab/>
        <w:t>liczbę</w:t>
      </w:r>
      <w:proofErr w:type="gramEnd"/>
      <w:r>
        <w:t xml:space="preserve"> miejsc siedzących, </w:t>
      </w:r>
    </w:p>
    <w:p w:rsidR="00CE4377" w:rsidRDefault="00CE4377" w:rsidP="00CF7B0F">
      <w:pPr>
        <w:pStyle w:val="LITlitera"/>
      </w:pPr>
      <w:r>
        <w:t>o</w:t>
      </w:r>
      <w:proofErr w:type="gramStart"/>
      <w:r>
        <w:t>)</w:t>
      </w:r>
      <w:r>
        <w:tab/>
        <w:t>liczbę</w:t>
      </w:r>
      <w:proofErr w:type="gramEnd"/>
      <w:r>
        <w:t xml:space="preserve"> miejsc stojących, </w:t>
      </w:r>
    </w:p>
    <w:p w:rsidR="00CE4377" w:rsidRDefault="00CE4377" w:rsidP="00CF7B0F">
      <w:pPr>
        <w:pStyle w:val="LITlitera"/>
      </w:pPr>
      <w:r>
        <w:t>p</w:t>
      </w:r>
      <w:proofErr w:type="gramStart"/>
      <w:r>
        <w:t>)</w:t>
      </w:r>
      <w:r>
        <w:tab/>
        <w:t>oznaczenie</w:t>
      </w:r>
      <w:proofErr w:type="gramEnd"/>
      <w:r>
        <w:t xml:space="preserve"> podmiotu wprowadzającego dane, </w:t>
      </w:r>
    </w:p>
    <w:p w:rsidR="00CE4377" w:rsidRDefault="0053239C" w:rsidP="00CF7B0F">
      <w:pPr>
        <w:pStyle w:val="LITlitera"/>
      </w:pPr>
      <w:r>
        <w:t>q</w:t>
      </w:r>
      <w:proofErr w:type="gramStart"/>
      <w:r w:rsidR="00CE4377">
        <w:t>)</w:t>
      </w:r>
      <w:r w:rsidR="00CE4377">
        <w:tab/>
        <w:t>datę</w:t>
      </w:r>
      <w:proofErr w:type="gramEnd"/>
      <w:r w:rsidR="00CE4377">
        <w:t xml:space="preserve"> i godzinę wprowadzenia danych; </w:t>
      </w:r>
    </w:p>
    <w:p w:rsidR="00CE4377" w:rsidRDefault="00CF7B0F" w:rsidP="00CF7B0F">
      <w:pPr>
        <w:pStyle w:val="PKTpunkt"/>
      </w:pPr>
      <w:proofErr w:type="gramStart"/>
      <w:r>
        <w:t>25)</w:t>
      </w:r>
      <w:r>
        <w:tab/>
      </w:r>
      <w:r w:rsidR="00CE4377">
        <w:t>o</w:t>
      </w:r>
      <w:proofErr w:type="gramEnd"/>
      <w:r w:rsidR="00CE4377">
        <w:t xml:space="preserve"> profesjonalnych dowodach rejestracyjnych, zamieszczone w wykazie pojazdów używanych w ruchu drogowym prowadzonym przez podmiot uprawniony, o którym mowa w art. 80s ust. 2 ustawy: </w:t>
      </w:r>
    </w:p>
    <w:p w:rsidR="00CE4377" w:rsidRDefault="00CE4377" w:rsidP="00CF7B0F">
      <w:pPr>
        <w:pStyle w:val="LITlitera"/>
      </w:pPr>
      <w:r>
        <w:t>a</w:t>
      </w:r>
      <w:proofErr w:type="gramStart"/>
      <w:r>
        <w:t>)</w:t>
      </w:r>
      <w:r>
        <w:tab/>
        <w:t>serię</w:t>
      </w:r>
      <w:proofErr w:type="gramEnd"/>
      <w:r>
        <w:t xml:space="preserve"> i numer blankietu profesjonalnego dowodu rejestracyjnego, </w:t>
      </w:r>
    </w:p>
    <w:p w:rsidR="00CE4377" w:rsidRDefault="00CE4377" w:rsidP="00CF7B0F">
      <w:pPr>
        <w:pStyle w:val="LITlitera"/>
      </w:pPr>
      <w:r>
        <w:t>b</w:t>
      </w:r>
      <w:proofErr w:type="gramStart"/>
      <w:r>
        <w:t>)</w:t>
      </w:r>
      <w:r>
        <w:tab/>
        <w:t>okres</w:t>
      </w:r>
      <w:proofErr w:type="gramEnd"/>
      <w:r>
        <w:t xml:space="preserve"> ważności profesjonalnego dowodu rejestracyjnego,</w:t>
      </w:r>
    </w:p>
    <w:p w:rsidR="00CE4377" w:rsidRDefault="00CE4377" w:rsidP="00CF7B0F">
      <w:pPr>
        <w:pStyle w:val="LITlitera"/>
      </w:pPr>
      <w:r>
        <w:t>c</w:t>
      </w:r>
      <w:proofErr w:type="gramStart"/>
      <w:r>
        <w:t>)</w:t>
      </w:r>
      <w:r>
        <w:tab/>
        <w:t>datę</w:t>
      </w:r>
      <w:proofErr w:type="gramEnd"/>
      <w:r>
        <w:t xml:space="preserve"> i godzinę wypełnienia profesjonalnego dowodu rejestracyjnego, </w:t>
      </w:r>
    </w:p>
    <w:p w:rsidR="00CE4377" w:rsidRDefault="00CE4377" w:rsidP="00CF7B0F">
      <w:pPr>
        <w:pStyle w:val="LITlitera"/>
      </w:pPr>
      <w:r>
        <w:t>d</w:t>
      </w:r>
      <w:proofErr w:type="gramStart"/>
      <w:r>
        <w:t>)</w:t>
      </w:r>
      <w:r>
        <w:tab/>
        <w:t>datę</w:t>
      </w:r>
      <w:proofErr w:type="gramEnd"/>
      <w:r>
        <w:t xml:space="preserve"> i godzinę rozpoczęcia i zakończenia jazdy testowej, </w:t>
      </w:r>
    </w:p>
    <w:p w:rsidR="00CE4377" w:rsidRDefault="00CE4377" w:rsidP="00CF7B0F">
      <w:pPr>
        <w:pStyle w:val="LITlitera"/>
      </w:pPr>
      <w:r>
        <w:lastRenderedPageBreak/>
        <w:t>e</w:t>
      </w:r>
      <w:proofErr w:type="gramStart"/>
      <w:r>
        <w:t>)</w:t>
      </w:r>
      <w:r>
        <w:tab/>
      </w:r>
      <w:r w:rsidRPr="00221059">
        <w:t>datę</w:t>
      </w:r>
      <w:proofErr w:type="gramEnd"/>
      <w:r w:rsidRPr="00221059">
        <w:t xml:space="preserve"> i godzinę zakończenia ważności profesjonalnego dowodu rejestracyjnego, w przypadku gdy ostatecznie zakończono używanie pojazdu w ruchu drogowym </w:t>
      </w:r>
      <w:r w:rsidR="00CC598B" w:rsidRPr="00221059">
        <w:t xml:space="preserve">w ramach profesjonalnej rejestracji </w:t>
      </w:r>
      <w:r w:rsidRPr="00221059">
        <w:t>przed upływem okresu ważności profesjonalnego dowodu rejestracyjnego,</w:t>
      </w:r>
    </w:p>
    <w:p w:rsidR="00CE4377" w:rsidRDefault="00CE4377" w:rsidP="00CF7B0F">
      <w:pPr>
        <w:pStyle w:val="LITlitera"/>
      </w:pPr>
      <w:r>
        <w:t>f</w:t>
      </w:r>
      <w:proofErr w:type="gramStart"/>
      <w:r>
        <w:t>)</w:t>
      </w:r>
      <w:r>
        <w:tab/>
        <w:t>oznaczenie</w:t>
      </w:r>
      <w:proofErr w:type="gramEnd"/>
      <w:r>
        <w:t xml:space="preserve"> podmiotu wprowadzającego dane, </w:t>
      </w:r>
    </w:p>
    <w:p w:rsidR="00A1355C" w:rsidRDefault="00CE4377" w:rsidP="00CF7B0F">
      <w:pPr>
        <w:pStyle w:val="LITlitera"/>
      </w:pPr>
      <w:r>
        <w:t>g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</w:t>
      </w:r>
      <w:r w:rsidR="00A1355C">
        <w:t>;</w:t>
      </w:r>
    </w:p>
    <w:p w:rsidR="00A1355C" w:rsidRDefault="000A2605" w:rsidP="000A2605">
      <w:pPr>
        <w:pStyle w:val="PKTpunkt"/>
      </w:pPr>
      <w:proofErr w:type="gramStart"/>
      <w:r>
        <w:t>26)</w:t>
      </w:r>
      <w:r>
        <w:tab/>
      </w:r>
      <w:r w:rsidR="00A1355C">
        <w:t>o</w:t>
      </w:r>
      <w:proofErr w:type="gramEnd"/>
      <w:r w:rsidR="00A1355C">
        <w:t xml:space="preserve"> wymianie drogomierza:</w:t>
      </w:r>
    </w:p>
    <w:p w:rsidR="00A1355C" w:rsidRDefault="000A2605" w:rsidP="000A2605">
      <w:pPr>
        <w:pStyle w:val="LITlitera"/>
      </w:pPr>
      <w:r>
        <w:t>a</w:t>
      </w:r>
      <w:proofErr w:type="gramStart"/>
      <w:r>
        <w:t>)</w:t>
      </w:r>
      <w:r>
        <w:tab/>
      </w:r>
      <w:r w:rsidR="00A1355C">
        <w:t>datę</w:t>
      </w:r>
      <w:proofErr w:type="gramEnd"/>
      <w:r w:rsidR="00A1355C">
        <w:t xml:space="preserve"> </w:t>
      </w:r>
      <w:r w:rsidR="00FF689D">
        <w:t xml:space="preserve">i </w:t>
      </w:r>
      <w:r w:rsidR="00166A89">
        <w:t>przyczynę</w:t>
      </w:r>
      <w:r w:rsidR="00FF689D">
        <w:t xml:space="preserve"> </w:t>
      </w:r>
      <w:r w:rsidR="00A1355C">
        <w:t>wymiany drogomierza</w:t>
      </w:r>
      <w:r w:rsidR="00C86518">
        <w:t>,</w:t>
      </w:r>
    </w:p>
    <w:p w:rsidR="00166A89" w:rsidRDefault="000A2605" w:rsidP="000A2605">
      <w:pPr>
        <w:pStyle w:val="LITlitera"/>
      </w:pPr>
      <w:r>
        <w:t>b</w:t>
      </w:r>
      <w:proofErr w:type="gramStart"/>
      <w:r>
        <w:t>)</w:t>
      </w:r>
      <w:r>
        <w:tab/>
      </w:r>
      <w:r w:rsidR="00166A89">
        <w:t>datę</w:t>
      </w:r>
      <w:proofErr w:type="gramEnd"/>
      <w:r w:rsidR="00166A89">
        <w:t xml:space="preserve"> dokonania odczytu wskazania drogomierza</w:t>
      </w:r>
      <w:r w:rsidR="00C86518">
        <w:t xml:space="preserve"> po wymianie,</w:t>
      </w:r>
    </w:p>
    <w:p w:rsidR="00FF689D" w:rsidRDefault="000A2605" w:rsidP="000A2605">
      <w:pPr>
        <w:pStyle w:val="LITlitera"/>
      </w:pPr>
      <w:r>
        <w:t>c</w:t>
      </w:r>
      <w:proofErr w:type="gramStart"/>
      <w:r>
        <w:t>)</w:t>
      </w:r>
      <w:r>
        <w:tab/>
      </w:r>
      <w:r w:rsidR="00C86518">
        <w:t>wartość</w:t>
      </w:r>
      <w:proofErr w:type="gramEnd"/>
      <w:r w:rsidR="00C86518">
        <w:t xml:space="preserve"> </w:t>
      </w:r>
      <w:r w:rsidR="00FF689D">
        <w:t>odczyt</w:t>
      </w:r>
      <w:r w:rsidR="00C86518">
        <w:t>u</w:t>
      </w:r>
      <w:r w:rsidR="00FF689D">
        <w:t xml:space="preserve"> </w:t>
      </w:r>
      <w:r w:rsidR="00BC067C">
        <w:t xml:space="preserve">wskazania </w:t>
      </w:r>
      <w:r w:rsidR="00166A89">
        <w:t>drogomierza</w:t>
      </w:r>
      <w:r w:rsidR="00FF689D">
        <w:t xml:space="preserve"> pojazdu wraz z jednostką miary</w:t>
      </w:r>
      <w:r w:rsidR="003703FF">
        <w:t>,</w:t>
      </w:r>
      <w:r w:rsidR="00280AEE" w:rsidRPr="00280AEE">
        <w:t xml:space="preserve"> </w:t>
      </w:r>
      <w:r w:rsidR="00280AEE">
        <w:t>a w przypadku braku możliwości odczytu rodzaj stwierdzonej nieprawidłowości</w:t>
      </w:r>
      <w:r w:rsidR="004D1874">
        <w:t>,</w:t>
      </w:r>
      <w:r w:rsidR="00FF689D">
        <w:t xml:space="preserve"> </w:t>
      </w:r>
    </w:p>
    <w:p w:rsidR="00166A89" w:rsidRDefault="000A2605" w:rsidP="000A2605">
      <w:pPr>
        <w:pStyle w:val="LITlitera"/>
      </w:pPr>
      <w:r>
        <w:t>d</w:t>
      </w:r>
      <w:proofErr w:type="gramStart"/>
      <w:r>
        <w:t>)</w:t>
      </w:r>
      <w:r>
        <w:tab/>
      </w:r>
      <w:r w:rsidR="00B67FC8">
        <w:t>wynik</w:t>
      </w:r>
      <w:proofErr w:type="gramEnd"/>
      <w:r w:rsidR="00B67FC8">
        <w:t xml:space="preserve"> odczytu </w:t>
      </w:r>
      <w:r w:rsidR="00824BEE">
        <w:t xml:space="preserve">wskazania drogomierza, </w:t>
      </w:r>
    </w:p>
    <w:p w:rsidR="00166A89" w:rsidRDefault="000A2605" w:rsidP="000A2605">
      <w:pPr>
        <w:pStyle w:val="LITlitera"/>
      </w:pPr>
      <w:r>
        <w:t>e</w:t>
      </w:r>
      <w:proofErr w:type="gramStart"/>
      <w:r>
        <w:t>)</w:t>
      </w:r>
      <w:r>
        <w:tab/>
      </w:r>
      <w:r w:rsidR="00166A89">
        <w:t>imię</w:t>
      </w:r>
      <w:proofErr w:type="gramEnd"/>
      <w:r w:rsidR="00166A89">
        <w:t xml:space="preserve"> i nazwisko diagnosty oraz numer uprawnień diagnosty, który dokonał odczytu wskazania drogomierza</w:t>
      </w:r>
      <w:r w:rsidR="00BE0F7D">
        <w:t>,</w:t>
      </w:r>
    </w:p>
    <w:p w:rsidR="00166A89" w:rsidRDefault="000A2605" w:rsidP="000A2605">
      <w:pPr>
        <w:pStyle w:val="LITlitera"/>
      </w:pPr>
      <w:r>
        <w:t>f</w:t>
      </w:r>
      <w:proofErr w:type="gramStart"/>
      <w:r>
        <w:t>)</w:t>
      </w:r>
      <w:r>
        <w:tab/>
      </w:r>
      <w:r w:rsidR="00166A89">
        <w:t>informację</w:t>
      </w:r>
      <w:proofErr w:type="gramEnd"/>
      <w:r w:rsidR="00166A89">
        <w:t>, czy dane o wymianie drogomierza zostały przekazane do ewidencji na podstawie art. 80bc ustawy,</w:t>
      </w:r>
    </w:p>
    <w:p w:rsidR="00166A89" w:rsidRDefault="000A2605" w:rsidP="000A2605">
      <w:pPr>
        <w:pStyle w:val="LITlitera"/>
      </w:pPr>
      <w:r>
        <w:t>g</w:t>
      </w:r>
      <w:proofErr w:type="gramStart"/>
      <w:r>
        <w:t>)</w:t>
      </w:r>
      <w:r>
        <w:tab/>
      </w:r>
      <w:r w:rsidR="00166A89">
        <w:t>datę</w:t>
      </w:r>
      <w:proofErr w:type="gramEnd"/>
      <w:r w:rsidR="00166A89">
        <w:t xml:space="preserve"> i godzinę wprowadzenia danych</w:t>
      </w:r>
      <w:r>
        <w:t>,</w:t>
      </w:r>
    </w:p>
    <w:p w:rsidR="000A2605" w:rsidRPr="003B4C72" w:rsidRDefault="000A2605" w:rsidP="003B4C72">
      <w:pPr>
        <w:pStyle w:val="LITlitera"/>
        <w:rPr>
          <w:rStyle w:val="Kkursywa"/>
          <w:i w:val="0"/>
        </w:rPr>
      </w:pPr>
      <w:r w:rsidRPr="003B4C72">
        <w:t>h</w:t>
      </w:r>
      <w:proofErr w:type="gramStart"/>
      <w:r w:rsidRPr="003B4C72">
        <w:t>)</w:t>
      </w:r>
      <w:r w:rsidRPr="003B4C72">
        <w:tab/>
      </w:r>
      <w:r w:rsidRPr="003B4C72">
        <w:rPr>
          <w:rStyle w:val="Kkursywa"/>
          <w:i w:val="0"/>
        </w:rPr>
        <w:t>numer</w:t>
      </w:r>
      <w:proofErr w:type="gramEnd"/>
      <w:r w:rsidRPr="003B4C72">
        <w:rPr>
          <w:rStyle w:val="Kkursywa"/>
          <w:i w:val="0"/>
        </w:rPr>
        <w:t xml:space="preserve"> </w:t>
      </w:r>
      <w:r w:rsidR="004B6267" w:rsidRPr="003B4C72">
        <w:t>dokumentu</w:t>
      </w:r>
      <w:r w:rsidR="004B6267" w:rsidRPr="003B4C72">
        <w:rPr>
          <w:rStyle w:val="Kkursywa"/>
          <w:i w:val="0"/>
        </w:rPr>
        <w:t xml:space="preserve"> potwierdzającego dokonanie odczytu</w:t>
      </w:r>
      <w:r w:rsidRPr="003B4C72">
        <w:rPr>
          <w:rStyle w:val="Kkursywa"/>
          <w:i w:val="0"/>
        </w:rPr>
        <w:t xml:space="preserve"> wskazania drogomierza,</w:t>
      </w:r>
    </w:p>
    <w:p w:rsidR="000A2605" w:rsidRPr="003B4C72" w:rsidRDefault="000A2605" w:rsidP="003B4C72">
      <w:pPr>
        <w:pStyle w:val="LITlitera"/>
        <w:rPr>
          <w:rStyle w:val="Kkursywa"/>
          <w:i w:val="0"/>
        </w:rPr>
      </w:pPr>
      <w:r w:rsidRPr="003B4C72">
        <w:rPr>
          <w:rStyle w:val="Kkursywa"/>
          <w:i w:val="0"/>
        </w:rPr>
        <w:t>i</w:t>
      </w:r>
      <w:proofErr w:type="gramStart"/>
      <w:r w:rsidRPr="003B4C72">
        <w:rPr>
          <w:rStyle w:val="Kkursywa"/>
          <w:i w:val="0"/>
        </w:rPr>
        <w:t>)</w:t>
      </w:r>
      <w:r w:rsidRPr="003B4C72">
        <w:rPr>
          <w:rStyle w:val="Kkursywa"/>
          <w:i w:val="0"/>
        </w:rPr>
        <w:tab/>
        <w:t>kod</w:t>
      </w:r>
      <w:proofErr w:type="gramEnd"/>
      <w:r w:rsidRPr="003B4C72">
        <w:rPr>
          <w:rStyle w:val="Kkursywa"/>
          <w:i w:val="0"/>
        </w:rPr>
        <w:t xml:space="preserve"> rozpoznawczy stacji kontroli pojazdów,</w:t>
      </w:r>
    </w:p>
    <w:p w:rsidR="000A2605" w:rsidRPr="003B4C72" w:rsidRDefault="000A2605" w:rsidP="003B4C72">
      <w:pPr>
        <w:pStyle w:val="LITlitera"/>
        <w:rPr>
          <w:rStyle w:val="Kkursywa"/>
          <w:i w:val="0"/>
        </w:rPr>
      </w:pPr>
      <w:r w:rsidRPr="003B4C72">
        <w:rPr>
          <w:rStyle w:val="Kkursywa"/>
          <w:i w:val="0"/>
        </w:rPr>
        <w:t>j</w:t>
      </w:r>
      <w:proofErr w:type="gramStart"/>
      <w:r w:rsidRPr="003B4C72">
        <w:rPr>
          <w:rStyle w:val="Kkursywa"/>
          <w:i w:val="0"/>
        </w:rPr>
        <w:t>)</w:t>
      </w:r>
      <w:r w:rsidRPr="003B4C72">
        <w:rPr>
          <w:rStyle w:val="Kkursywa"/>
          <w:i w:val="0"/>
        </w:rPr>
        <w:tab/>
      </w:r>
      <w:r w:rsidR="00F645A1" w:rsidRPr="003B4C72">
        <w:rPr>
          <w:rStyle w:val="Kkursywa"/>
          <w:i w:val="0"/>
        </w:rPr>
        <w:t>oznaczenie</w:t>
      </w:r>
      <w:proofErr w:type="gramEnd"/>
      <w:r w:rsidR="00F645A1" w:rsidRPr="003B4C72">
        <w:rPr>
          <w:rStyle w:val="Kkursywa"/>
          <w:i w:val="0"/>
        </w:rPr>
        <w:t xml:space="preserve"> o wydaniu dokumentu potwierdzającego dokonanie odczytu wskazania drogomierza</w:t>
      </w:r>
      <w:r w:rsidR="002911FD" w:rsidRPr="003B4C72">
        <w:rPr>
          <w:rStyle w:val="Kkursywa"/>
          <w:i w:val="0"/>
        </w:rPr>
        <w:t>,</w:t>
      </w:r>
    </w:p>
    <w:p w:rsidR="002911FD" w:rsidRDefault="002911FD" w:rsidP="000A2605">
      <w:pPr>
        <w:pStyle w:val="LITlitera"/>
      </w:pPr>
      <w:r w:rsidRPr="002911FD">
        <w:t>k</w:t>
      </w:r>
      <w:proofErr w:type="gramStart"/>
      <w:r w:rsidRPr="002911FD">
        <w:t>)</w:t>
      </w:r>
      <w:r w:rsidRPr="002911FD">
        <w:tab/>
        <w:t>oznaczenie</w:t>
      </w:r>
      <w:proofErr w:type="gramEnd"/>
      <w:r w:rsidRPr="002911FD">
        <w:t xml:space="preserve"> o złożeniu oświadczenia, o którym mowa w art. 81b ust. 5 ustawy</w:t>
      </w:r>
      <w:r>
        <w:t>;</w:t>
      </w:r>
    </w:p>
    <w:p w:rsidR="00166A89" w:rsidRDefault="000A2605" w:rsidP="000A2605">
      <w:pPr>
        <w:pStyle w:val="PKTpunkt"/>
      </w:pPr>
      <w:proofErr w:type="gramStart"/>
      <w:r>
        <w:t>27)</w:t>
      </w:r>
      <w:r>
        <w:tab/>
      </w:r>
      <w:r w:rsidR="00A1355C">
        <w:t>o</w:t>
      </w:r>
      <w:proofErr w:type="gramEnd"/>
      <w:r w:rsidR="00A1355C">
        <w:t xml:space="preserve"> odczycie wskazania drogomierza w czasie kontroli:</w:t>
      </w:r>
    </w:p>
    <w:p w:rsidR="00166A89" w:rsidRDefault="000A2605" w:rsidP="000A2605">
      <w:pPr>
        <w:pStyle w:val="LITlitera"/>
      </w:pPr>
      <w:r>
        <w:t>a</w:t>
      </w:r>
      <w:proofErr w:type="gramStart"/>
      <w:r>
        <w:t>)</w:t>
      </w:r>
      <w:r>
        <w:tab/>
      </w:r>
      <w:r w:rsidR="00166A89">
        <w:t>datę</w:t>
      </w:r>
      <w:proofErr w:type="gramEnd"/>
      <w:r w:rsidR="00166A89">
        <w:t xml:space="preserve"> i godzinę </w:t>
      </w:r>
      <w:r w:rsidR="008441DE">
        <w:t>odczytu</w:t>
      </w:r>
      <w:r w:rsidR="00731DF8">
        <w:t xml:space="preserve"> wskazania</w:t>
      </w:r>
      <w:r w:rsidR="008441DE">
        <w:t xml:space="preserve"> drogomierza</w:t>
      </w:r>
      <w:r w:rsidR="00166A89">
        <w:t xml:space="preserve">, </w:t>
      </w:r>
    </w:p>
    <w:p w:rsidR="00166A89" w:rsidRDefault="000A2605" w:rsidP="00F03433">
      <w:pPr>
        <w:pStyle w:val="LITlitera"/>
      </w:pPr>
      <w:r>
        <w:t>b</w:t>
      </w:r>
      <w:proofErr w:type="gramStart"/>
      <w:r>
        <w:t>)</w:t>
      </w:r>
      <w:r>
        <w:tab/>
      </w:r>
      <w:r w:rsidR="008441DE">
        <w:t>wartość</w:t>
      </w:r>
      <w:proofErr w:type="gramEnd"/>
      <w:r w:rsidR="008441DE">
        <w:t xml:space="preserve"> </w:t>
      </w:r>
      <w:r w:rsidR="00166A89">
        <w:t>odczyt</w:t>
      </w:r>
      <w:r w:rsidR="008441DE">
        <w:t>u</w:t>
      </w:r>
      <w:r w:rsidR="00166A89">
        <w:t xml:space="preserve"> </w:t>
      </w:r>
      <w:r w:rsidR="00731DF8">
        <w:t xml:space="preserve">wskazania </w:t>
      </w:r>
      <w:r w:rsidR="00166A89">
        <w:t>drogomierza w momencie kontroli wraz z jednostką miary</w:t>
      </w:r>
      <w:r w:rsidR="004B6267">
        <w:t xml:space="preserve"> a w przypadku braku możliwości odczytu rodzaj stwierdzonej nieprawidłowości</w:t>
      </w:r>
      <w:r w:rsidR="00F03433">
        <w:t>,</w:t>
      </w:r>
    </w:p>
    <w:p w:rsidR="00166A89" w:rsidRDefault="004B6267" w:rsidP="000A2605">
      <w:pPr>
        <w:pStyle w:val="LITlitera"/>
      </w:pPr>
      <w:r>
        <w:t>c</w:t>
      </w:r>
      <w:proofErr w:type="gramStart"/>
      <w:r w:rsidR="000A2605">
        <w:t>)</w:t>
      </w:r>
      <w:r w:rsidR="000A2605">
        <w:tab/>
      </w:r>
      <w:r w:rsidR="00BC067C">
        <w:t>oznaczenie</w:t>
      </w:r>
      <w:proofErr w:type="gramEnd"/>
      <w:r w:rsidR="00166A89">
        <w:t xml:space="preserve"> podmiotu dokonującego kontroli</w:t>
      </w:r>
      <w:r w:rsidR="00BC067C">
        <w:t>,</w:t>
      </w:r>
    </w:p>
    <w:p w:rsidR="00CE4377" w:rsidRDefault="000A2605" w:rsidP="000A2605">
      <w:pPr>
        <w:pStyle w:val="LITlitera"/>
      </w:pPr>
      <w:r>
        <w:t>e</w:t>
      </w:r>
      <w:proofErr w:type="gramStart"/>
      <w:r>
        <w:t>)</w:t>
      </w:r>
      <w:r>
        <w:tab/>
      </w:r>
      <w:r w:rsidR="00166A89">
        <w:t>datę</w:t>
      </w:r>
      <w:proofErr w:type="gramEnd"/>
      <w:r w:rsidR="00166A89">
        <w:t xml:space="preserve"> i godzinę wprowadzenia danych</w:t>
      </w:r>
      <w:r w:rsidR="00BC067C">
        <w:t>.</w:t>
      </w:r>
    </w:p>
    <w:p w:rsidR="00CE4377" w:rsidRDefault="00CE4377" w:rsidP="00CF7B0F">
      <w:pPr>
        <w:pStyle w:val="ARTartustawynprozporzdzenia"/>
      </w:pPr>
      <w:r w:rsidRPr="00CF7B0F">
        <w:rPr>
          <w:b/>
        </w:rPr>
        <w:t>§ 3</w:t>
      </w:r>
      <w:r w:rsidR="00CF7B0F" w:rsidRPr="00CF7B0F">
        <w:rPr>
          <w:b/>
        </w:rPr>
        <w:t>.</w:t>
      </w:r>
      <w:r>
        <w:t xml:space="preserve"> W ewidencji gromadzi się następujące dane techniczne o pojeździe:</w:t>
      </w:r>
    </w:p>
    <w:p w:rsidR="00CE4377" w:rsidRDefault="00CE4377" w:rsidP="00CF7B0F">
      <w:pPr>
        <w:pStyle w:val="PKTpunkt"/>
      </w:pPr>
      <w:proofErr w:type="gramStart"/>
      <w:r>
        <w:t>1)</w:t>
      </w:r>
      <w:r>
        <w:tab/>
        <w:t>markę</w:t>
      </w:r>
      <w:proofErr w:type="gramEnd"/>
      <w:r>
        <w:t>;</w:t>
      </w:r>
      <w:r>
        <w:tab/>
      </w:r>
    </w:p>
    <w:p w:rsidR="00CE4377" w:rsidRDefault="00CF7B0F" w:rsidP="00CF7B0F">
      <w:pPr>
        <w:pStyle w:val="PKTpunkt"/>
      </w:pPr>
      <w:proofErr w:type="gramStart"/>
      <w:r>
        <w:t>2)</w:t>
      </w:r>
      <w:r w:rsidR="00CE4377">
        <w:tab/>
        <w:t>kategorię</w:t>
      </w:r>
      <w:proofErr w:type="gramEnd"/>
      <w:r w:rsidR="00CE4377">
        <w:t>;</w:t>
      </w:r>
    </w:p>
    <w:p w:rsidR="00CE4377" w:rsidRDefault="00CF7B0F" w:rsidP="00CF7B0F">
      <w:pPr>
        <w:pStyle w:val="PKTpunkt"/>
      </w:pPr>
      <w:proofErr w:type="gramStart"/>
      <w:r>
        <w:t>3)</w:t>
      </w:r>
      <w:r w:rsidR="00CE4377">
        <w:tab/>
        <w:t>typ</w:t>
      </w:r>
      <w:proofErr w:type="gramEnd"/>
      <w:r w:rsidR="00CE4377">
        <w:t>;</w:t>
      </w:r>
    </w:p>
    <w:p w:rsidR="00CE4377" w:rsidRDefault="00CF7B0F" w:rsidP="00CF7B0F">
      <w:pPr>
        <w:pStyle w:val="PKTpunkt"/>
      </w:pPr>
      <w:proofErr w:type="gramStart"/>
      <w:r>
        <w:lastRenderedPageBreak/>
        <w:t>4)</w:t>
      </w:r>
      <w:r w:rsidR="00CE4377">
        <w:tab/>
        <w:t>model</w:t>
      </w:r>
      <w:proofErr w:type="gramEnd"/>
      <w:r w:rsidR="00CE4377">
        <w:t xml:space="preserve"> (nazwę handlową);</w:t>
      </w:r>
    </w:p>
    <w:p w:rsidR="00CE4377" w:rsidRDefault="00CF7B0F" w:rsidP="00CF7B0F">
      <w:pPr>
        <w:pStyle w:val="PKTpunkt"/>
      </w:pPr>
      <w:proofErr w:type="gramStart"/>
      <w:r>
        <w:t>5)</w:t>
      </w:r>
      <w:r w:rsidR="00CE4377">
        <w:tab/>
        <w:t>wariant</w:t>
      </w:r>
      <w:proofErr w:type="gramEnd"/>
      <w:r w:rsidR="00CE4377">
        <w:t>;</w:t>
      </w:r>
    </w:p>
    <w:p w:rsidR="00CE4377" w:rsidRDefault="00CF7B0F" w:rsidP="00CF7B0F">
      <w:pPr>
        <w:pStyle w:val="PKTpunkt"/>
      </w:pPr>
      <w:proofErr w:type="gramStart"/>
      <w:r>
        <w:t>6)</w:t>
      </w:r>
      <w:r w:rsidR="00CE4377">
        <w:tab/>
        <w:t>wersję</w:t>
      </w:r>
      <w:proofErr w:type="gramEnd"/>
      <w:r w:rsidR="00CE4377">
        <w:t>;</w:t>
      </w:r>
    </w:p>
    <w:p w:rsidR="00CE4377" w:rsidRDefault="00CF7B0F" w:rsidP="00CF7B0F">
      <w:pPr>
        <w:pStyle w:val="PKTpunkt"/>
      </w:pPr>
      <w:proofErr w:type="gramStart"/>
      <w:r>
        <w:t>7)</w:t>
      </w:r>
      <w:r w:rsidR="00CE4377">
        <w:tab/>
        <w:t>rodzaj</w:t>
      </w:r>
      <w:proofErr w:type="gramEnd"/>
      <w:r w:rsidR="00CE4377">
        <w:t>;</w:t>
      </w:r>
    </w:p>
    <w:p w:rsidR="00CE4377" w:rsidRDefault="00CF7B0F" w:rsidP="00CF7B0F">
      <w:pPr>
        <w:pStyle w:val="PKTpunkt"/>
      </w:pPr>
      <w:proofErr w:type="gramStart"/>
      <w:r>
        <w:t>8)</w:t>
      </w:r>
      <w:r w:rsidR="00CE4377">
        <w:tab/>
        <w:t>podrodzaj</w:t>
      </w:r>
      <w:proofErr w:type="gramEnd"/>
      <w:r w:rsidR="00CE4377">
        <w:t>;</w:t>
      </w:r>
    </w:p>
    <w:p w:rsidR="00CE4377" w:rsidRDefault="00CF7B0F" w:rsidP="00CF7B0F">
      <w:pPr>
        <w:pStyle w:val="PKTpunkt"/>
      </w:pPr>
      <w:proofErr w:type="gramStart"/>
      <w:r>
        <w:t>9)</w:t>
      </w:r>
      <w:r w:rsidR="00CE4377">
        <w:tab/>
        <w:t>przeznaczenie</w:t>
      </w:r>
      <w:proofErr w:type="gramEnd"/>
      <w:r w:rsidR="00CE4377">
        <w:t>;</w:t>
      </w:r>
    </w:p>
    <w:p w:rsidR="00CE4377" w:rsidRDefault="00CF7B0F" w:rsidP="00CF7B0F">
      <w:pPr>
        <w:pStyle w:val="PKTpunkt"/>
      </w:pPr>
      <w:proofErr w:type="gramStart"/>
      <w:r>
        <w:t>10)</w:t>
      </w:r>
      <w:r w:rsidR="00CE4377">
        <w:tab/>
        <w:t>rodzaj</w:t>
      </w:r>
      <w:proofErr w:type="gramEnd"/>
      <w:r w:rsidR="00CE4377">
        <w:t xml:space="preserve"> kodowania Rodzaj-Podrodzaj-Przeznaczenie;</w:t>
      </w:r>
    </w:p>
    <w:p w:rsidR="00CE4377" w:rsidRDefault="00CF7B0F" w:rsidP="00CF7B0F">
      <w:pPr>
        <w:pStyle w:val="PKTpunkt"/>
      </w:pPr>
      <w:proofErr w:type="gramStart"/>
      <w:r>
        <w:t>11)</w:t>
      </w:r>
      <w:r>
        <w:tab/>
      </w:r>
      <w:r w:rsidR="00CE4377">
        <w:t>kod</w:t>
      </w:r>
      <w:proofErr w:type="gramEnd"/>
      <w:r w:rsidR="00CE4377">
        <w:t xml:space="preserve"> Rodzaj-Podrodzaj-Przeznaczenie;</w:t>
      </w:r>
    </w:p>
    <w:p w:rsidR="00CE4377" w:rsidRDefault="00CF7B0F" w:rsidP="00CF7B0F">
      <w:pPr>
        <w:pStyle w:val="PKTpunkt"/>
      </w:pPr>
      <w:proofErr w:type="gramStart"/>
      <w:r>
        <w:t>12)</w:t>
      </w:r>
      <w:r>
        <w:tab/>
      </w:r>
      <w:r w:rsidR="00CE4377">
        <w:t>rodzaj</w:t>
      </w:r>
      <w:proofErr w:type="gramEnd"/>
      <w:r w:rsidR="00CE4377">
        <w:t xml:space="preserve"> tabliczki znamionowej;</w:t>
      </w:r>
    </w:p>
    <w:p w:rsidR="00CE4377" w:rsidRDefault="00CF7B0F" w:rsidP="00CF7B0F">
      <w:pPr>
        <w:pStyle w:val="PKTpunkt"/>
      </w:pPr>
      <w:proofErr w:type="gramStart"/>
      <w:r>
        <w:t>13)</w:t>
      </w:r>
      <w:r w:rsidR="00CE4377">
        <w:tab/>
        <w:t>pochodzenie</w:t>
      </w:r>
      <w:proofErr w:type="gramEnd"/>
      <w:r w:rsidR="00CE4377">
        <w:t>;</w:t>
      </w:r>
    </w:p>
    <w:p w:rsidR="00CE4377" w:rsidRDefault="00CF7B0F" w:rsidP="00CF7B0F">
      <w:pPr>
        <w:pStyle w:val="PKTpunkt"/>
      </w:pPr>
      <w:proofErr w:type="gramStart"/>
      <w:r>
        <w:t>14)</w:t>
      </w:r>
      <w:r w:rsidR="00CE4377">
        <w:tab/>
        <w:t>sposób</w:t>
      </w:r>
      <w:proofErr w:type="gramEnd"/>
      <w:r w:rsidR="00CE4377">
        <w:t xml:space="preserve"> produkcji;</w:t>
      </w:r>
    </w:p>
    <w:p w:rsidR="00CE4377" w:rsidRDefault="00CF7B0F" w:rsidP="00CF7B0F">
      <w:pPr>
        <w:pStyle w:val="PKTpunkt"/>
      </w:pPr>
      <w:proofErr w:type="gramStart"/>
      <w:r>
        <w:t>15)</w:t>
      </w:r>
      <w:r w:rsidR="00CE4377">
        <w:tab/>
        <w:t>rok</w:t>
      </w:r>
      <w:proofErr w:type="gramEnd"/>
      <w:r w:rsidR="00CE4377">
        <w:t xml:space="preserve"> produkcji;</w:t>
      </w:r>
    </w:p>
    <w:p w:rsidR="00CE4377" w:rsidRDefault="00CF7B0F" w:rsidP="00CF7B0F">
      <w:pPr>
        <w:pStyle w:val="PKTpunkt"/>
      </w:pPr>
      <w:proofErr w:type="gramStart"/>
      <w:r>
        <w:t>16)</w:t>
      </w:r>
      <w:r w:rsidR="00CE4377">
        <w:tab/>
        <w:t>nazwę</w:t>
      </w:r>
      <w:proofErr w:type="gramEnd"/>
      <w:r w:rsidR="00CE4377">
        <w:t xml:space="preserve"> producenta;</w:t>
      </w:r>
    </w:p>
    <w:p w:rsidR="00CE4377" w:rsidRDefault="00CF7B0F" w:rsidP="00CF7B0F">
      <w:pPr>
        <w:pStyle w:val="PKTpunkt"/>
      </w:pPr>
      <w:proofErr w:type="gramStart"/>
      <w:r>
        <w:t>17)</w:t>
      </w:r>
      <w:r w:rsidR="00CE4377">
        <w:tab/>
        <w:t>nazwę</w:t>
      </w:r>
      <w:proofErr w:type="gramEnd"/>
      <w:r w:rsidR="00CE4377">
        <w:t xml:space="preserve"> producenta pojazdu podstawowego i producenta ostatniego etapu budowy pojazdu;</w:t>
      </w:r>
    </w:p>
    <w:p w:rsidR="00CE4377" w:rsidRDefault="00CF7B0F" w:rsidP="00CF7B0F">
      <w:pPr>
        <w:pStyle w:val="PKTpunkt"/>
      </w:pPr>
      <w:proofErr w:type="gramStart"/>
      <w:r>
        <w:t>18)</w:t>
      </w:r>
      <w:r w:rsidR="00CE4377">
        <w:tab/>
        <w:t>datę</w:t>
      </w:r>
      <w:proofErr w:type="gramEnd"/>
      <w:r w:rsidR="00CE4377">
        <w:t xml:space="preserve"> pierwszej oraz datę każdej kolejnej rejestracji w kraju;</w:t>
      </w:r>
    </w:p>
    <w:p w:rsidR="00CE4377" w:rsidRDefault="00CF7B0F" w:rsidP="00CF7B0F">
      <w:pPr>
        <w:pStyle w:val="PKTpunkt"/>
      </w:pPr>
      <w:proofErr w:type="gramStart"/>
      <w:r>
        <w:t>19)</w:t>
      </w:r>
      <w:r w:rsidR="00CE4377">
        <w:tab/>
        <w:t>datę</w:t>
      </w:r>
      <w:proofErr w:type="gramEnd"/>
      <w:r w:rsidR="00CE4377">
        <w:t xml:space="preserve"> pierwszej rejestracji za granicą;</w:t>
      </w:r>
    </w:p>
    <w:p w:rsidR="00CE4377" w:rsidRDefault="00CF7B0F" w:rsidP="00CF7B0F">
      <w:pPr>
        <w:pStyle w:val="PKTpunkt"/>
      </w:pPr>
      <w:proofErr w:type="gramStart"/>
      <w:r>
        <w:t>20)</w:t>
      </w:r>
      <w:r w:rsidR="00CE4377">
        <w:tab/>
        <w:t>zastrzeżenia</w:t>
      </w:r>
      <w:proofErr w:type="gramEnd"/>
      <w:r w:rsidR="00CE4377">
        <w:t>, o których mowa w art. 75 ust. 1 ustawy;</w:t>
      </w:r>
    </w:p>
    <w:p w:rsidR="00CE4377" w:rsidRDefault="00CF7B0F" w:rsidP="00CF7B0F">
      <w:pPr>
        <w:pStyle w:val="PKTpunkt"/>
      </w:pPr>
      <w:proofErr w:type="gramStart"/>
      <w:r>
        <w:t>21)</w:t>
      </w:r>
      <w:r w:rsidR="00CE4377">
        <w:tab/>
        <w:t>stosunek</w:t>
      </w:r>
      <w:proofErr w:type="gramEnd"/>
      <w:r w:rsidR="00CE4377">
        <w:t xml:space="preserve"> maksymalnej mocy netto silnika do masy własnej (dotyczy tylko motocykli);</w:t>
      </w:r>
    </w:p>
    <w:p w:rsidR="00CE4377" w:rsidRDefault="00CF7B0F" w:rsidP="00CF7B0F">
      <w:pPr>
        <w:pStyle w:val="PKTpunkt"/>
      </w:pPr>
      <w:proofErr w:type="gramStart"/>
      <w:r>
        <w:t>22)</w:t>
      </w:r>
      <w:r w:rsidR="00CE4377">
        <w:tab/>
        <w:t>pojemność</w:t>
      </w:r>
      <w:proofErr w:type="gramEnd"/>
      <w:r w:rsidR="00CE4377">
        <w:t xml:space="preserve"> skokową silnika;</w:t>
      </w:r>
    </w:p>
    <w:p w:rsidR="00CE4377" w:rsidRDefault="00CF7B0F" w:rsidP="00CF7B0F">
      <w:pPr>
        <w:pStyle w:val="PKTpunkt"/>
      </w:pPr>
      <w:proofErr w:type="gramStart"/>
      <w:r>
        <w:t>23)</w:t>
      </w:r>
      <w:r w:rsidR="00CE4377">
        <w:tab/>
        <w:t>maksymalną</w:t>
      </w:r>
      <w:proofErr w:type="gramEnd"/>
      <w:r w:rsidR="00CE4377">
        <w:t xml:space="preserve"> moc netto silnika;</w:t>
      </w:r>
    </w:p>
    <w:p w:rsidR="00CE4377" w:rsidRDefault="00CF7B0F" w:rsidP="00CF7B0F">
      <w:pPr>
        <w:pStyle w:val="PKTpunkt"/>
      </w:pPr>
      <w:proofErr w:type="gramStart"/>
      <w:r>
        <w:t>24)</w:t>
      </w:r>
      <w:r w:rsidR="00CE4377">
        <w:tab/>
        <w:t>maksymalną</w:t>
      </w:r>
      <w:proofErr w:type="gramEnd"/>
      <w:r w:rsidR="00CE4377">
        <w:t xml:space="preserve"> moc netto silnika elektrycznego;</w:t>
      </w:r>
    </w:p>
    <w:p w:rsidR="00CE4377" w:rsidRDefault="00CF7B0F" w:rsidP="00CF7B0F">
      <w:pPr>
        <w:pStyle w:val="PKTpunkt"/>
      </w:pPr>
      <w:proofErr w:type="gramStart"/>
      <w:r>
        <w:t>25)</w:t>
      </w:r>
      <w:r w:rsidR="00CE4377">
        <w:tab/>
        <w:t>maksymalną</w:t>
      </w:r>
      <w:proofErr w:type="gramEnd"/>
      <w:r w:rsidR="00CE4377">
        <w:t xml:space="preserve"> moc netto silnika (silników) pojazdu hybrydowego, jeżeli dotyczy;</w:t>
      </w:r>
    </w:p>
    <w:p w:rsidR="00CE4377" w:rsidRDefault="00CF7B0F" w:rsidP="00CF7B0F">
      <w:pPr>
        <w:pStyle w:val="PKTpunkt"/>
      </w:pPr>
      <w:proofErr w:type="gramStart"/>
      <w:r>
        <w:t>26)</w:t>
      </w:r>
      <w:r w:rsidR="00CE4377">
        <w:tab/>
        <w:t>rodzaj</w:t>
      </w:r>
      <w:proofErr w:type="gramEnd"/>
      <w:r w:rsidR="00CE4377">
        <w:t xml:space="preserve"> zasilania silnika;</w:t>
      </w:r>
    </w:p>
    <w:p w:rsidR="00CE4377" w:rsidRDefault="00CF7B0F" w:rsidP="00CF7B0F">
      <w:pPr>
        <w:pStyle w:val="PKTpunkt"/>
      </w:pPr>
      <w:proofErr w:type="gramStart"/>
      <w:r>
        <w:t>27)</w:t>
      </w:r>
      <w:r w:rsidR="00CE4377">
        <w:tab/>
        <w:t>rodzaj</w:t>
      </w:r>
      <w:proofErr w:type="gramEnd"/>
      <w:r w:rsidR="00CE4377">
        <w:t xml:space="preserve"> paliwa;</w:t>
      </w:r>
    </w:p>
    <w:p w:rsidR="00CE4377" w:rsidRDefault="00CF7B0F" w:rsidP="00CF7B0F">
      <w:pPr>
        <w:pStyle w:val="PKTpunkt"/>
      </w:pPr>
      <w:proofErr w:type="gramStart"/>
      <w:r>
        <w:t>28)</w:t>
      </w:r>
      <w:r w:rsidR="00CE4377">
        <w:tab/>
        <w:t>rodzaj</w:t>
      </w:r>
      <w:proofErr w:type="gramEnd"/>
      <w:r w:rsidR="00CE4377">
        <w:t xml:space="preserve"> pierwszego paliwa alternatywnego;</w:t>
      </w:r>
    </w:p>
    <w:p w:rsidR="00CE4377" w:rsidRDefault="00CF7B0F" w:rsidP="00CF7B0F">
      <w:pPr>
        <w:pStyle w:val="PKTpunkt"/>
      </w:pPr>
      <w:proofErr w:type="gramStart"/>
      <w:r>
        <w:t>29)</w:t>
      </w:r>
      <w:r w:rsidR="00CE4377">
        <w:tab/>
        <w:t>rodzaj</w:t>
      </w:r>
      <w:proofErr w:type="gramEnd"/>
      <w:r w:rsidR="00CE4377">
        <w:t xml:space="preserve"> drugiego paliwa alternatywnego;</w:t>
      </w:r>
    </w:p>
    <w:p w:rsidR="00CE4377" w:rsidRDefault="00CF7B0F" w:rsidP="00CF7B0F">
      <w:pPr>
        <w:pStyle w:val="PKTpunkt"/>
      </w:pPr>
      <w:proofErr w:type="gramStart"/>
      <w:r>
        <w:t>30)</w:t>
      </w:r>
      <w:r w:rsidR="00CE4377">
        <w:tab/>
        <w:t>zużycie</w:t>
      </w:r>
      <w:proofErr w:type="gramEnd"/>
      <w:r w:rsidR="00CE4377">
        <w:t xml:space="preserve"> paliwa dla każdego wymienionego w pkt 27</w:t>
      </w:r>
      <w:r w:rsidR="00885F56">
        <w:t>–</w:t>
      </w:r>
      <w:r w:rsidR="00CE4377">
        <w:t xml:space="preserve">29 rodzaju paliwa, jeżeli dotyczy; </w:t>
      </w:r>
    </w:p>
    <w:p w:rsidR="00CE4377" w:rsidRDefault="00CF7B0F" w:rsidP="00CF7B0F">
      <w:pPr>
        <w:pStyle w:val="PKTpunkt"/>
      </w:pPr>
      <w:proofErr w:type="gramStart"/>
      <w:r>
        <w:t>31)</w:t>
      </w:r>
      <w:r w:rsidR="00CE4377">
        <w:tab/>
        <w:t>indywidualne</w:t>
      </w:r>
      <w:proofErr w:type="gramEnd"/>
      <w:r w:rsidR="00CE4377">
        <w:t xml:space="preserve"> poziomy emisji CO</w:t>
      </w:r>
      <w:r w:rsidR="00CE4377" w:rsidRPr="00990F64">
        <w:rPr>
          <w:rStyle w:val="IDindeksdolny"/>
        </w:rPr>
        <w:t>2</w:t>
      </w:r>
      <w:r w:rsidR="00CE4377">
        <w:t xml:space="preserve"> dla każdego wymienionego w pkt 27</w:t>
      </w:r>
      <w:r w:rsidR="00885F56">
        <w:t>–</w:t>
      </w:r>
      <w:r w:rsidR="00CE4377">
        <w:t>29 rodzaju paliwa;</w:t>
      </w:r>
    </w:p>
    <w:p w:rsidR="00CE4377" w:rsidRDefault="00CF7B0F" w:rsidP="00CF7B0F">
      <w:pPr>
        <w:pStyle w:val="PKTpunkt"/>
      </w:pPr>
      <w:proofErr w:type="gramStart"/>
      <w:r>
        <w:t>32)</w:t>
      </w:r>
      <w:r>
        <w:tab/>
      </w:r>
      <w:r w:rsidR="00CE4377">
        <w:t>poziom</w:t>
      </w:r>
      <w:proofErr w:type="gramEnd"/>
      <w:r w:rsidR="00CE4377">
        <w:t xml:space="preserve"> emisji zanieczyszczeń (normy EURO);</w:t>
      </w:r>
    </w:p>
    <w:p w:rsidR="00CE4377" w:rsidRDefault="00CF7B0F" w:rsidP="00CF7B0F">
      <w:pPr>
        <w:pStyle w:val="PKTpunkt"/>
      </w:pPr>
      <w:proofErr w:type="gramStart"/>
      <w:r>
        <w:t>33)</w:t>
      </w:r>
      <w:r>
        <w:tab/>
      </w:r>
      <w:r w:rsidR="00CE4377">
        <w:t>masę</w:t>
      </w:r>
      <w:proofErr w:type="gramEnd"/>
      <w:r w:rsidR="00CE4377">
        <w:t xml:space="preserve"> własną;</w:t>
      </w:r>
    </w:p>
    <w:p w:rsidR="00CE4377" w:rsidRDefault="00CF7B0F" w:rsidP="00CF7B0F">
      <w:pPr>
        <w:pStyle w:val="PKTpunkt"/>
      </w:pPr>
      <w:proofErr w:type="gramStart"/>
      <w:r>
        <w:t>34)</w:t>
      </w:r>
      <w:r>
        <w:tab/>
      </w:r>
      <w:r w:rsidR="00CE4377">
        <w:t>masę</w:t>
      </w:r>
      <w:proofErr w:type="gramEnd"/>
      <w:r w:rsidR="00CE4377">
        <w:t xml:space="preserve"> pojazdu gotowego do jazdy;</w:t>
      </w:r>
    </w:p>
    <w:p w:rsidR="00CE4377" w:rsidRDefault="00CF7B0F" w:rsidP="00CF7B0F">
      <w:pPr>
        <w:pStyle w:val="PKTpunkt"/>
      </w:pPr>
      <w:proofErr w:type="gramStart"/>
      <w:r>
        <w:t>35)</w:t>
      </w:r>
      <w:r>
        <w:tab/>
      </w:r>
      <w:r w:rsidR="00CE4377">
        <w:t>dopuszczalną</w:t>
      </w:r>
      <w:proofErr w:type="gramEnd"/>
      <w:r w:rsidR="00CE4377">
        <w:t xml:space="preserve"> masę całkowitą;</w:t>
      </w:r>
    </w:p>
    <w:p w:rsidR="00CE4377" w:rsidRDefault="00CF7B0F" w:rsidP="00CF7B0F">
      <w:pPr>
        <w:pStyle w:val="PKTpunkt"/>
      </w:pPr>
      <w:proofErr w:type="gramStart"/>
      <w:r>
        <w:t>36)</w:t>
      </w:r>
      <w:r>
        <w:tab/>
      </w:r>
      <w:r w:rsidR="00CE4377">
        <w:t>maksymalną</w:t>
      </w:r>
      <w:proofErr w:type="gramEnd"/>
      <w:r w:rsidR="00CE4377">
        <w:t xml:space="preserve"> masę całkowitą;</w:t>
      </w:r>
    </w:p>
    <w:p w:rsidR="00CE4377" w:rsidRDefault="00CF7B0F" w:rsidP="00CF7B0F">
      <w:pPr>
        <w:pStyle w:val="PKTpunkt"/>
      </w:pPr>
      <w:proofErr w:type="gramStart"/>
      <w:r>
        <w:lastRenderedPageBreak/>
        <w:t>37)</w:t>
      </w:r>
      <w:r>
        <w:tab/>
      </w:r>
      <w:r w:rsidR="00CE4377">
        <w:t>dopuszczalną</w:t>
      </w:r>
      <w:proofErr w:type="gramEnd"/>
      <w:r w:rsidR="00CE4377">
        <w:t xml:space="preserve"> masę całkowitą zespołu pojazdów;</w:t>
      </w:r>
    </w:p>
    <w:p w:rsidR="00CE4377" w:rsidRDefault="00CF7B0F" w:rsidP="00CF7B0F">
      <w:pPr>
        <w:pStyle w:val="PKTpunkt"/>
      </w:pPr>
      <w:proofErr w:type="gramStart"/>
      <w:r>
        <w:t>38)</w:t>
      </w:r>
      <w:r>
        <w:tab/>
      </w:r>
      <w:r w:rsidR="00CE4377">
        <w:t>maksymalną</w:t>
      </w:r>
      <w:proofErr w:type="gramEnd"/>
      <w:r w:rsidR="00CE4377">
        <w:t xml:space="preserve"> masę całkowitą zespołu pojazdów;</w:t>
      </w:r>
    </w:p>
    <w:p w:rsidR="00CE4377" w:rsidRDefault="00CF7B0F" w:rsidP="00CF7B0F">
      <w:pPr>
        <w:pStyle w:val="PKTpunkt"/>
      </w:pPr>
      <w:proofErr w:type="gramStart"/>
      <w:r>
        <w:t>39)</w:t>
      </w:r>
      <w:r>
        <w:tab/>
      </w:r>
      <w:r w:rsidR="00CE4377">
        <w:t>maksymalną</w:t>
      </w:r>
      <w:proofErr w:type="gramEnd"/>
      <w:r w:rsidR="00CE4377">
        <w:t xml:space="preserve"> masę całkowitą ciągniętej przyczepy z hamulcem;</w:t>
      </w:r>
    </w:p>
    <w:p w:rsidR="00CE4377" w:rsidRDefault="00CF7B0F" w:rsidP="00CF7B0F">
      <w:pPr>
        <w:pStyle w:val="PKTpunkt"/>
      </w:pPr>
      <w:proofErr w:type="gramStart"/>
      <w:r>
        <w:t>40)</w:t>
      </w:r>
      <w:r>
        <w:tab/>
      </w:r>
      <w:r w:rsidR="00CE4377">
        <w:t>maksymalną</w:t>
      </w:r>
      <w:proofErr w:type="gramEnd"/>
      <w:r w:rsidR="00CE4377">
        <w:t xml:space="preserve"> masę całkowitą ciągniętej przyczepy bez hamulca;</w:t>
      </w:r>
    </w:p>
    <w:p w:rsidR="00CE4377" w:rsidRDefault="00CF7B0F" w:rsidP="00CF7B0F">
      <w:pPr>
        <w:pStyle w:val="PKTpunkt"/>
      </w:pPr>
      <w:proofErr w:type="gramStart"/>
      <w:r>
        <w:t>41)</w:t>
      </w:r>
      <w:r>
        <w:tab/>
      </w:r>
      <w:r w:rsidR="00CE4377">
        <w:t>dopuszczalną</w:t>
      </w:r>
      <w:proofErr w:type="gramEnd"/>
      <w:r w:rsidR="00CE4377">
        <w:t xml:space="preserve"> ładowność;</w:t>
      </w:r>
    </w:p>
    <w:p w:rsidR="00CE4377" w:rsidRDefault="00CF7B0F" w:rsidP="00CF7B0F">
      <w:pPr>
        <w:pStyle w:val="PKTpunkt"/>
      </w:pPr>
      <w:proofErr w:type="gramStart"/>
      <w:r>
        <w:t>42)</w:t>
      </w:r>
      <w:r>
        <w:tab/>
      </w:r>
      <w:r w:rsidR="00CE4377">
        <w:t>maksymalną</w:t>
      </w:r>
      <w:proofErr w:type="gramEnd"/>
      <w:r w:rsidR="00CE4377">
        <w:t xml:space="preserve"> ładowność;</w:t>
      </w:r>
    </w:p>
    <w:p w:rsidR="00CE4377" w:rsidRDefault="00CF7B0F" w:rsidP="00CF7B0F">
      <w:pPr>
        <w:pStyle w:val="PKTpunkt"/>
      </w:pPr>
      <w:proofErr w:type="gramStart"/>
      <w:r>
        <w:t>43)</w:t>
      </w:r>
      <w:r>
        <w:tab/>
      </w:r>
      <w:r w:rsidR="00CE4377">
        <w:t>liczbę</w:t>
      </w:r>
      <w:proofErr w:type="gramEnd"/>
      <w:r w:rsidR="00CE4377">
        <w:t xml:space="preserve"> osi;</w:t>
      </w:r>
    </w:p>
    <w:p w:rsidR="00CE4377" w:rsidRDefault="00CF7B0F" w:rsidP="00CF7B0F">
      <w:pPr>
        <w:pStyle w:val="PKTpunkt"/>
      </w:pPr>
      <w:proofErr w:type="gramStart"/>
      <w:r>
        <w:t>44)</w:t>
      </w:r>
      <w:r>
        <w:tab/>
      </w:r>
      <w:r w:rsidR="00CE4377">
        <w:t>największy</w:t>
      </w:r>
      <w:proofErr w:type="gramEnd"/>
      <w:r w:rsidR="00CE4377">
        <w:t xml:space="preserve"> dopuszczalny nacisk osi;</w:t>
      </w:r>
    </w:p>
    <w:p w:rsidR="00CE4377" w:rsidRDefault="00CF7B0F" w:rsidP="00CF7B0F">
      <w:pPr>
        <w:pStyle w:val="PKTpunkt"/>
      </w:pPr>
      <w:proofErr w:type="gramStart"/>
      <w:r>
        <w:t>45)</w:t>
      </w:r>
      <w:r>
        <w:tab/>
      </w:r>
      <w:r w:rsidR="00CE4377">
        <w:t>największy</w:t>
      </w:r>
      <w:proofErr w:type="gramEnd"/>
      <w:r w:rsidR="00CE4377">
        <w:t xml:space="preserve"> maksymalny nacisk osi;</w:t>
      </w:r>
    </w:p>
    <w:p w:rsidR="00CE4377" w:rsidRDefault="00CF7B0F" w:rsidP="00CF7B0F">
      <w:pPr>
        <w:pStyle w:val="PKTpunkt"/>
      </w:pPr>
      <w:proofErr w:type="gramStart"/>
      <w:r>
        <w:t>46)</w:t>
      </w:r>
      <w:r>
        <w:tab/>
      </w:r>
      <w:r w:rsidR="00CE4377">
        <w:t>rozstaw</w:t>
      </w:r>
      <w:proofErr w:type="gramEnd"/>
      <w:r w:rsidR="00CE4377">
        <w:t xml:space="preserve"> osi;</w:t>
      </w:r>
    </w:p>
    <w:p w:rsidR="00CE4377" w:rsidRDefault="00CF7B0F" w:rsidP="00CF7B0F">
      <w:pPr>
        <w:pStyle w:val="PKTpunkt"/>
      </w:pPr>
      <w:proofErr w:type="gramStart"/>
      <w:r>
        <w:t>47)</w:t>
      </w:r>
      <w:r>
        <w:tab/>
      </w:r>
      <w:r w:rsidR="00CE4377">
        <w:t>rozstaw</w:t>
      </w:r>
      <w:proofErr w:type="gramEnd"/>
      <w:r w:rsidR="00CE4377">
        <w:t xml:space="preserve"> kół osi kierowanej i rozstaw kół pozostałych osi;</w:t>
      </w:r>
    </w:p>
    <w:p w:rsidR="00CE4377" w:rsidRDefault="00CF7B0F" w:rsidP="00CF7B0F">
      <w:pPr>
        <w:pStyle w:val="PKTpunkt"/>
      </w:pPr>
      <w:proofErr w:type="gramStart"/>
      <w:r>
        <w:t>48)</w:t>
      </w:r>
      <w:r>
        <w:tab/>
      </w:r>
      <w:r w:rsidR="00CE4377">
        <w:t>maksymalny</w:t>
      </w:r>
      <w:proofErr w:type="gramEnd"/>
      <w:r w:rsidR="00CE4377">
        <w:t xml:space="preserve"> rozstaw kół;</w:t>
      </w:r>
    </w:p>
    <w:p w:rsidR="00CE4377" w:rsidRDefault="00CF7B0F" w:rsidP="00CF7B0F">
      <w:pPr>
        <w:pStyle w:val="PKTpunkt"/>
      </w:pPr>
      <w:proofErr w:type="gramStart"/>
      <w:r>
        <w:t>49)</w:t>
      </w:r>
      <w:r>
        <w:tab/>
      </w:r>
      <w:r w:rsidR="00CE4377">
        <w:t>średni</w:t>
      </w:r>
      <w:proofErr w:type="gramEnd"/>
      <w:r w:rsidR="00CE4377">
        <w:t xml:space="preserve"> rozstaw kół;</w:t>
      </w:r>
    </w:p>
    <w:p w:rsidR="00CE4377" w:rsidRDefault="00CF7B0F" w:rsidP="00CF7B0F">
      <w:pPr>
        <w:pStyle w:val="PKTpunkt"/>
      </w:pPr>
      <w:proofErr w:type="gramStart"/>
      <w:r>
        <w:t>50)</w:t>
      </w:r>
      <w:r>
        <w:tab/>
      </w:r>
      <w:r w:rsidR="00CE4377">
        <w:t>minimalny</w:t>
      </w:r>
      <w:proofErr w:type="gramEnd"/>
      <w:r w:rsidR="00CE4377">
        <w:t xml:space="preserve"> rozstaw kół;</w:t>
      </w:r>
    </w:p>
    <w:p w:rsidR="00CE4377" w:rsidRDefault="00CF7B0F" w:rsidP="00CF7B0F">
      <w:pPr>
        <w:pStyle w:val="PKTpunkt"/>
      </w:pPr>
      <w:proofErr w:type="gramStart"/>
      <w:r>
        <w:t>51)</w:t>
      </w:r>
      <w:r>
        <w:tab/>
      </w:r>
      <w:r w:rsidR="00CE4377">
        <w:t>liczbę</w:t>
      </w:r>
      <w:proofErr w:type="gramEnd"/>
      <w:r w:rsidR="00CE4377">
        <w:t xml:space="preserve"> miejsc siedzących;</w:t>
      </w:r>
    </w:p>
    <w:p w:rsidR="00CE4377" w:rsidRDefault="00CF7B0F" w:rsidP="00CF7B0F">
      <w:pPr>
        <w:pStyle w:val="PKTpunkt"/>
      </w:pPr>
      <w:proofErr w:type="gramStart"/>
      <w:r>
        <w:t>52)</w:t>
      </w:r>
      <w:r>
        <w:tab/>
      </w:r>
      <w:r w:rsidR="00CE4377">
        <w:t>liczbę</w:t>
      </w:r>
      <w:proofErr w:type="gramEnd"/>
      <w:r w:rsidR="00CE4377">
        <w:t xml:space="preserve"> miejsc stojących;</w:t>
      </w:r>
    </w:p>
    <w:p w:rsidR="00CE4377" w:rsidRDefault="00CF7B0F" w:rsidP="00CF7B0F">
      <w:pPr>
        <w:pStyle w:val="PKTpunkt"/>
      </w:pPr>
      <w:proofErr w:type="gramStart"/>
      <w:r>
        <w:t>53)</w:t>
      </w:r>
      <w:r>
        <w:tab/>
      </w:r>
      <w:r w:rsidR="00CE4377">
        <w:t>liczbę</w:t>
      </w:r>
      <w:proofErr w:type="gramEnd"/>
      <w:r w:rsidR="00CE4377">
        <w:t xml:space="preserve"> miejsc ogółem;</w:t>
      </w:r>
    </w:p>
    <w:p w:rsidR="00CE4377" w:rsidRDefault="00CF7B0F" w:rsidP="00CF7B0F">
      <w:pPr>
        <w:pStyle w:val="PKTpunkt"/>
      </w:pPr>
      <w:proofErr w:type="gramStart"/>
      <w:r>
        <w:t>54)</w:t>
      </w:r>
      <w:r>
        <w:tab/>
      </w:r>
      <w:r w:rsidR="00CE4377">
        <w:t>rodzaj</w:t>
      </w:r>
      <w:proofErr w:type="gramEnd"/>
      <w:r w:rsidR="00CE4377">
        <w:t xml:space="preserve"> zawieszenia;</w:t>
      </w:r>
    </w:p>
    <w:p w:rsidR="00CE4377" w:rsidRDefault="00CF7B0F" w:rsidP="00CF7B0F">
      <w:pPr>
        <w:pStyle w:val="PKTpunkt"/>
      </w:pPr>
      <w:proofErr w:type="gramStart"/>
      <w:r>
        <w:t>55)</w:t>
      </w:r>
      <w:r>
        <w:tab/>
      </w:r>
      <w:r w:rsidR="00CE4377">
        <w:t>wyposażenie</w:t>
      </w:r>
      <w:proofErr w:type="gramEnd"/>
      <w:r w:rsidR="00CE4377">
        <w:t xml:space="preserve"> i rodzaj urządzenia radarowego bliskiego zasięgu;</w:t>
      </w:r>
    </w:p>
    <w:p w:rsidR="00CE4377" w:rsidRDefault="00CF7B0F" w:rsidP="00CF7B0F">
      <w:pPr>
        <w:pStyle w:val="PKTpunkt"/>
      </w:pPr>
      <w:proofErr w:type="gramStart"/>
      <w:r>
        <w:t>56)</w:t>
      </w:r>
      <w:r>
        <w:tab/>
      </w:r>
      <w:r w:rsidR="00CE4377">
        <w:t>zamontowany</w:t>
      </w:r>
      <w:proofErr w:type="gramEnd"/>
      <w:r w:rsidR="00CE4377">
        <w:t xml:space="preserve"> hak;</w:t>
      </w:r>
    </w:p>
    <w:p w:rsidR="00CE4377" w:rsidRDefault="00CF7B0F" w:rsidP="00CF7B0F">
      <w:pPr>
        <w:pStyle w:val="PKTpunkt"/>
      </w:pPr>
      <w:proofErr w:type="gramStart"/>
      <w:r>
        <w:t>57)</w:t>
      </w:r>
      <w:r>
        <w:tab/>
      </w:r>
      <w:r w:rsidR="00CE4377">
        <w:t>zamontowaną</w:t>
      </w:r>
      <w:proofErr w:type="gramEnd"/>
      <w:r w:rsidR="00CE4377">
        <w:t xml:space="preserve"> kierownicę po prawej stronie;</w:t>
      </w:r>
    </w:p>
    <w:p w:rsidR="00CE4377" w:rsidRDefault="00CF7B0F" w:rsidP="00CF7B0F">
      <w:pPr>
        <w:pStyle w:val="PKTpunkt"/>
      </w:pPr>
      <w:proofErr w:type="gramStart"/>
      <w:r>
        <w:t>58)</w:t>
      </w:r>
      <w:r>
        <w:tab/>
      </w:r>
      <w:r w:rsidR="00CE4377">
        <w:t>zamontowaną</w:t>
      </w:r>
      <w:proofErr w:type="gramEnd"/>
      <w:r w:rsidR="00CE4377">
        <w:t xml:space="preserve"> kierownicę po prawej stronie pierwotnie;</w:t>
      </w:r>
    </w:p>
    <w:p w:rsidR="00CE4377" w:rsidRDefault="00CF7B0F" w:rsidP="00CF7B0F">
      <w:pPr>
        <w:pStyle w:val="PKTpunkt"/>
      </w:pPr>
      <w:proofErr w:type="gramStart"/>
      <w:r>
        <w:t>59)</w:t>
      </w:r>
      <w:r>
        <w:tab/>
      </w:r>
      <w:r w:rsidR="00CE4377">
        <w:t>zamontowany</w:t>
      </w:r>
      <w:proofErr w:type="gramEnd"/>
      <w:r w:rsidR="00CE4377">
        <w:t xml:space="preserve"> katalizator</w:t>
      </w:r>
      <w:r w:rsidR="00E47AB5">
        <w:t xml:space="preserve"> albo </w:t>
      </w:r>
      <w:r w:rsidR="00CE4377">
        <w:t>pochłaniacz;</w:t>
      </w:r>
    </w:p>
    <w:p w:rsidR="00CE4377" w:rsidRDefault="00CF7B0F" w:rsidP="00CF7B0F">
      <w:pPr>
        <w:pStyle w:val="PKTpunkt"/>
      </w:pPr>
      <w:proofErr w:type="gramStart"/>
      <w:r>
        <w:t>60)</w:t>
      </w:r>
      <w:r>
        <w:tab/>
      </w:r>
      <w:r w:rsidR="00CE4377">
        <w:t>kod</w:t>
      </w:r>
      <w:proofErr w:type="gramEnd"/>
      <w:r w:rsidR="00CE4377">
        <w:t xml:space="preserve"> zastosowanej technologii innowacyjnej lub grupy technologii innowacyjnych w celu redukcji emisji spalin;</w:t>
      </w:r>
    </w:p>
    <w:p w:rsidR="00CE4377" w:rsidRDefault="00CF7B0F" w:rsidP="00CF7B0F">
      <w:pPr>
        <w:pStyle w:val="PKTpunkt"/>
      </w:pPr>
      <w:proofErr w:type="gramStart"/>
      <w:r>
        <w:t>61)</w:t>
      </w:r>
      <w:r>
        <w:tab/>
      </w:r>
      <w:r w:rsidR="00CE4377">
        <w:t>redukcję</w:t>
      </w:r>
      <w:proofErr w:type="gramEnd"/>
      <w:r w:rsidR="00CE4377">
        <w:t xml:space="preserve"> emisji spalin w wyniku zastosowania technologii innowacyjnej lub grupy technologii innowacyjnych dla każdego wymienionego w pkt 27</w:t>
      </w:r>
      <w:r w:rsidR="00D32D4D">
        <w:t>–</w:t>
      </w:r>
      <w:r w:rsidR="00CE4377">
        <w:t xml:space="preserve">29 rodzaju paliwa, jeżeli dotyczy; </w:t>
      </w:r>
    </w:p>
    <w:p w:rsidR="00CE4377" w:rsidRDefault="00CF7B0F" w:rsidP="00CF7B0F">
      <w:pPr>
        <w:pStyle w:val="PKTpunkt"/>
      </w:pPr>
      <w:proofErr w:type="gramStart"/>
      <w:r>
        <w:t>62)</w:t>
      </w:r>
      <w:r>
        <w:tab/>
      </w:r>
      <w:r w:rsidR="00CE4377">
        <w:t>zużycie</w:t>
      </w:r>
      <w:proofErr w:type="gramEnd"/>
      <w:r w:rsidR="00CE4377">
        <w:t xml:space="preserve"> energii elektrycznej;</w:t>
      </w:r>
    </w:p>
    <w:p w:rsidR="00CE4377" w:rsidRDefault="00CF7B0F" w:rsidP="00CF7B0F">
      <w:pPr>
        <w:pStyle w:val="PKTpunkt"/>
      </w:pPr>
      <w:proofErr w:type="gramStart"/>
      <w:r>
        <w:t>63)</w:t>
      </w:r>
      <w:r>
        <w:tab/>
      </w:r>
      <w:r w:rsidR="00CE4377">
        <w:t>kod</w:t>
      </w:r>
      <w:proofErr w:type="gramEnd"/>
      <w:r w:rsidR="00CE4377">
        <w:t xml:space="preserve"> Instytutu Transportu Samochodowego;</w:t>
      </w:r>
    </w:p>
    <w:p w:rsidR="00CE4377" w:rsidRDefault="00CF7B0F" w:rsidP="00CF7B0F">
      <w:pPr>
        <w:pStyle w:val="PKTpunkt"/>
      </w:pPr>
      <w:proofErr w:type="gramStart"/>
      <w:r>
        <w:t>64)</w:t>
      </w:r>
      <w:r>
        <w:tab/>
      </w:r>
      <w:r w:rsidR="00CE4377">
        <w:t>datę</w:t>
      </w:r>
      <w:proofErr w:type="gramEnd"/>
      <w:r w:rsidR="00CE4377">
        <w:t xml:space="preserve"> pierwszej rejestracji; </w:t>
      </w:r>
    </w:p>
    <w:p w:rsidR="00CE4377" w:rsidRDefault="00CF7B0F" w:rsidP="00CF7B0F">
      <w:pPr>
        <w:pStyle w:val="PKTpunkt"/>
      </w:pPr>
      <w:proofErr w:type="gramStart"/>
      <w:r>
        <w:t>65)</w:t>
      </w:r>
      <w:r>
        <w:tab/>
      </w:r>
      <w:r w:rsidR="00CE4377">
        <w:t>masę</w:t>
      </w:r>
      <w:proofErr w:type="gramEnd"/>
      <w:r w:rsidR="00CE4377">
        <w:t xml:space="preserve"> pojazdu podstawowego gotowego do jazdy, jeżeli dotyczy; </w:t>
      </w:r>
    </w:p>
    <w:p w:rsidR="00CE4377" w:rsidRDefault="00CF7B0F" w:rsidP="00CF7B0F">
      <w:pPr>
        <w:pStyle w:val="PKTpunkt"/>
      </w:pPr>
      <w:proofErr w:type="gramStart"/>
      <w:r>
        <w:t>66)</w:t>
      </w:r>
      <w:r>
        <w:tab/>
      </w:r>
      <w:r w:rsidR="00CE4377">
        <w:t>masę</w:t>
      </w:r>
      <w:proofErr w:type="gramEnd"/>
      <w:r w:rsidR="00CE4377">
        <w:t xml:space="preserve"> próbną, jeżeli dotyczy; </w:t>
      </w:r>
    </w:p>
    <w:p w:rsidR="00CE4377" w:rsidRDefault="00CF7B0F" w:rsidP="00CF7B0F">
      <w:pPr>
        <w:pStyle w:val="PKTpunkt"/>
      </w:pPr>
      <w:proofErr w:type="gramStart"/>
      <w:r>
        <w:t>67)</w:t>
      </w:r>
      <w:r>
        <w:tab/>
      </w:r>
      <w:r w:rsidR="00CE4377">
        <w:t>współczynnik</w:t>
      </w:r>
      <w:proofErr w:type="gramEnd"/>
      <w:r w:rsidR="00CE4377">
        <w:t xml:space="preserve"> odchylenia, jeżeli dotyczy; </w:t>
      </w:r>
    </w:p>
    <w:p w:rsidR="00CE4377" w:rsidRDefault="00CF7B0F" w:rsidP="00CF7B0F">
      <w:pPr>
        <w:pStyle w:val="PKTpunkt"/>
      </w:pPr>
      <w:proofErr w:type="gramStart"/>
      <w:r>
        <w:lastRenderedPageBreak/>
        <w:t>68)</w:t>
      </w:r>
      <w:r>
        <w:tab/>
      </w:r>
      <w:r w:rsidR="00CE4377">
        <w:t>współczynnik</w:t>
      </w:r>
      <w:proofErr w:type="gramEnd"/>
      <w:r w:rsidR="00CE4377">
        <w:t xml:space="preserve"> korelacji, jeżeli dotyczy; </w:t>
      </w:r>
    </w:p>
    <w:p w:rsidR="00BC067C" w:rsidRDefault="00CF7B0F" w:rsidP="00CF7B0F">
      <w:pPr>
        <w:pStyle w:val="PKTpunkt"/>
      </w:pPr>
      <w:proofErr w:type="gramStart"/>
      <w:r>
        <w:t>69)</w:t>
      </w:r>
      <w:r>
        <w:tab/>
      </w:r>
      <w:r w:rsidR="00CE4377">
        <w:t>numer</w:t>
      </w:r>
      <w:proofErr w:type="gramEnd"/>
      <w:r w:rsidR="00CE4377">
        <w:t xml:space="preserve"> identyfikacyjny rodziny pojazdów, jeżeli dotyczy</w:t>
      </w:r>
      <w:r w:rsidR="00BC067C">
        <w:t>;</w:t>
      </w:r>
    </w:p>
    <w:p w:rsidR="004A7F7C" w:rsidRDefault="00D32D4D" w:rsidP="00D32D4D">
      <w:pPr>
        <w:pStyle w:val="PKTpunkt"/>
      </w:pPr>
      <w:proofErr w:type="gramStart"/>
      <w:r>
        <w:t>70)</w:t>
      </w:r>
      <w:r>
        <w:tab/>
      </w:r>
      <w:r w:rsidR="004A7F7C" w:rsidRPr="00D32D4D">
        <w:rPr>
          <w:rFonts w:ascii="Times New Roman" w:hAnsi="Times New Roman" w:cs="Times New Roman"/>
          <w:szCs w:val="24"/>
        </w:rPr>
        <w:t>kod</w:t>
      </w:r>
      <w:proofErr w:type="gramEnd"/>
      <w:r w:rsidR="004A7F7C" w:rsidRPr="00D32D4D">
        <w:rPr>
          <w:rFonts w:ascii="Times New Roman" w:hAnsi="Times New Roman" w:cs="Times New Roman"/>
          <w:szCs w:val="24"/>
        </w:rPr>
        <w:t xml:space="preserve"> nadwozia</w:t>
      </w:r>
      <w:r w:rsidR="004A7F7C">
        <w:t xml:space="preserve">, </w:t>
      </w:r>
      <w:r w:rsidR="00C86518">
        <w:t>w tym w stosownych przypadkach, cyfry uzupełniające, jeżeli dotyczy</w:t>
      </w:r>
      <w:r w:rsidR="004A7F7C">
        <w:t>;</w:t>
      </w:r>
    </w:p>
    <w:p w:rsidR="004A7F7C" w:rsidRDefault="00D32D4D" w:rsidP="00D32D4D">
      <w:pPr>
        <w:pStyle w:val="PKTpunkt"/>
        <w:rPr>
          <w:rFonts w:asciiTheme="minorHAnsi" w:hAnsiTheme="minorHAnsi" w:cstheme="minorHAnsi"/>
          <w:sz w:val="22"/>
        </w:rPr>
      </w:pPr>
      <w:proofErr w:type="gramStart"/>
      <w:r>
        <w:t>71)</w:t>
      </w:r>
      <w:r>
        <w:tab/>
      </w:r>
      <w:r w:rsidR="004A7F7C" w:rsidRPr="00D32D4D">
        <w:rPr>
          <w:rFonts w:ascii="Times New Roman" w:hAnsi="Times New Roman" w:cs="Times New Roman"/>
          <w:szCs w:val="24"/>
        </w:rPr>
        <w:t>maksymaln</w:t>
      </w:r>
      <w:r w:rsidR="00FA4DCF">
        <w:rPr>
          <w:rFonts w:ascii="Times New Roman" w:hAnsi="Times New Roman" w:cs="Times New Roman"/>
          <w:szCs w:val="24"/>
        </w:rPr>
        <w:t>ą</w:t>
      </w:r>
      <w:proofErr w:type="gramEnd"/>
      <w:r w:rsidR="004A7F7C" w:rsidRPr="00D32D4D">
        <w:rPr>
          <w:rFonts w:ascii="Times New Roman" w:hAnsi="Times New Roman" w:cs="Times New Roman"/>
          <w:szCs w:val="24"/>
        </w:rPr>
        <w:t xml:space="preserve"> prędkość </w:t>
      </w:r>
      <w:r w:rsidR="004A7F7C">
        <w:t>w km/h</w:t>
      </w:r>
      <w:r w:rsidR="00C86518">
        <w:t>, jeżeli dotyczy.</w:t>
      </w:r>
    </w:p>
    <w:p w:rsidR="00CE4377" w:rsidRDefault="00CE4377" w:rsidP="00CF7B0F">
      <w:pPr>
        <w:pStyle w:val="ARTartustawynprozporzdzenia"/>
      </w:pPr>
      <w:r w:rsidRPr="00CF7B0F">
        <w:rPr>
          <w:b/>
        </w:rPr>
        <w:t>§ 4</w:t>
      </w:r>
      <w:r w:rsidR="00CF7B0F" w:rsidRPr="00CF7B0F">
        <w:rPr>
          <w:b/>
        </w:rPr>
        <w:t>.</w:t>
      </w:r>
      <w:r>
        <w:t xml:space="preserve"> Organy właściwe w sprawach rejestracji pojazdów przekazują dane wymienione w:</w:t>
      </w:r>
    </w:p>
    <w:p w:rsidR="00CE4377" w:rsidRDefault="00CF7B0F" w:rsidP="00CF7B0F">
      <w:pPr>
        <w:pStyle w:val="PKTpunkt"/>
      </w:pPr>
      <w:proofErr w:type="gramStart"/>
      <w:r>
        <w:t>1)</w:t>
      </w:r>
      <w:r>
        <w:tab/>
      </w:r>
      <w:r w:rsidR="00CE4377">
        <w:t>§ 2 pkt</w:t>
      </w:r>
      <w:proofErr w:type="gramEnd"/>
      <w:r w:rsidR="00CE4377">
        <w:t xml:space="preserve"> 1</w:t>
      </w:r>
      <w:r w:rsidR="00D32D4D">
        <w:t>–</w:t>
      </w:r>
      <w:r w:rsidR="00CE4377">
        <w:t>8, pkt 9 lit. k, pkt 11, 17</w:t>
      </w:r>
      <w:r w:rsidR="00D32D4D">
        <w:t>–</w:t>
      </w:r>
      <w:r w:rsidR="00CE4377">
        <w:t xml:space="preserve">19 </w:t>
      </w:r>
      <w:r w:rsidR="0053239C">
        <w:t xml:space="preserve">i </w:t>
      </w:r>
      <w:r w:rsidR="00CE4377">
        <w:t>22,</w:t>
      </w:r>
      <w:r w:rsidR="004A7F7C">
        <w:t xml:space="preserve"> </w:t>
      </w:r>
      <w:r w:rsidR="00CE4377">
        <w:t>z wyłączeniem oznaczenia podmiotu wprowadzającego dane oraz daty i godziny wprowadzenia danych;</w:t>
      </w:r>
    </w:p>
    <w:p w:rsidR="00CE4377" w:rsidRDefault="00CF7B0F" w:rsidP="00CF7B0F">
      <w:pPr>
        <w:pStyle w:val="PKTpunkt"/>
      </w:pPr>
      <w:r>
        <w:t>2)</w:t>
      </w:r>
      <w:r>
        <w:tab/>
      </w:r>
      <w:r w:rsidR="00CE4377">
        <w:t>§ 3.</w:t>
      </w:r>
    </w:p>
    <w:p w:rsidR="00CE4377" w:rsidRDefault="00CE4377" w:rsidP="00CF7B0F">
      <w:pPr>
        <w:pStyle w:val="ARTartustawynprozporzdzenia"/>
      </w:pPr>
      <w:r w:rsidRPr="00CF7B0F">
        <w:rPr>
          <w:b/>
        </w:rPr>
        <w:t>§ 5</w:t>
      </w:r>
      <w:r w:rsidR="00CF7B0F" w:rsidRPr="00CF7B0F">
        <w:rPr>
          <w:b/>
        </w:rPr>
        <w:t>.</w:t>
      </w:r>
      <w:r>
        <w:t xml:space="preserve"> Zakłady ubezpieczeń przekazują dane wymienione w:</w:t>
      </w:r>
    </w:p>
    <w:p w:rsidR="00CE4377" w:rsidRDefault="00CF7B0F" w:rsidP="00CF7B0F">
      <w:pPr>
        <w:pStyle w:val="PKTpunkt"/>
      </w:pPr>
      <w:proofErr w:type="gramStart"/>
      <w:r>
        <w:t>1)</w:t>
      </w:r>
      <w:r>
        <w:tab/>
      </w:r>
      <w:r w:rsidR="00CE4377">
        <w:t>§ 2 pkt</w:t>
      </w:r>
      <w:proofErr w:type="gramEnd"/>
      <w:r w:rsidR="00CE4377">
        <w:t xml:space="preserve"> 10, 20 i 21, z wyłączeniem daty i godziny wprowadzenia danych;</w:t>
      </w:r>
    </w:p>
    <w:p w:rsidR="00CE4377" w:rsidRDefault="00CF7B0F" w:rsidP="00CF7B0F">
      <w:pPr>
        <w:pStyle w:val="PKTpunkt"/>
      </w:pPr>
      <w:proofErr w:type="gramStart"/>
      <w:r>
        <w:t>2)</w:t>
      </w:r>
      <w:r>
        <w:tab/>
      </w:r>
      <w:r w:rsidR="00CE4377">
        <w:t>§ 3 pkt</w:t>
      </w:r>
      <w:proofErr w:type="gramEnd"/>
      <w:r w:rsidR="00CE4377">
        <w:t xml:space="preserve"> 1, 4, 15 </w:t>
      </w:r>
      <w:r w:rsidR="0053239C">
        <w:t xml:space="preserve">i </w:t>
      </w:r>
      <w:r w:rsidR="00CE4377">
        <w:t xml:space="preserve">22 </w:t>
      </w:r>
      <w:r w:rsidR="00D32D4D">
        <w:t xml:space="preserve">– </w:t>
      </w:r>
      <w:r w:rsidR="00CE4377">
        <w:t>przy zawieraniu umowy obowiązkowego ubezpieczenia dla pojazdu niezarejestrowanego.</w:t>
      </w:r>
    </w:p>
    <w:p w:rsidR="000029EF" w:rsidRDefault="00CE4377" w:rsidP="00CF7B0F">
      <w:pPr>
        <w:pStyle w:val="ARTartustawynprozporzdzenia"/>
      </w:pPr>
      <w:r w:rsidRPr="00CF7B0F">
        <w:rPr>
          <w:b/>
        </w:rPr>
        <w:t>§ 6</w:t>
      </w:r>
      <w:r w:rsidR="00CF7B0F">
        <w:t>.</w:t>
      </w:r>
      <w:r>
        <w:t xml:space="preserve"> Właściwa jednostka organizacyjna Policji przekazuje dane wymienione w</w:t>
      </w:r>
      <w:r w:rsidR="007D66F1">
        <w:t xml:space="preserve"> </w:t>
      </w:r>
      <w:r>
        <w:t>§ 2 pkt 12, z wyłączeniem daty i godziny wprowadzenia danych</w:t>
      </w:r>
      <w:r w:rsidR="000029EF">
        <w:t>.</w:t>
      </w:r>
    </w:p>
    <w:p w:rsidR="00CE4377" w:rsidRDefault="00CE4377" w:rsidP="00CF7B0F">
      <w:pPr>
        <w:pStyle w:val="ARTartustawynprozporzdzenia"/>
      </w:pPr>
      <w:r w:rsidRPr="00CF7B0F">
        <w:rPr>
          <w:b/>
        </w:rPr>
        <w:t>§ 7</w:t>
      </w:r>
      <w:r w:rsidR="00CF7B0F" w:rsidRPr="00CF7B0F">
        <w:rPr>
          <w:b/>
        </w:rPr>
        <w:t>.</w:t>
      </w:r>
      <w:r>
        <w:t xml:space="preserve"> Właściwa jednostka organizacyjna Policji, Straży Granicznej, Ins</w:t>
      </w:r>
      <w:r w:rsidR="006B60DC">
        <w:t xml:space="preserve">pekcji Transportu Drogowego, </w:t>
      </w:r>
      <w:r>
        <w:t>Żandarmerii Wojskowej</w:t>
      </w:r>
      <w:r w:rsidR="006B60DC">
        <w:t xml:space="preserve"> lub Krajowej Administracji Skarbowej</w:t>
      </w:r>
      <w:r>
        <w:t xml:space="preserve"> przekazuje dane wymienione w § 2 pkt 13 i 14 z wyłączeniem daty i godziny wprowadzenia danych.</w:t>
      </w:r>
    </w:p>
    <w:p w:rsidR="00CE4377" w:rsidRDefault="00CE4377" w:rsidP="00CF7B0F">
      <w:pPr>
        <w:pStyle w:val="ARTartustawynprozporzdzenia"/>
      </w:pPr>
      <w:r w:rsidRPr="00CF7B0F">
        <w:rPr>
          <w:b/>
        </w:rPr>
        <w:t>§ 8</w:t>
      </w:r>
      <w:r w:rsidR="00CF7B0F">
        <w:t>.</w:t>
      </w:r>
      <w:r>
        <w:t xml:space="preserve"> Stacje kontroli pojazdów przekazują dane wymienione w:</w:t>
      </w:r>
    </w:p>
    <w:p w:rsidR="00CE4377" w:rsidRDefault="00CF7B0F" w:rsidP="00CF7B0F">
      <w:pPr>
        <w:pStyle w:val="PKTpunkt"/>
      </w:pPr>
      <w:proofErr w:type="gramStart"/>
      <w:r>
        <w:t>1)</w:t>
      </w:r>
      <w:r>
        <w:tab/>
      </w:r>
      <w:r w:rsidR="00CE4377">
        <w:t>§ 2 pkt</w:t>
      </w:r>
      <w:proofErr w:type="gramEnd"/>
      <w:r w:rsidR="00CE4377">
        <w:t xml:space="preserve"> 9 lit. a i b </w:t>
      </w:r>
      <w:r w:rsidR="00D32D4D">
        <w:t xml:space="preserve">– </w:t>
      </w:r>
      <w:r w:rsidR="00CE4377">
        <w:t>w przypadku gdy dane o badaniu technicznym są wprowadzane do ewid</w:t>
      </w:r>
      <w:r w:rsidR="0024521A">
        <w:t>encji w trybie art. 80bc ustawy</w:t>
      </w:r>
      <w:r w:rsidR="00A52072">
        <w:t>,</w:t>
      </w:r>
      <w:r w:rsidR="00CE4377">
        <w:t xml:space="preserve"> i lit. c</w:t>
      </w:r>
      <w:r w:rsidR="00D32D4D">
        <w:t>–</w:t>
      </w:r>
      <w:r w:rsidR="00CE4377">
        <w:t>o</w:t>
      </w:r>
      <w:r w:rsidR="007D66F1">
        <w:t>,</w:t>
      </w:r>
      <w:r w:rsidR="00CE4377">
        <w:t xml:space="preserve"> pkt 13</w:t>
      </w:r>
      <w:r w:rsidR="000B1A0A">
        <w:t xml:space="preserve"> i </w:t>
      </w:r>
      <w:r w:rsidR="007D66F1">
        <w:t>26</w:t>
      </w:r>
      <w:r w:rsidR="00CE4377">
        <w:t>, z wyłączeniem daty i godziny wprowadzenia danych;</w:t>
      </w:r>
    </w:p>
    <w:p w:rsidR="00F42B31" w:rsidRDefault="00002407" w:rsidP="00002407">
      <w:pPr>
        <w:pStyle w:val="PKTpunkt"/>
        <w:rPr>
          <w:b/>
        </w:rPr>
      </w:pPr>
      <w:proofErr w:type="gramStart"/>
      <w:r>
        <w:t>2)</w:t>
      </w:r>
      <w:r>
        <w:tab/>
      </w:r>
      <w:r w:rsidR="00CE4377">
        <w:t>§ 3 pkt</w:t>
      </w:r>
      <w:proofErr w:type="gramEnd"/>
      <w:r w:rsidR="00CE4377">
        <w:t xml:space="preserve"> 1, 3</w:t>
      </w:r>
      <w:r w:rsidR="0053239C">
        <w:t>,</w:t>
      </w:r>
      <w:r w:rsidR="00CE4377">
        <w:t xml:space="preserve"> 4, 7</w:t>
      </w:r>
      <w:r w:rsidR="00D32D4D">
        <w:t>–</w:t>
      </w:r>
      <w:r w:rsidR="00CE4377">
        <w:t>9, 15, 19, 22, 27</w:t>
      </w:r>
      <w:r w:rsidR="00D32D4D">
        <w:t>–</w:t>
      </w:r>
      <w:r w:rsidR="00CE4377">
        <w:t>29, 35</w:t>
      </w:r>
      <w:r w:rsidR="0053239C">
        <w:t>,</w:t>
      </w:r>
      <w:r w:rsidR="00CE4377">
        <w:t xml:space="preserve"> 36, 39</w:t>
      </w:r>
      <w:r w:rsidR="00D32D4D">
        <w:t>–</w:t>
      </w:r>
      <w:r w:rsidR="00CE4377">
        <w:t>43, 45</w:t>
      </w:r>
      <w:r w:rsidR="0053239C">
        <w:t>,</w:t>
      </w:r>
      <w:r w:rsidR="00CE4377">
        <w:t xml:space="preserve"> 46, 51</w:t>
      </w:r>
      <w:r w:rsidR="00D32D4D">
        <w:t>–</w:t>
      </w:r>
      <w:r w:rsidR="00CE4377">
        <w:t xml:space="preserve">53 </w:t>
      </w:r>
      <w:r w:rsidR="0053239C">
        <w:t xml:space="preserve">i </w:t>
      </w:r>
      <w:r w:rsidR="00CE4377">
        <w:t xml:space="preserve">pkt 59 </w:t>
      </w:r>
      <w:r w:rsidR="00D32D4D">
        <w:t xml:space="preserve">– </w:t>
      </w:r>
      <w:r w:rsidR="00CE4377">
        <w:t>przy przeprowadzaniu badania technicznego</w:t>
      </w:r>
      <w:r w:rsidR="007D66F1">
        <w:t xml:space="preserve"> lub </w:t>
      </w:r>
      <w:r w:rsidR="0053239C">
        <w:t xml:space="preserve">dokonania </w:t>
      </w:r>
      <w:r w:rsidR="007D66F1">
        <w:t xml:space="preserve">odczytu drogomierza w przypadku </w:t>
      </w:r>
      <w:r w:rsidR="00CE4377">
        <w:t>pojazdu niezarejestrowanego</w:t>
      </w:r>
      <w:r w:rsidR="004B6267">
        <w:t>, z wyłączeniem daty i godziny wprowadzenia danych</w:t>
      </w:r>
      <w:r w:rsidR="00CE4377">
        <w:t>.</w:t>
      </w:r>
    </w:p>
    <w:p w:rsidR="00CE4377" w:rsidRDefault="00D32D4D" w:rsidP="00D32D4D">
      <w:pPr>
        <w:pStyle w:val="ARTartustawynprozporzdzenia"/>
      </w:pPr>
      <w:r>
        <w:rPr>
          <w:b/>
        </w:rPr>
        <w:t xml:space="preserve">§ 9. </w:t>
      </w:r>
      <w:r w:rsidR="006C58F2" w:rsidRPr="003B4C72">
        <w:t xml:space="preserve">Centralna informacja o zastawach rejestrowych </w:t>
      </w:r>
      <w:r w:rsidR="00CE4377" w:rsidRPr="003B4C72">
        <w:t>przekazuje</w:t>
      </w:r>
      <w:r w:rsidR="00CE4377" w:rsidRPr="003B4C72">
        <w:rPr>
          <w:vertAlign w:val="superscript"/>
        </w:rPr>
        <w:t xml:space="preserve"> </w:t>
      </w:r>
      <w:r w:rsidR="00CE4377">
        <w:t>dane wymienione w § 2 pkt 23, z wyłączeniem marki, rodzaju, roku produkcji i daty i godziny wprowadzenia danych.</w:t>
      </w:r>
    </w:p>
    <w:p w:rsidR="00CE4377" w:rsidRDefault="00CE4377" w:rsidP="00CF7B0F">
      <w:pPr>
        <w:pStyle w:val="ARTartustawynprozporzdzenia"/>
      </w:pPr>
      <w:r w:rsidRPr="00D63C5A">
        <w:rPr>
          <w:b/>
        </w:rPr>
        <w:t>§ 10</w:t>
      </w:r>
      <w:r w:rsidR="00D63C5A" w:rsidRPr="00D63C5A">
        <w:rPr>
          <w:b/>
        </w:rPr>
        <w:t>.</w:t>
      </w:r>
      <w:r>
        <w:t xml:space="preserve"> Ubezpieczeniowy Fundusz Gwarancyjny przekazuje dane wymienione w § 2 pkt 10, z wyłączeniem daty i godziny wprowadzenia danych.</w:t>
      </w:r>
    </w:p>
    <w:p w:rsidR="00CE4377" w:rsidRDefault="00CE4377" w:rsidP="00CF7B0F">
      <w:pPr>
        <w:pStyle w:val="ARTartustawynprozporzdzenia"/>
      </w:pPr>
      <w:r w:rsidRPr="00D63C5A">
        <w:rPr>
          <w:b/>
        </w:rPr>
        <w:t>§ 11</w:t>
      </w:r>
      <w:r w:rsidR="00D63C5A" w:rsidRPr="00D63C5A">
        <w:rPr>
          <w:b/>
        </w:rPr>
        <w:t>.</w:t>
      </w:r>
      <w:r>
        <w:t xml:space="preserve"> Stacje demontażu lub punkty zbierania pojazdów przekazują dane wymienione w </w:t>
      </w:r>
      <w:r w:rsidR="00F42B31">
        <w:br/>
      </w:r>
      <w:r>
        <w:t>§ 2 pkt 15, z wyłączeniem daty i godziny wprowadzenia danych.</w:t>
      </w:r>
    </w:p>
    <w:p w:rsidR="007D66F1" w:rsidRDefault="00CE4377" w:rsidP="007D66F1">
      <w:pPr>
        <w:pStyle w:val="ARTartustawynprozporzdzenia"/>
        <w:rPr>
          <w:b/>
        </w:rPr>
      </w:pPr>
      <w:r w:rsidRPr="00D63C5A">
        <w:rPr>
          <w:b/>
        </w:rPr>
        <w:lastRenderedPageBreak/>
        <w:t>§ 12</w:t>
      </w:r>
      <w:r w:rsidR="00D63C5A" w:rsidRPr="00D63C5A">
        <w:rPr>
          <w:b/>
        </w:rPr>
        <w:t>.</w:t>
      </w:r>
      <w:r w:rsidR="009B1600">
        <w:tab/>
      </w:r>
      <w:r>
        <w:t>Marszałkowie województwa przekazują dane wymienione w § 2 pkt 16, z wyłączeniem daty i godziny wprowadzenia danych.</w:t>
      </w:r>
      <w:r w:rsidR="007D66F1" w:rsidRPr="007D66F1">
        <w:rPr>
          <w:b/>
        </w:rPr>
        <w:t xml:space="preserve"> </w:t>
      </w:r>
    </w:p>
    <w:p w:rsidR="007D66F1" w:rsidRDefault="00CE4377" w:rsidP="007D66F1">
      <w:pPr>
        <w:pStyle w:val="ARTartustawynprozporzdzenia"/>
        <w:rPr>
          <w:b/>
        </w:rPr>
      </w:pPr>
      <w:r w:rsidRPr="00D63C5A">
        <w:rPr>
          <w:b/>
        </w:rPr>
        <w:t>§ 13</w:t>
      </w:r>
      <w:r w:rsidR="00D63C5A" w:rsidRPr="00D63C5A">
        <w:rPr>
          <w:b/>
        </w:rPr>
        <w:t>.</w:t>
      </w:r>
      <w:r w:rsidR="009B1600">
        <w:tab/>
      </w:r>
      <w:r>
        <w:t>Podmioty uprawnione, o których mowa w art. 80s ust. 2 ustawy, którym wydano decyzję o profesjonalnej rejestracji pojazdów, przekazują dane wymienione w § 2 pkt 24 i 25, z wyłączeniem oznaczenia podmiotu wprowadzającego dane oraz daty i godziny wprowadzenia danych.</w:t>
      </w:r>
      <w:r w:rsidR="007D66F1" w:rsidRPr="007D66F1">
        <w:rPr>
          <w:b/>
        </w:rPr>
        <w:t xml:space="preserve"> </w:t>
      </w:r>
    </w:p>
    <w:p w:rsidR="007D66F1" w:rsidRDefault="00F42B31" w:rsidP="00F42B31">
      <w:pPr>
        <w:pStyle w:val="ARTartustawynprozporzdzenia"/>
      </w:pPr>
      <w:r>
        <w:rPr>
          <w:b/>
        </w:rPr>
        <w:t xml:space="preserve">§ 14. </w:t>
      </w:r>
      <w:r w:rsidR="007D66F1">
        <w:t xml:space="preserve">Właściwa jednostka organizacyjna Policji, Straży Granicznej, Inspekcji Transportu Drogowego, Żandarmerii Wojskowej lub </w:t>
      </w:r>
      <w:r w:rsidR="0009717D">
        <w:t>Krajowej Administracji Skarbowej</w:t>
      </w:r>
      <w:r w:rsidR="007D66F1">
        <w:t xml:space="preserve"> przekazuje dane wymienione w:</w:t>
      </w:r>
    </w:p>
    <w:p w:rsidR="007D66F1" w:rsidRDefault="007D66F1" w:rsidP="007D66F1">
      <w:pPr>
        <w:pStyle w:val="ARTartustawynprozporzdzenia"/>
        <w:numPr>
          <w:ilvl w:val="0"/>
          <w:numId w:val="19"/>
        </w:numPr>
      </w:pPr>
      <w:r>
        <w:t xml:space="preserve">§ 2 pkt </w:t>
      </w:r>
      <w:r w:rsidR="000B1A0A">
        <w:t xml:space="preserve">14 i </w:t>
      </w:r>
      <w:r>
        <w:t>27, z wyłączeniem daty i godziny wprowadzenia danych;</w:t>
      </w:r>
    </w:p>
    <w:p w:rsidR="007D66F1" w:rsidRDefault="007D66F1" w:rsidP="007D66F1">
      <w:pPr>
        <w:pStyle w:val="ARTartustawynprozporzdzenia"/>
        <w:numPr>
          <w:ilvl w:val="0"/>
          <w:numId w:val="19"/>
        </w:numPr>
      </w:pPr>
      <w:r>
        <w:t>§ 3 pkt 1, 3</w:t>
      </w:r>
      <w:r w:rsidR="0053239C">
        <w:t>,</w:t>
      </w:r>
      <w:r>
        <w:t xml:space="preserve"> 4, 7</w:t>
      </w:r>
      <w:r w:rsidR="00F42B31">
        <w:t>–</w:t>
      </w:r>
      <w:r>
        <w:t>9, 15, 19, 22, 27</w:t>
      </w:r>
      <w:r w:rsidR="00F42B31">
        <w:t>–</w:t>
      </w:r>
      <w:r>
        <w:t>29, 35</w:t>
      </w:r>
      <w:r w:rsidR="0053239C">
        <w:t>,</w:t>
      </w:r>
      <w:r>
        <w:t xml:space="preserve"> 36, 39</w:t>
      </w:r>
      <w:r w:rsidR="00F42B31">
        <w:t>–</w:t>
      </w:r>
      <w:r>
        <w:t>43, 45</w:t>
      </w:r>
      <w:r w:rsidR="0053239C">
        <w:t>,</w:t>
      </w:r>
      <w:r>
        <w:t xml:space="preserve"> 46, 51</w:t>
      </w:r>
      <w:r w:rsidR="00F42B31">
        <w:t>–</w:t>
      </w:r>
      <w:r>
        <w:t xml:space="preserve">53 </w:t>
      </w:r>
      <w:r w:rsidR="0053239C">
        <w:t xml:space="preserve">i </w:t>
      </w:r>
      <w:r>
        <w:t>59 – w przypadku odczytu drogomierza pojazdu niezarejestrowanego.</w:t>
      </w:r>
    </w:p>
    <w:p w:rsidR="00946ADA" w:rsidRDefault="00CE4377" w:rsidP="00946ADA">
      <w:pPr>
        <w:pStyle w:val="ARTartustawynprozporzdzenia"/>
      </w:pPr>
      <w:r w:rsidRPr="00D63C5A">
        <w:rPr>
          <w:b/>
        </w:rPr>
        <w:t xml:space="preserve">§ </w:t>
      </w:r>
      <w:r w:rsidR="007D66F1" w:rsidRPr="00D63C5A">
        <w:rPr>
          <w:b/>
        </w:rPr>
        <w:t>1</w:t>
      </w:r>
      <w:r w:rsidR="007D66F1">
        <w:rPr>
          <w:b/>
        </w:rPr>
        <w:t>5</w:t>
      </w:r>
      <w:r w:rsidR="00D63C5A" w:rsidRPr="00D63C5A">
        <w:rPr>
          <w:b/>
        </w:rPr>
        <w:t>.</w:t>
      </w:r>
      <w:r w:rsidR="009B1600">
        <w:tab/>
      </w:r>
      <w:r w:rsidR="00946ADA" w:rsidRPr="00946ADA">
        <w:t>Dane gromadzone w ewidencji, dotyczące daty i godziny wprowadzenia danych oraz oznaczenia podmiotu wprowadzającego dane,</w:t>
      </w:r>
      <w:r w:rsidR="009B1600">
        <w:t xml:space="preserve"> </w:t>
      </w:r>
      <w:r w:rsidR="00946ADA" w:rsidRPr="00946ADA">
        <w:t>są</w:t>
      </w:r>
      <w:r w:rsidR="009B1600">
        <w:t xml:space="preserve"> </w:t>
      </w:r>
      <w:r w:rsidR="00946ADA" w:rsidRPr="00946ADA">
        <w:t>uzupełniane automatycznie przez system teleinform</w:t>
      </w:r>
      <w:r w:rsidR="00946ADA">
        <w:t>atyczny obsługujący ewidencję.</w:t>
      </w:r>
    </w:p>
    <w:p w:rsidR="00CE4377" w:rsidRDefault="00CE4377" w:rsidP="00CF7B0F">
      <w:pPr>
        <w:pStyle w:val="ARTartustawynprozporzdzenia"/>
      </w:pPr>
      <w:r w:rsidRPr="00D63C5A">
        <w:rPr>
          <w:b/>
        </w:rPr>
        <w:t xml:space="preserve">§ </w:t>
      </w:r>
      <w:r w:rsidR="007D66F1" w:rsidRPr="00D63C5A">
        <w:rPr>
          <w:b/>
        </w:rPr>
        <w:t>1</w:t>
      </w:r>
      <w:r w:rsidR="007D66F1">
        <w:rPr>
          <w:b/>
        </w:rPr>
        <w:t>6</w:t>
      </w:r>
      <w:r w:rsidR="00D63C5A" w:rsidRPr="00D63C5A">
        <w:rPr>
          <w:b/>
        </w:rPr>
        <w:t>.</w:t>
      </w:r>
      <w:r>
        <w:t xml:space="preserve"> Przepisy:</w:t>
      </w:r>
    </w:p>
    <w:p w:rsidR="00CE4377" w:rsidRDefault="00CF7B0F" w:rsidP="00CF7B0F">
      <w:pPr>
        <w:pStyle w:val="PKTpunkt"/>
      </w:pPr>
      <w:proofErr w:type="gramStart"/>
      <w:r>
        <w:t>1)</w:t>
      </w:r>
      <w:r>
        <w:tab/>
      </w:r>
      <w:r w:rsidR="00CE4377">
        <w:t>§ 2 pkt</w:t>
      </w:r>
      <w:proofErr w:type="gramEnd"/>
      <w:r w:rsidR="00CE4377">
        <w:t xml:space="preserve"> 10, § 5 oraz § 10 stosuje się od dnia określonego w komunikacie, o którym mowa w art. 13 ust. 4 ustawy z dnia 24 lipca 2015 r. o zmianie ustawy </w:t>
      </w:r>
      <w:r w:rsidR="00BE0F7D">
        <w:t xml:space="preserve">– </w:t>
      </w:r>
      <w:r w:rsidR="00CE4377">
        <w:t xml:space="preserve">Prawo o ruchu drogowym oraz niektórych innych ustaw </w:t>
      </w:r>
      <w:r w:rsidR="00D63C5A">
        <w:t xml:space="preserve">(Dz. U. </w:t>
      </w:r>
      <w:proofErr w:type="gramStart"/>
      <w:r w:rsidR="00D63C5A">
        <w:t>poz</w:t>
      </w:r>
      <w:proofErr w:type="gramEnd"/>
      <w:r w:rsidR="00D63C5A">
        <w:t xml:space="preserve">. 1273, z </w:t>
      </w:r>
      <w:proofErr w:type="spellStart"/>
      <w:r w:rsidR="00D63C5A">
        <w:t>późn</w:t>
      </w:r>
      <w:proofErr w:type="spellEnd"/>
      <w:r w:rsidR="00D63C5A">
        <w:t xml:space="preserve">. </w:t>
      </w:r>
      <w:proofErr w:type="gramStart"/>
      <w:r w:rsidR="00D63C5A">
        <w:t>zm</w:t>
      </w:r>
      <w:proofErr w:type="gramEnd"/>
      <w:r w:rsidR="00D63C5A">
        <w:t>.</w:t>
      </w:r>
      <w:r w:rsidR="00D63C5A">
        <w:rPr>
          <w:rStyle w:val="Odwoanieprzypisudolnego"/>
        </w:rPr>
        <w:footnoteReference w:id="4"/>
      </w:r>
      <w:r w:rsidR="00D63C5A">
        <w:rPr>
          <w:vertAlign w:val="superscript"/>
        </w:rPr>
        <w:t>)</w:t>
      </w:r>
      <w:r w:rsidR="00CE4377">
        <w:t>);</w:t>
      </w:r>
    </w:p>
    <w:p w:rsidR="00CE4377" w:rsidRDefault="00CF7B0F" w:rsidP="00CF7B0F">
      <w:pPr>
        <w:pStyle w:val="PKTpunkt"/>
      </w:pPr>
      <w:proofErr w:type="gramStart"/>
      <w:r>
        <w:t>2)</w:t>
      </w:r>
      <w:r>
        <w:tab/>
      </w:r>
      <w:r w:rsidR="00CE4377">
        <w:t>§ 2 pkt</w:t>
      </w:r>
      <w:proofErr w:type="gramEnd"/>
      <w:r w:rsidR="00CE4377">
        <w:t xml:space="preserve"> 16 oraz § 12 stosuje się od dnia określonego w komunikacie, o którym mowa w art. 11 ust. 2 ustawy z dnia 9 maja 2018 r. o zmianie ustawy </w:t>
      </w:r>
      <w:r w:rsidR="00BE0F7D">
        <w:t xml:space="preserve">– </w:t>
      </w:r>
      <w:r w:rsidR="00CE4377">
        <w:t xml:space="preserve">Prawo o ruchu drogowym oraz niektórych innych ustaw (Dz. U. </w:t>
      </w:r>
      <w:proofErr w:type="gramStart"/>
      <w:r w:rsidR="00CE4377">
        <w:t>poz</w:t>
      </w:r>
      <w:proofErr w:type="gramEnd"/>
      <w:r w:rsidR="00CE4377">
        <w:t>. 957</w:t>
      </w:r>
      <w:r w:rsidR="00D63C5A">
        <w:t xml:space="preserve"> oraz z 2019 r. poz. 730</w:t>
      </w:r>
      <w:r w:rsidR="00CE4377">
        <w:t>);</w:t>
      </w:r>
    </w:p>
    <w:p w:rsidR="00CE4377" w:rsidRDefault="00CF7B0F" w:rsidP="00CF7B0F">
      <w:pPr>
        <w:pStyle w:val="PKTpunkt"/>
      </w:pPr>
      <w:proofErr w:type="gramStart"/>
      <w:r>
        <w:t>3)</w:t>
      </w:r>
      <w:r>
        <w:tab/>
      </w:r>
      <w:r w:rsidR="00CE4377">
        <w:t>§ 2 pkt</w:t>
      </w:r>
      <w:proofErr w:type="gramEnd"/>
      <w:r w:rsidR="00CE4377">
        <w:t xml:space="preserve"> 23 oraz § 9 stosuje się od dnia określonego w komunikacie, o którym mowa w </w:t>
      </w:r>
      <w:r w:rsidR="00CE6131">
        <w:br/>
      </w:r>
      <w:r w:rsidR="00CE4377">
        <w:t xml:space="preserve">art. 9 ust. 2 ustawy z dnia 9 maja 2018 r. o zmianie ustawy </w:t>
      </w:r>
      <w:r w:rsidR="00473CB9">
        <w:t>–</w:t>
      </w:r>
      <w:r w:rsidR="00CE4377">
        <w:t xml:space="preserve"> Prawo o ruchu drogow</w:t>
      </w:r>
      <w:r w:rsidR="00D63C5A">
        <w:t>ym oraz niektórych innych ustaw;</w:t>
      </w:r>
    </w:p>
    <w:p w:rsidR="00CE4377" w:rsidRDefault="00CF7B0F" w:rsidP="00CF7B0F">
      <w:pPr>
        <w:pStyle w:val="PKTpunkt"/>
      </w:pPr>
      <w:proofErr w:type="gramStart"/>
      <w:r>
        <w:t>4)</w:t>
      </w:r>
      <w:r>
        <w:tab/>
      </w:r>
      <w:r w:rsidR="00CE4377">
        <w:t>§ 11 stosuje</w:t>
      </w:r>
      <w:proofErr w:type="gramEnd"/>
      <w:r w:rsidR="00CE4377">
        <w:t xml:space="preserve"> się od dnia określonego w komunikacie, o którym mowa w art. 7 ust. 2 ustawy z dnia 9 maja 2018 r. o zmianie ustawy </w:t>
      </w:r>
      <w:r w:rsidR="002A5D2F">
        <w:t>–</w:t>
      </w:r>
      <w:r w:rsidR="00CE4377">
        <w:t xml:space="preserve"> Prawo o ruchu drogowym oraz niektórych innych ustaw.</w:t>
      </w:r>
    </w:p>
    <w:p w:rsidR="00CE4377" w:rsidRDefault="008312AA" w:rsidP="00CF7B0F">
      <w:pPr>
        <w:pStyle w:val="ARTartustawynprozporzdzenia"/>
      </w:pPr>
      <w:r>
        <w:rPr>
          <w:b/>
        </w:rPr>
        <w:lastRenderedPageBreak/>
        <w:t>§ 17</w:t>
      </w:r>
      <w:r w:rsidR="00D63C5A" w:rsidRPr="00D63C5A">
        <w:rPr>
          <w:b/>
        </w:rPr>
        <w:t>.</w:t>
      </w:r>
      <w:r w:rsidR="00CA01F8">
        <w:rPr>
          <w:b/>
        </w:rPr>
        <w:tab/>
      </w:r>
      <w:r w:rsidR="00CE4377">
        <w:t xml:space="preserve">Organ właściwy w sprawach rejestracji pojazdów przekazuje dane wymienione w </w:t>
      </w:r>
      <w:r w:rsidR="00CE6131">
        <w:br/>
      </w:r>
      <w:r w:rsidR="00CE4377">
        <w:t xml:space="preserve">§ 2 pkt 15 do dnia określonego w komunikacie, o którym mowa w art. 7 ust. 2 ustawy z dnia 9 maja 2018 r. o zmianie ustawy </w:t>
      </w:r>
      <w:r w:rsidR="00D67271">
        <w:t xml:space="preserve">– </w:t>
      </w:r>
      <w:r w:rsidR="00CE4377">
        <w:t xml:space="preserve">Prawo o ruchu drogowym oraz niektórych innych ustaw. </w:t>
      </w:r>
    </w:p>
    <w:p w:rsidR="0098487B" w:rsidRDefault="00CE4377" w:rsidP="00CF7B0F">
      <w:pPr>
        <w:pStyle w:val="ARTartustawynprozporzdzenia"/>
        <w:rPr>
          <w:vertAlign w:val="superscript"/>
        </w:rPr>
      </w:pPr>
      <w:r w:rsidRPr="00D63C5A">
        <w:rPr>
          <w:b/>
        </w:rPr>
        <w:t>§ 1</w:t>
      </w:r>
      <w:r w:rsidR="008312AA">
        <w:rPr>
          <w:b/>
        </w:rPr>
        <w:t>8</w:t>
      </w:r>
      <w:r w:rsidR="00D63C5A" w:rsidRPr="00D63C5A">
        <w:rPr>
          <w:b/>
        </w:rPr>
        <w:t>.</w:t>
      </w:r>
      <w:r w:rsidR="00CA01F8">
        <w:rPr>
          <w:b/>
        </w:rPr>
        <w:tab/>
      </w:r>
      <w:r>
        <w:t xml:space="preserve">Rozporządzenie wchodzi w życie z dniem </w:t>
      </w:r>
      <w:r w:rsidR="007D66F1">
        <w:t>1 stycznia</w:t>
      </w:r>
      <w:r>
        <w:t xml:space="preserve"> 2</w:t>
      </w:r>
      <w:r w:rsidR="00D63C5A">
        <w:t>0</w:t>
      </w:r>
      <w:r w:rsidR="007D66F1">
        <w:t>20</w:t>
      </w:r>
      <w:r w:rsidR="00D63C5A">
        <w:t xml:space="preserve"> r.</w:t>
      </w:r>
      <w:r w:rsidR="00883CF5">
        <w:rPr>
          <w:rStyle w:val="Odwoanieprzypisudolnego"/>
        </w:rPr>
        <w:footnoteReference w:id="5"/>
      </w:r>
      <w:r w:rsidR="00883CF5">
        <w:rPr>
          <w:vertAlign w:val="superscript"/>
        </w:rPr>
        <w:t>)</w:t>
      </w:r>
    </w:p>
    <w:p w:rsidR="00CB0308" w:rsidRDefault="00CB0308" w:rsidP="00F03433">
      <w:pPr>
        <w:pStyle w:val="ARTartustawynprozporzdzenia"/>
        <w:ind w:firstLine="0"/>
        <w:rPr>
          <w:vertAlign w:val="superscript"/>
        </w:rPr>
      </w:pPr>
    </w:p>
    <w:p w:rsidR="003703FF" w:rsidRDefault="003112E1" w:rsidP="003B4C72">
      <w:pPr>
        <w:pStyle w:val="NAZORGWYDnazwaorganuwydajcegoprojektowanyakt"/>
      </w:pPr>
      <w:r>
        <w:t>MINISt</w:t>
      </w:r>
      <w:r w:rsidR="00CB0308" w:rsidRPr="00CB0308">
        <w:t>ER CYFRYZACJI</w:t>
      </w:r>
    </w:p>
    <w:p w:rsidR="003B4C72" w:rsidRDefault="003B4C72">
      <w:pPr>
        <w:widowControl/>
        <w:autoSpaceDE/>
        <w:autoSpaceDN/>
        <w:adjustRightInd/>
        <w:rPr>
          <w:rFonts w:ascii="Times" w:hAnsi="Times"/>
          <w:b/>
          <w:bCs/>
          <w:caps/>
          <w:kern w:val="24"/>
          <w:szCs w:val="24"/>
        </w:rPr>
      </w:pPr>
      <w:r>
        <w:br w:type="page"/>
      </w:r>
    </w:p>
    <w:p w:rsidR="0071460B" w:rsidRPr="004152FB" w:rsidRDefault="0071460B" w:rsidP="0071460B">
      <w:pPr>
        <w:pStyle w:val="TYTTABELItytutabeli"/>
      </w:pPr>
      <w:r w:rsidRPr="004152FB">
        <w:lastRenderedPageBreak/>
        <w:t>UZASADNIENIE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 xml:space="preserve">Projekt rozporządzenia w sprawie katalogu danych gromadzonych w centralnej ewidencji pojazdów stanowi realizację zmian wprowadzonych ustawą z dnia 15 marca 2019 r. o zmianie ustawy – Prawo o ruchu drogowym oraz ustawy – Kodeks karny (Dz. U. </w:t>
      </w:r>
      <w:proofErr w:type="gramStart"/>
      <w:r w:rsidRPr="004152FB">
        <w:t>poz</w:t>
      </w:r>
      <w:proofErr w:type="gramEnd"/>
      <w:r w:rsidRPr="004152FB">
        <w:t>. 870) w zakresie przeciwdziałania zjawisku manipulowania odczytem drogomierza.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>Wymieniona wyżej ustawa rozszerzyła zakres danych gromadzonych w centralnej ewidencji pojazdów o nowe kategorie danych:</w:t>
      </w:r>
    </w:p>
    <w:p w:rsidR="0071460B" w:rsidRPr="004152FB" w:rsidRDefault="0071460B" w:rsidP="0071460B">
      <w:pPr>
        <w:pStyle w:val="NIEARTTEKSTtekstnieartykuowanynppodstprawnarozplubpreambua"/>
      </w:pPr>
      <w:r>
        <w:t>-</w:t>
      </w:r>
      <w:r w:rsidR="00D10CD1">
        <w:t xml:space="preserve"> </w:t>
      </w:r>
      <w:r w:rsidRPr="004152FB">
        <w:t>o wymianie drogomierza, przekazywane przez stacje kontroli pojazdów,</w:t>
      </w:r>
    </w:p>
    <w:p w:rsidR="0071460B" w:rsidRPr="004152FB" w:rsidRDefault="0071460B" w:rsidP="0071460B">
      <w:pPr>
        <w:pStyle w:val="NIEARTTEKSTtekstnieartykuowanynppodstprawnarozplubpreambua"/>
      </w:pPr>
      <w:r>
        <w:t>-</w:t>
      </w:r>
      <w:r w:rsidR="00D10CD1">
        <w:t xml:space="preserve"> </w:t>
      </w:r>
      <w:r w:rsidRPr="004152FB">
        <w:t>o odczycie drogomierza w czasie kontroli, przekazywane przez organy kontroli ruchu drogowego.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 xml:space="preserve">Niniejszy projekt, zgodnie z upoważnieniem ustawowym, precyzuje zakres danych gromadzonych w centralnej ewidencji pojazdów w zakresie ww. kategorii. </w:t>
      </w:r>
    </w:p>
    <w:p w:rsidR="0071460B" w:rsidRPr="004152FB" w:rsidRDefault="0071460B" w:rsidP="0071460B">
      <w:pPr>
        <w:pStyle w:val="NIEARTTEKSTtekstnieartykuowanynppodstprawnarozplubpreambua"/>
      </w:pPr>
      <w:r w:rsidRPr="00EC74F2">
        <w:t xml:space="preserve">Zauważyć należy, że </w:t>
      </w:r>
      <w:r w:rsidRPr="004152FB">
        <w:t xml:space="preserve">upoważnienie określone w art. 80b ust. 2 rozszerza zakres danych, który ma zostać doprecyzowany w rozporządzeniu o dane wymienione w art. 80b ust. 1 </w:t>
      </w:r>
      <w:r w:rsidR="00CD30BE">
        <w:t>pkt</w:t>
      </w:r>
      <w:r w:rsidRPr="004152FB">
        <w:t xml:space="preserve"> 21</w:t>
      </w:r>
      <w:r w:rsidR="00CD30BE">
        <w:t xml:space="preserve"> (</w:t>
      </w:r>
      <w:r w:rsidR="00CD30BE" w:rsidRPr="00CD30BE">
        <w:t>o wymianie drogomierza</w:t>
      </w:r>
      <w:r w:rsidR="00CD30BE">
        <w:t>)</w:t>
      </w:r>
      <w:r w:rsidRPr="004152FB">
        <w:t xml:space="preserve"> i </w:t>
      </w:r>
      <w:r w:rsidR="00CD30BE">
        <w:t xml:space="preserve">pkt </w:t>
      </w:r>
      <w:r w:rsidRPr="004152FB">
        <w:t>22</w:t>
      </w:r>
      <w:r w:rsidR="00CD30BE">
        <w:t xml:space="preserve"> (</w:t>
      </w:r>
      <w:r w:rsidR="00CD30BE" w:rsidRPr="00CD30BE">
        <w:t>o odczycie wskazania drogomierza w czasie kontroli</w:t>
      </w:r>
      <w:r w:rsidR="00CD30BE">
        <w:t>)</w:t>
      </w:r>
      <w:r w:rsidRPr="004152FB">
        <w:t>. Jednocześnie w art. 80ba ust. 1 pkt 4 i pkt 6a dodawane są nowe podmioty obowiązane do przekazywania danych do centralnej ewidencji pojazdów – organy Krajowej Administracji Skarbowej, w zakresie przekazywania danych o zatrzymaniu dowodu rejestracyjnego lub profesjonalnego dowodu rejestracyjnego albo blankietu profesjonalnego dowodu rejestracyjnego</w:t>
      </w:r>
      <w:r w:rsidRPr="004152FB" w:rsidDel="000B43C5">
        <w:t xml:space="preserve"> </w:t>
      </w:r>
      <w:r w:rsidRPr="004152FB">
        <w:t>oraz Służba Celno-Skarbowa w zakresie przekazywania danych o odczycie drogomierza podczas kontroli. Wobec opisanej powyżej zmiany przepisu upoważniającego zachodzi konieczność wydania nowego rozporządzenia.</w:t>
      </w:r>
    </w:p>
    <w:p w:rsidR="0071460B" w:rsidRPr="004152FB" w:rsidRDefault="0071460B" w:rsidP="0071460B">
      <w:pPr>
        <w:pStyle w:val="NIEARTTEKSTtekstnieartykuowanynppodstprawnarozplubpreambua"/>
      </w:pPr>
      <w:r>
        <w:t xml:space="preserve">Jednocześnie na podstawie </w:t>
      </w:r>
      <w:r w:rsidR="00A236EE">
        <w:t>r</w:t>
      </w:r>
      <w:r>
        <w:t xml:space="preserve">ozporządzenia Parlamentu Europejskiego i Rady (UE) 2018/956 z dnia 28 czerwca 2018 r. w sprawie monitorowania i sprawozdawczości w odniesieniu do </w:t>
      </w:r>
      <w:proofErr w:type="gramStart"/>
      <w:r>
        <w:t>emisji CO</w:t>
      </w:r>
      <w:proofErr w:type="gramEnd"/>
      <w:r w:rsidRPr="004152FB">
        <w:rPr>
          <w:rStyle w:val="IDindeksdolny"/>
        </w:rPr>
        <w:t>2</w:t>
      </w:r>
      <w:r w:rsidRPr="004152FB">
        <w:t xml:space="preserve"> z nowych pojazdów ciężkich i zużycia paliwa przez takie pojazdy </w:t>
      </w:r>
      <w:r w:rsidR="00A236EE">
        <w:t>(Dz. Urz. UE L</w:t>
      </w:r>
      <w:r w:rsidR="005C77E7">
        <w:t xml:space="preserve"> 173 z 09.07.2018 </w:t>
      </w:r>
      <w:proofErr w:type="gramStart"/>
      <w:r w:rsidR="005C77E7">
        <w:t>r</w:t>
      </w:r>
      <w:proofErr w:type="gramEnd"/>
      <w:r w:rsidR="005C77E7">
        <w:t>., str. 1</w:t>
      </w:r>
      <w:r w:rsidR="00A236EE">
        <w:t xml:space="preserve">) </w:t>
      </w:r>
      <w:r w:rsidRPr="004152FB">
        <w:t xml:space="preserve">oraz </w:t>
      </w:r>
      <w:r w:rsidR="00A236EE">
        <w:t>r</w:t>
      </w:r>
      <w:r w:rsidRPr="004152FB">
        <w:t>ozporządzenia delegowanego Komisji (UE) 2019/888 z dnia 13 marca 2019 r. zmieniającego załącznik I do rozporządzenia Parlamentu Europejskiego i Rady (UE) 2018/956 w odniesieniu do danych dotyczących nowych pojazdów ciężkich, które mają być monitorowane i zgłaszane przez państwa członkowskie i producentów</w:t>
      </w:r>
      <w:r w:rsidR="00A236EE">
        <w:t xml:space="preserve"> (Dz. Urz. UE L </w:t>
      </w:r>
      <w:r w:rsidR="00C45364">
        <w:t xml:space="preserve">142 z 29.5.2019 </w:t>
      </w:r>
      <w:proofErr w:type="gramStart"/>
      <w:r w:rsidR="00C45364">
        <w:t>r</w:t>
      </w:r>
      <w:proofErr w:type="gramEnd"/>
      <w:r w:rsidR="00C45364">
        <w:t>.</w:t>
      </w:r>
      <w:r w:rsidR="00A236EE">
        <w:t>)</w:t>
      </w:r>
      <w:r w:rsidRPr="004152FB">
        <w:t xml:space="preserve"> należy rozszerzyć zakres danych technicznych pojazdu – gromadzony w centralnej ewidencji pojazdów – o kod nadwozia określony w pozycji 38 świadectwa zgodności, w tym, w stosownych przypadkach, cyfry uzupełniające, o których </w:t>
      </w:r>
      <w:r w:rsidRPr="004152FB">
        <w:lastRenderedPageBreak/>
        <w:t xml:space="preserve">mowa w dodatku 2 do załącznika II do dyrektywy 2007/46/WE oraz maksymalną prędkość pojazdu określoną w pozycji 29 świadectwa zgodności. Dane te są niezbędne do wykonywania corocznych raportów dotyczących </w:t>
      </w:r>
      <w:proofErr w:type="gramStart"/>
      <w:r w:rsidRPr="004152FB">
        <w:t>emisji CO</w:t>
      </w:r>
      <w:proofErr w:type="gramEnd"/>
      <w:r w:rsidRPr="00C45364">
        <w:rPr>
          <w:rStyle w:val="IDindeksdolny"/>
        </w:rPr>
        <w:t>2</w:t>
      </w:r>
      <w:r w:rsidRPr="004152FB">
        <w:t>, do których przekazywania do Komisji Europejskiej jest obowiązany administrator danych i informacji gromadzonych w centralnej ewidencji pojazdów.</w:t>
      </w:r>
    </w:p>
    <w:p w:rsidR="0071460B" w:rsidRPr="004152FB" w:rsidRDefault="0071460B" w:rsidP="0071460B">
      <w:pPr>
        <w:pStyle w:val="NIEARTTEKSTtekstnieartykuowanynppodstprawnarozplubpreambua"/>
      </w:pPr>
      <w:r w:rsidRPr="00813746">
        <w:t>Niniejszy projekt, zgodnie z delegacją określoną w art. 80b ust. 2</w:t>
      </w:r>
      <w:r w:rsidRPr="004152FB">
        <w:t xml:space="preserve"> ustawy, precyzuje szczegółowy zakres danych gromadzonych w centralnej ewidencji pojazdów uwzględniając w szczególności nowe kategorie danych dotyczące wymiany drogomierza i odczytu drogomierza podczas kontroli drogowej oraz uwzględniając dodatkowe dane techniczne na potrzeby realizacji </w:t>
      </w:r>
      <w:proofErr w:type="gramStart"/>
      <w:r w:rsidRPr="004152FB">
        <w:t>raportów CO</w:t>
      </w:r>
      <w:proofErr w:type="gramEnd"/>
      <w:r w:rsidRPr="00C45364">
        <w:rPr>
          <w:rStyle w:val="IDindeksdolny"/>
        </w:rPr>
        <w:t>2</w:t>
      </w:r>
      <w:r w:rsidRPr="004152FB">
        <w:t>, a także szczegółowy zakres danych przekazywanych przez poszczególne podmioty zobowiązane.</w:t>
      </w:r>
    </w:p>
    <w:p w:rsidR="0071460B" w:rsidRPr="004152FB" w:rsidRDefault="0071460B" w:rsidP="0071460B">
      <w:pPr>
        <w:pStyle w:val="NIEARTTEKSTtekstnieartykuowanynppodstprawnarozplubpreambua"/>
      </w:pPr>
      <w:r w:rsidRPr="007135DC">
        <w:t xml:space="preserve">Co do zasady, </w:t>
      </w:r>
      <w:r w:rsidRPr="004152FB">
        <w:t>pozostały zakres danych gromadzonych w centralnej ewidencji pojazdów na podstawie rozporządzenia</w:t>
      </w:r>
      <w:r w:rsidR="00A236EE">
        <w:t xml:space="preserve"> </w:t>
      </w:r>
      <w:r w:rsidR="009A2485">
        <w:t>Ministra Cyfryzacji</w:t>
      </w:r>
      <w:r w:rsidRPr="004152FB">
        <w:t xml:space="preserve"> z dnia 8 lipca 2019 r. w sprawie katalogu danych gromadzonych w centralnej ewidencji pojazdów (Dz. U. </w:t>
      </w:r>
      <w:proofErr w:type="gramStart"/>
      <w:r w:rsidRPr="004152FB">
        <w:t>poz</w:t>
      </w:r>
      <w:proofErr w:type="gramEnd"/>
      <w:r w:rsidRPr="004152FB">
        <w:t xml:space="preserve">. 1274) pozostawiono w dotychczasowym kształcie. </w:t>
      </w:r>
    </w:p>
    <w:p w:rsidR="0071460B" w:rsidRPr="004152FB" w:rsidRDefault="0071460B" w:rsidP="0071460B">
      <w:pPr>
        <w:pStyle w:val="NIEARTTEKSTtekstnieartykuowanynppodstprawnarozplubpreambua"/>
      </w:pPr>
      <w:r w:rsidRPr="00813746">
        <w:t>W</w:t>
      </w:r>
      <w:r w:rsidRPr="004152FB">
        <w:t xml:space="preserve"> zakresie drogomierza pojazdu uzupełniono zakres danych gromadzonych w ewidencji o szczegółowe dane: </w:t>
      </w:r>
    </w:p>
    <w:p w:rsidR="0071460B" w:rsidRPr="004152FB" w:rsidRDefault="0071460B" w:rsidP="0071460B">
      <w:pPr>
        <w:pStyle w:val="NIEARTTEKSTtekstnieartykuowanynppodstprawnarozplubpreambua"/>
      </w:pPr>
      <w:proofErr w:type="gramStart"/>
      <w:r>
        <w:t>1)</w:t>
      </w:r>
      <w:r>
        <w:tab/>
      </w:r>
      <w:r w:rsidRPr="00813746">
        <w:t>o</w:t>
      </w:r>
      <w:proofErr w:type="gramEnd"/>
      <w:r w:rsidRPr="00813746">
        <w:t xml:space="preserve"> </w:t>
      </w:r>
      <w:r w:rsidRPr="004152FB">
        <w:t>wymianie drogomierza:</w:t>
      </w:r>
    </w:p>
    <w:p w:rsidR="0071460B" w:rsidRDefault="0071460B" w:rsidP="0071460B">
      <w:pPr>
        <w:pStyle w:val="NIEARTTEKSTtekstnieartykuowanynppodstprawnarozplubpreambua"/>
      </w:pPr>
      <w:proofErr w:type="gramStart"/>
      <w:r>
        <w:t>a</w:t>
      </w:r>
      <w:proofErr w:type="gramEnd"/>
      <w:r>
        <w:t>) datę i przyczynę wymiany drogomierza,</w:t>
      </w:r>
    </w:p>
    <w:p w:rsidR="0071460B" w:rsidRDefault="0071460B" w:rsidP="0071460B">
      <w:pPr>
        <w:pStyle w:val="NIEARTTEKSTtekstnieartykuowanynppodstprawnarozplubpreambua"/>
      </w:pPr>
      <w:proofErr w:type="gramStart"/>
      <w:r>
        <w:t>b</w:t>
      </w:r>
      <w:proofErr w:type="gramEnd"/>
      <w:r>
        <w:t>) datę dokonania odczytu wskazania drogomierza po wymianie,</w:t>
      </w:r>
    </w:p>
    <w:p w:rsidR="0071460B" w:rsidRDefault="0071460B" w:rsidP="0071460B">
      <w:pPr>
        <w:pStyle w:val="NIEARTTEKSTtekstnieartykuowanynppodstprawnarozplubpreambua"/>
      </w:pPr>
      <w:proofErr w:type="gramStart"/>
      <w:r>
        <w:t>c</w:t>
      </w:r>
      <w:proofErr w:type="gramEnd"/>
      <w:r>
        <w:t xml:space="preserve">) wartość odczytu wskazania drogomierza pojazdu wraz z jednostką miary </w:t>
      </w:r>
      <w:r w:rsidR="00280AEE">
        <w:t xml:space="preserve">a w przypadku braku możliwości odczytu rodzaj stwierdzonej nieprawidłowości </w:t>
      </w:r>
    </w:p>
    <w:p w:rsidR="0071460B" w:rsidRDefault="0071460B" w:rsidP="0071460B">
      <w:pPr>
        <w:pStyle w:val="NIEARTTEKSTtekstnieartykuowanynppodstprawnarozplubpreambua"/>
      </w:pPr>
      <w:proofErr w:type="gramStart"/>
      <w:r>
        <w:t>d</w:t>
      </w:r>
      <w:proofErr w:type="gramEnd"/>
      <w:r>
        <w:t xml:space="preserve">) wynik odczytu </w:t>
      </w:r>
      <w:r w:rsidR="003F4154">
        <w:t xml:space="preserve">wskazania drogomierza </w:t>
      </w:r>
    </w:p>
    <w:p w:rsidR="00280AEE" w:rsidRDefault="00280AEE" w:rsidP="00280AEE">
      <w:pPr>
        <w:pStyle w:val="LITlitera"/>
      </w:pPr>
      <w:proofErr w:type="gramStart"/>
      <w:r>
        <w:t>e</w:t>
      </w:r>
      <w:proofErr w:type="gramEnd"/>
      <w:r>
        <w:t>) imię i nazwisko diagnosty oraz numer uprawnień diagnosty, który dokonał odczytu wskazania drogomierza,</w:t>
      </w:r>
    </w:p>
    <w:p w:rsidR="00280AEE" w:rsidRDefault="00280AEE" w:rsidP="00280AEE">
      <w:pPr>
        <w:pStyle w:val="LITlitera"/>
      </w:pPr>
      <w:r>
        <w:t>f</w:t>
      </w:r>
      <w:proofErr w:type="gramStart"/>
      <w:r>
        <w:t>)</w:t>
      </w:r>
      <w:r>
        <w:tab/>
        <w:t>informację</w:t>
      </w:r>
      <w:proofErr w:type="gramEnd"/>
      <w:r>
        <w:t>, czy dane o wymianie drogomierza zostały przekazane do ewidencji na podstawie art. 80bc ustawy,</w:t>
      </w:r>
    </w:p>
    <w:p w:rsidR="00280AEE" w:rsidRDefault="00280AEE" w:rsidP="00280AEE">
      <w:pPr>
        <w:pStyle w:val="LITlitera"/>
      </w:pPr>
      <w:r>
        <w:t>g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danych,</w:t>
      </w:r>
    </w:p>
    <w:p w:rsidR="00280AEE" w:rsidRDefault="00280AEE" w:rsidP="00280AEE">
      <w:pPr>
        <w:pStyle w:val="LITlitera"/>
      </w:pPr>
      <w:r>
        <w:t>h</w:t>
      </w:r>
      <w:proofErr w:type="gramStart"/>
      <w:r>
        <w:t>)</w:t>
      </w:r>
      <w:r>
        <w:tab/>
      </w:r>
      <w:r w:rsidRPr="003B4C72">
        <w:t>numer</w:t>
      </w:r>
      <w:proofErr w:type="gramEnd"/>
      <w:r w:rsidRPr="003B4C72">
        <w:t xml:space="preserve"> zaświadczenia potwierdzającego </w:t>
      </w:r>
      <w:r>
        <w:t>dokonanie odczytu wskazania drogomierza,</w:t>
      </w:r>
    </w:p>
    <w:p w:rsidR="00280AEE" w:rsidRDefault="00280AEE" w:rsidP="00280AEE">
      <w:pPr>
        <w:pStyle w:val="LITlitera"/>
      </w:pPr>
      <w:r>
        <w:t>i</w:t>
      </w:r>
      <w:proofErr w:type="gramStart"/>
      <w:r>
        <w:t>)</w:t>
      </w:r>
      <w:r>
        <w:tab/>
        <w:t>kod</w:t>
      </w:r>
      <w:proofErr w:type="gramEnd"/>
      <w:r>
        <w:t xml:space="preserve"> rozpoznawczy stacji kontroli pojazdów,</w:t>
      </w:r>
    </w:p>
    <w:p w:rsidR="00280AEE" w:rsidRDefault="00280AEE" w:rsidP="00280AEE">
      <w:pPr>
        <w:pStyle w:val="LITlitera"/>
      </w:pPr>
      <w:r>
        <w:lastRenderedPageBreak/>
        <w:t>j</w:t>
      </w:r>
      <w:proofErr w:type="gramStart"/>
      <w:r>
        <w:t>)</w:t>
      </w:r>
      <w:r>
        <w:tab/>
      </w:r>
      <w:r w:rsidRPr="00A905E0">
        <w:t>oznaczenie</w:t>
      </w:r>
      <w:proofErr w:type="gramEnd"/>
      <w:r w:rsidRPr="00A905E0">
        <w:t xml:space="preserve"> o wydaniu dokumentu potwierdzającego dokonanie odczytu wskazania drogomierza,</w:t>
      </w:r>
    </w:p>
    <w:p w:rsidR="00280AEE" w:rsidRDefault="00280AEE" w:rsidP="00280AEE">
      <w:pPr>
        <w:pStyle w:val="LITlitera"/>
      </w:pPr>
      <w:r w:rsidRPr="002911FD">
        <w:t>k</w:t>
      </w:r>
      <w:proofErr w:type="gramStart"/>
      <w:r w:rsidRPr="002911FD">
        <w:t>)</w:t>
      </w:r>
      <w:r w:rsidRPr="002911FD">
        <w:tab/>
        <w:t>oznaczenie</w:t>
      </w:r>
      <w:proofErr w:type="gramEnd"/>
      <w:r w:rsidRPr="002911FD">
        <w:t xml:space="preserve"> o złożeniu oświadczenia, o którym mowa w art. 81b ust. 5 ustawy</w:t>
      </w:r>
      <w:r>
        <w:t>;</w:t>
      </w:r>
    </w:p>
    <w:p w:rsidR="00280AEE" w:rsidRPr="00280AEE" w:rsidRDefault="00731DF8" w:rsidP="003B4C72">
      <w:pPr>
        <w:pStyle w:val="ARTartustawynprozporzdzenia"/>
      </w:pPr>
      <w:r>
        <w:t>Zgodnie z intencją ustawodawcy w</w:t>
      </w:r>
      <w:r w:rsidR="004B6267">
        <w:t xml:space="preserve">skazane powyżej dane obejmują kompletną informację o dokonanej wymianie drogomierza wraz z </w:t>
      </w:r>
      <w:r>
        <w:t xml:space="preserve">jego odczytem przez stację kontroli pojazdów dokonanym po tej wymianie, w tym informacją o złożeniu oświadczenia przez zgłaszającego wymianę </w:t>
      </w:r>
      <w:r w:rsidR="00A92BAF">
        <w:t>drogomierza,</w:t>
      </w:r>
      <w:r>
        <w:t xml:space="preserve"> a także o wydaniu przez stację kontroli pojazdów dokumentu potwierdzającego dokonanie odczytu wskazania drogomierza. Dane te są niezbędne </w:t>
      </w:r>
      <w:r w:rsidR="00A92BAF">
        <w:t>w celu</w:t>
      </w:r>
      <w:r>
        <w:t xml:space="preserve"> zapewn</w:t>
      </w:r>
      <w:r w:rsidR="00A92BAF">
        <w:t>ienia</w:t>
      </w:r>
      <w:r>
        <w:t xml:space="preserve"> kompletn</w:t>
      </w:r>
      <w:r w:rsidR="00A92BAF">
        <w:t>ej</w:t>
      </w:r>
      <w:r>
        <w:t xml:space="preserve"> informacj</w:t>
      </w:r>
      <w:r w:rsidR="00A92BAF">
        <w:t>i</w:t>
      </w:r>
      <w:r>
        <w:t xml:space="preserve"> na ewentualne potrzeby organów kontroli ruchu drogowego oraz potencjalnych kupujących, którzy za pomocą usługi </w:t>
      </w:r>
      <w:r w:rsidR="00A92BAF">
        <w:t>„</w:t>
      </w:r>
      <w:r>
        <w:t>Historia pojazdu</w:t>
      </w:r>
      <w:r w:rsidR="00A92BAF">
        <w:t>”</w:t>
      </w:r>
      <w:r>
        <w:t xml:space="preserve"> będą mogli sprawdzić historię kolejnych odczytów wskazania drogomierza.</w:t>
      </w:r>
    </w:p>
    <w:p w:rsidR="0071460B" w:rsidRDefault="0071460B" w:rsidP="0071460B">
      <w:pPr>
        <w:pStyle w:val="NIEARTTEKSTtekstnieartykuowanynppodstprawnarozplubpreambua"/>
      </w:pPr>
      <w:proofErr w:type="gramStart"/>
      <w:r>
        <w:t>2)</w:t>
      </w:r>
      <w:r>
        <w:tab/>
        <w:t>o</w:t>
      </w:r>
      <w:proofErr w:type="gramEnd"/>
      <w:r>
        <w:t xml:space="preserve"> odczycie </w:t>
      </w:r>
      <w:r w:rsidR="00731DF8">
        <w:t xml:space="preserve">wskazania drogomierza </w:t>
      </w:r>
      <w:r>
        <w:t>podczas kontroli drogowej:</w:t>
      </w:r>
    </w:p>
    <w:p w:rsidR="004B6267" w:rsidRDefault="0071460B" w:rsidP="004B6267">
      <w:pPr>
        <w:pStyle w:val="LITlitera"/>
      </w:pPr>
      <w:proofErr w:type="gramStart"/>
      <w:r>
        <w:t>a</w:t>
      </w:r>
      <w:proofErr w:type="gramEnd"/>
      <w:r>
        <w:t>)</w:t>
      </w:r>
      <w:r w:rsidR="003B4C72" w:rsidRPr="003B4C72">
        <w:t xml:space="preserve"> </w:t>
      </w:r>
      <w:r w:rsidR="003B4C72">
        <w:tab/>
      </w:r>
      <w:r w:rsidR="004B6267">
        <w:t xml:space="preserve">datę i godzinę odczytu </w:t>
      </w:r>
      <w:r w:rsidR="00731DF8">
        <w:t xml:space="preserve">wskazania </w:t>
      </w:r>
      <w:r w:rsidR="004B6267">
        <w:t xml:space="preserve">drogomierza, </w:t>
      </w:r>
    </w:p>
    <w:p w:rsidR="004B6267" w:rsidRDefault="004B6267" w:rsidP="004B6267">
      <w:pPr>
        <w:pStyle w:val="LITlitera"/>
      </w:pPr>
      <w:r>
        <w:t>b</w:t>
      </w:r>
      <w:proofErr w:type="gramStart"/>
      <w:r>
        <w:t>)</w:t>
      </w:r>
      <w:r>
        <w:tab/>
        <w:t>wartość</w:t>
      </w:r>
      <w:proofErr w:type="gramEnd"/>
      <w:r>
        <w:t xml:space="preserve"> odczytu wskazania drogomierza w momencie kontroli wraz z jednostką miary a w przypadku braku możliwości odczytu rodzaj stwierdzonej nieprawidłowości, </w:t>
      </w:r>
    </w:p>
    <w:p w:rsidR="004B6267" w:rsidRDefault="004B6267" w:rsidP="004B6267">
      <w:pPr>
        <w:pStyle w:val="LITlitera"/>
      </w:pPr>
      <w:r>
        <w:t>c</w:t>
      </w:r>
      <w:proofErr w:type="gramStart"/>
      <w:r>
        <w:t>)</w:t>
      </w:r>
      <w:r>
        <w:tab/>
        <w:t>oznaczenie</w:t>
      </w:r>
      <w:proofErr w:type="gramEnd"/>
      <w:r>
        <w:t xml:space="preserve"> podmiotu dokonującego kontroli,</w:t>
      </w:r>
    </w:p>
    <w:p w:rsidR="004B6267" w:rsidRDefault="004B6267" w:rsidP="004B6267">
      <w:pPr>
        <w:pStyle w:val="LITlitera"/>
      </w:pPr>
      <w:r>
        <w:t>e</w:t>
      </w:r>
      <w:proofErr w:type="gramStart"/>
      <w:r>
        <w:t>)</w:t>
      </w:r>
      <w:r>
        <w:tab/>
        <w:t>datę</w:t>
      </w:r>
      <w:proofErr w:type="gramEnd"/>
      <w:r>
        <w:t xml:space="preserve"> i godzinę wprowadzenia danych.</w:t>
      </w:r>
    </w:p>
    <w:p w:rsidR="00D501DD" w:rsidRPr="00D501DD" w:rsidRDefault="00D501DD" w:rsidP="003B4C72">
      <w:pPr>
        <w:pStyle w:val="ARTartustawynprozporzdzenia"/>
      </w:pPr>
      <w:r>
        <w:rPr>
          <w:rFonts w:cstheme="minorHAnsi"/>
        </w:rPr>
        <w:t>Należy podkreślić, że data i godzina wprowadzenia danych o wymianie drogomierza jest automatycznie uzupełniana przez system</w:t>
      </w:r>
      <w:r w:rsidR="0023278B">
        <w:rPr>
          <w:rFonts w:cstheme="minorHAnsi"/>
        </w:rPr>
        <w:t xml:space="preserve"> a w przypadku wskazania w katalogu gromadzonych danych również oznaczenia podmiotu wprowadzającego dane – dane również są uzupełniane automatycznie przez system</w:t>
      </w:r>
      <w:r>
        <w:rPr>
          <w:rFonts w:cstheme="minorHAnsi"/>
        </w:rPr>
        <w:t>.</w:t>
      </w:r>
      <w:r w:rsidR="0023278B">
        <w:rPr>
          <w:rFonts w:cstheme="minorHAnsi"/>
        </w:rPr>
        <w:t xml:space="preserve"> </w:t>
      </w:r>
    </w:p>
    <w:p w:rsidR="0071460B" w:rsidRDefault="0071460B" w:rsidP="0071460B">
      <w:pPr>
        <w:pStyle w:val="NIEARTTEKSTtekstnieartykuowanynppodstprawnarozplubpreambua"/>
      </w:pPr>
      <w:r w:rsidRPr="004152FB">
        <w:t xml:space="preserve">W § 3 </w:t>
      </w:r>
      <w:r w:rsidR="009A2485">
        <w:t xml:space="preserve">projektu </w:t>
      </w:r>
      <w:r w:rsidRPr="004152FB">
        <w:t xml:space="preserve">dodano pkt 70 – kod nadwozia i pkt 71 – maksymalną prędkość. Dane, zgodnie z </w:t>
      </w:r>
      <w:r w:rsidR="009A2485">
        <w:t>r</w:t>
      </w:r>
      <w:r w:rsidRPr="004152FB">
        <w:t xml:space="preserve">ozporządzeniem Parlamentu Europejskiego i Rady (UE) 2018/956 z dnia 28 czerwca 2018 r. w sprawie monitorowania i sprawozdawczości w odniesieniu do </w:t>
      </w:r>
      <w:proofErr w:type="gramStart"/>
      <w:r w:rsidRPr="004152FB">
        <w:t>emisji CO</w:t>
      </w:r>
      <w:proofErr w:type="gramEnd"/>
      <w:r w:rsidRPr="00C45364">
        <w:rPr>
          <w:rStyle w:val="IDindeksdolny"/>
        </w:rPr>
        <w:t>2</w:t>
      </w:r>
      <w:r w:rsidRPr="004152FB">
        <w:t xml:space="preserve"> z nowych pojazdów ciężkich i zużycia paliwa przez takie pojazdy będą gromadzone dla pojazdów kategorii M1, M2, M3, N1, N2, N3, O3 i O4. Dane te przekazywać będą organy rejestrujące – w oparciu o wzorcowe dane udostępnione za pomocą systemu teleinformatycznego centralnej ewidencji pojazdów z katalogu marek i typów pojazdów homologowanych i dopuszczonych do ruchu na terytorium Rzeczypospolitej Polskiej. </w:t>
      </w:r>
    </w:p>
    <w:p w:rsidR="0023278B" w:rsidRPr="0023278B" w:rsidRDefault="00A92BAF" w:rsidP="00A92BAF">
      <w:pPr>
        <w:pStyle w:val="ARTartustawynprozporzdzenia"/>
      </w:pPr>
      <w:r>
        <w:t>Projektowane brzmienie dodawanych</w:t>
      </w:r>
      <w:r w:rsidR="0023278B">
        <w:t xml:space="preserve"> </w:t>
      </w:r>
      <w:r>
        <w:t xml:space="preserve">w § 3 </w:t>
      </w:r>
      <w:r w:rsidR="0023278B">
        <w:t>pkt 70 oraz 71 jest spójne konstrukcyjnie z</w:t>
      </w:r>
      <w:r>
        <w:t> </w:t>
      </w:r>
      <w:r w:rsidR="0023278B">
        <w:t xml:space="preserve">treścią pozostałych </w:t>
      </w:r>
      <w:r>
        <w:t xml:space="preserve">pkt </w:t>
      </w:r>
      <w:r w:rsidR="0023278B">
        <w:t xml:space="preserve">w </w:t>
      </w:r>
      <w:r w:rsidR="0023278B" w:rsidRPr="004152FB">
        <w:t>§</w:t>
      </w:r>
      <w:r>
        <w:t xml:space="preserve"> </w:t>
      </w:r>
      <w:r w:rsidR="0023278B">
        <w:t xml:space="preserve">3 i nie wskazuje na dokument źródłowy pochodzenia </w:t>
      </w:r>
      <w:r w:rsidR="0023278B">
        <w:lastRenderedPageBreak/>
        <w:t xml:space="preserve">wymienionych w tym paragrafie danych. Nie jest również konieczne wprowadzanie w zakresie danych </w:t>
      </w:r>
      <w:r>
        <w:t xml:space="preserve">dodawanych w pkt 70 i 71 </w:t>
      </w:r>
      <w:r w:rsidR="0023278B">
        <w:t xml:space="preserve">przepisów przejściowych </w:t>
      </w:r>
      <w:r w:rsidR="003B4C72">
        <w:t xml:space="preserve">uzależniających </w:t>
      </w:r>
      <w:r>
        <w:t xml:space="preserve">ich obowiązywanie </w:t>
      </w:r>
      <w:r w:rsidR="0023278B">
        <w:t>od daty rejestracji pojazdu</w:t>
      </w:r>
      <w:r>
        <w:t>, bowiem</w:t>
      </w:r>
      <w:r w:rsidR="0023278B">
        <w:t xml:space="preserve"> podanie tych danych dla wskazanych kategorii pojazdów od 1 stycznia 2020 będzie obowiązkowe i będzie dotyczyło wyłącznie pojazdów nowych</w:t>
      </w:r>
      <w:r>
        <w:t>,</w:t>
      </w:r>
      <w:r w:rsidR="0023278B">
        <w:t xml:space="preserve"> rejestrowanych po raz pierwszy. 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 xml:space="preserve">W konsekwencji rozszerzenia katalogu danych gromadzonych w </w:t>
      </w:r>
      <w:r w:rsidR="009A2485">
        <w:t>c</w:t>
      </w:r>
      <w:r w:rsidRPr="004152FB">
        <w:t xml:space="preserve">entralnej </w:t>
      </w:r>
      <w:r w:rsidR="009A2485">
        <w:t>e</w:t>
      </w:r>
      <w:r w:rsidRPr="004152FB">
        <w:t xml:space="preserve">widencji </w:t>
      </w:r>
      <w:r w:rsidR="009A2485">
        <w:t>p</w:t>
      </w:r>
      <w:r w:rsidRPr="004152FB">
        <w:t xml:space="preserve">ojazdów dostosowano również odpowiednio przepisy określające zakres danych przekazywanych przez poszczególne podmioty zobowiązane. Uwzględniono, iż dane dotyczące wymiany drogomierza będzie przekazywała stacja kontroli pojazdów a dane o odczycie drogomierza w czasie kontroli będzie przekazywała właściwa jednostka organizacyjna Policji, Straży Granicznej, Inspekcji Transportu Drogowego, Żandarmerii Wojskowej lub </w:t>
      </w:r>
      <w:r w:rsidR="00731DF8">
        <w:t>Krajowej Administracji Skarbowej (Służba Celno-Skarbowa)</w:t>
      </w:r>
      <w:r w:rsidRPr="004152FB">
        <w:t>.</w:t>
      </w:r>
    </w:p>
    <w:p w:rsidR="0071460B" w:rsidRPr="004152FB" w:rsidRDefault="0071460B" w:rsidP="0071460B">
      <w:pPr>
        <w:pStyle w:val="NIEARTTEKSTtekstnieartykuowanynppodstprawnarozplubpreambua"/>
        <w:rPr>
          <w:rStyle w:val="Ppogrubienie"/>
        </w:rPr>
      </w:pPr>
      <w:r w:rsidRPr="004152FB">
        <w:t>Dodatkowo projekt</w:t>
      </w:r>
      <w:r w:rsidR="009A2485">
        <w:t>,</w:t>
      </w:r>
      <w:r w:rsidRPr="004152FB">
        <w:t xml:space="preserve"> w </w:t>
      </w:r>
      <w:r w:rsidRPr="000958C9">
        <w:t>§ 7</w:t>
      </w:r>
      <w:r w:rsidR="009A2485">
        <w:rPr>
          <w:rStyle w:val="Ppogrubienie"/>
        </w:rPr>
        <w:t xml:space="preserve">, </w:t>
      </w:r>
      <w:r w:rsidRPr="004152FB">
        <w:t>uwzględnia zmianę wprowadzoną ustawą z dnia 19 lipca 2019 r. o zmianie ustawy o systemie monitorowania drogowego i kolejowego przewozu towarów oraz niektórych innych ustaw</w:t>
      </w:r>
      <w:r w:rsidR="009A2485">
        <w:t xml:space="preserve"> (Dz. U. poz. 1556)</w:t>
      </w:r>
      <w:r w:rsidRPr="004152FB">
        <w:t xml:space="preserve">, na </w:t>
      </w:r>
      <w:proofErr w:type="gramStart"/>
      <w:r w:rsidRPr="004152FB">
        <w:t>mocy której</w:t>
      </w:r>
      <w:proofErr w:type="gramEnd"/>
      <w:r w:rsidRPr="004152FB">
        <w:t xml:space="preserve"> dane o zatrzymaniu dowodu rejestracyjnego albo profesjonalnego dowodu rejestracyjnego lub jego blankietu do centralnej ewidencji pojazdów będą przekazywać od dnia 1 stycznia </w:t>
      </w:r>
      <w:r w:rsidR="00EF1EA5" w:rsidRPr="004152FB">
        <w:t>20</w:t>
      </w:r>
      <w:r w:rsidR="00EF1EA5">
        <w:t xml:space="preserve">20 </w:t>
      </w:r>
      <w:r w:rsidRPr="004152FB">
        <w:t>r. również organy Krajowej Administracji Skarbowej.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 xml:space="preserve">W celu umożliwienia przekazywania danych o odczycie </w:t>
      </w:r>
      <w:r w:rsidR="00731DF8">
        <w:t xml:space="preserve">wskazania </w:t>
      </w:r>
      <w:proofErr w:type="gramStart"/>
      <w:r w:rsidR="00731DF8">
        <w:t xml:space="preserve">drogomierza </w:t>
      </w:r>
      <w:r w:rsidR="00731DF8" w:rsidRPr="004152FB">
        <w:t xml:space="preserve"> </w:t>
      </w:r>
      <w:r w:rsidRPr="004152FB">
        <w:t>pojazdu</w:t>
      </w:r>
      <w:proofErr w:type="gramEnd"/>
      <w:r w:rsidRPr="004152FB">
        <w:t xml:space="preserve"> podczas kontroli</w:t>
      </w:r>
      <w:r w:rsidR="00731DF8">
        <w:t>,</w:t>
      </w:r>
      <w:r w:rsidRPr="004152FB">
        <w:t xml:space="preserve"> </w:t>
      </w:r>
      <w:r w:rsidR="00731DF8">
        <w:t xml:space="preserve">zgodnie z </w:t>
      </w:r>
      <w:r w:rsidR="00731DF8" w:rsidRPr="004152FB">
        <w:t>§</w:t>
      </w:r>
      <w:r w:rsidR="00731DF8">
        <w:t xml:space="preserve">14 projektu, </w:t>
      </w:r>
      <w:r w:rsidRPr="004152FB">
        <w:t>organ</w:t>
      </w:r>
      <w:r w:rsidR="0023278B">
        <w:t>om</w:t>
      </w:r>
      <w:r w:rsidRPr="004152FB">
        <w:t xml:space="preserve">, które nie posiadają własnych systemów zintegrowanych z systemem teleinformatycznym centralnej ewidencji pojazdów, udostępniona zostanie zaktualizowana aplikacja do przekazywania danych – obecnie wykorzystywana przez organy na potrzeby odnotowania w centralnej ewidencji pojazdów informacji o zatrzymaniu lub zwrocie dowodu rejestracyjnego lub </w:t>
      </w:r>
      <w:r w:rsidR="00731DF8">
        <w:t xml:space="preserve">zatrzymaniu </w:t>
      </w:r>
      <w:r w:rsidRPr="004152FB">
        <w:t>profesjonalnego dowodu rejestracyjnego.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>Rozporządzenie wejdzie w życie w dniu 1 stycznia 2020 r., przy czym zgodnie z § 16 projektu rozporządzenia stosowanie przepisów dotyczących gromadzenia i przekazywania danych o:</w:t>
      </w:r>
    </w:p>
    <w:p w:rsidR="0071460B" w:rsidRPr="004152FB" w:rsidRDefault="0071460B" w:rsidP="0071460B">
      <w:pPr>
        <w:pStyle w:val="NIEARTTEKSTtekstnieartykuowanynppodstprawnarozplubpreambua"/>
      </w:pPr>
      <w:proofErr w:type="gramStart"/>
      <w:r>
        <w:t>1)</w:t>
      </w:r>
      <w:r>
        <w:tab/>
      </w:r>
      <w:r w:rsidRPr="004152FB">
        <w:t>stacjach</w:t>
      </w:r>
      <w:proofErr w:type="gramEnd"/>
      <w:r w:rsidRPr="004152FB">
        <w:t xml:space="preserve"> demontażu przez marszałków (pkt 2);</w:t>
      </w:r>
    </w:p>
    <w:p w:rsidR="0071460B" w:rsidRPr="004152FB" w:rsidRDefault="0071460B" w:rsidP="0071460B">
      <w:pPr>
        <w:pStyle w:val="NIEARTTEKSTtekstnieartykuowanynppodstprawnarozplubpreambua"/>
      </w:pPr>
      <w:proofErr w:type="gramStart"/>
      <w:r>
        <w:t>2)</w:t>
      </w:r>
      <w:r>
        <w:tab/>
      </w:r>
      <w:r w:rsidRPr="004152FB">
        <w:t>demontażu</w:t>
      </w:r>
      <w:proofErr w:type="gramEnd"/>
      <w:r w:rsidRPr="004152FB">
        <w:t xml:space="preserve"> pojazdów bezpośrednio przez stacje demontażu (pkt 4);</w:t>
      </w:r>
    </w:p>
    <w:p w:rsidR="0071460B" w:rsidRPr="004152FB" w:rsidRDefault="0071460B" w:rsidP="0071460B">
      <w:pPr>
        <w:pStyle w:val="NIEARTTEKSTtekstnieartykuowanynppodstprawnarozplubpreambua"/>
      </w:pPr>
      <w:proofErr w:type="gramStart"/>
      <w:r>
        <w:t>3)</w:t>
      </w:r>
      <w:r>
        <w:tab/>
      </w:r>
      <w:r w:rsidRPr="004152FB">
        <w:t>zastawach</w:t>
      </w:r>
      <w:proofErr w:type="gramEnd"/>
      <w:r w:rsidRPr="004152FB">
        <w:t xml:space="preserve"> rejestrowych za pomocą systemu prowadzonego przez Ministra Sprawiedliwości (pkt 3);</w:t>
      </w:r>
    </w:p>
    <w:p w:rsidR="0071460B" w:rsidRPr="004152FB" w:rsidRDefault="0071460B" w:rsidP="0071460B">
      <w:pPr>
        <w:pStyle w:val="NIEARTTEKSTtekstnieartykuowanynppodstprawnarozplubpreambua"/>
      </w:pPr>
      <w:proofErr w:type="gramStart"/>
      <w:r>
        <w:lastRenderedPageBreak/>
        <w:t>4)</w:t>
      </w:r>
      <w:r>
        <w:tab/>
      </w:r>
      <w:r w:rsidRPr="004152FB">
        <w:t>polisach</w:t>
      </w:r>
      <w:proofErr w:type="gramEnd"/>
      <w:r w:rsidRPr="004152FB">
        <w:t xml:space="preserve"> bezpośrednio przez zakłady ubezpieczeń (pkt 1);</w:t>
      </w:r>
    </w:p>
    <w:p w:rsidR="0071460B" w:rsidRPr="004152FB" w:rsidRDefault="0071460B" w:rsidP="0071460B">
      <w:pPr>
        <w:pStyle w:val="NIEARTTEKSTtekstnieartykuowanynppodstprawnarozplubpreambua"/>
      </w:pPr>
      <w:proofErr w:type="gramStart"/>
      <w:r>
        <w:t>5)</w:t>
      </w:r>
      <w:r>
        <w:tab/>
      </w:r>
      <w:r w:rsidRPr="004152FB">
        <w:t>szkodach</w:t>
      </w:r>
      <w:proofErr w:type="gramEnd"/>
      <w:r w:rsidRPr="004152FB">
        <w:t xml:space="preserve"> istotnych przez Ubezpieczeniowy Fundusz Gwarancyjny o</w:t>
      </w:r>
      <w:r w:rsidR="00513E6D">
        <w:t>raz zakłady ubezpieczeń (pkt 1)</w:t>
      </w:r>
    </w:p>
    <w:p w:rsidR="0071460B" w:rsidRPr="004152FB" w:rsidRDefault="00513E6D" w:rsidP="00F75F57">
      <w:pPr>
        <w:pStyle w:val="NIEARTTEKSTtekstnieartykuowanynppodstprawnarozplubpreambua"/>
      </w:pPr>
      <w:r>
        <w:t xml:space="preserve">- </w:t>
      </w:r>
      <w:r w:rsidR="0071460B" w:rsidRPr="004152FB">
        <w:t xml:space="preserve">nastąpi od daty określonej w odpowiednim komunikacie Ministra Cyfryzacji określonym w ustawie z dnia 9 maja 2018 r. o zmianie ustawy – Prawo o ruchu drogowym oraz niektórych innych ustaw (Dz. U. </w:t>
      </w:r>
      <w:proofErr w:type="gramStart"/>
      <w:r w:rsidR="0071460B" w:rsidRPr="004152FB">
        <w:t>poz</w:t>
      </w:r>
      <w:proofErr w:type="gramEnd"/>
      <w:r w:rsidR="00F75F57">
        <w:t xml:space="preserve">. 957 oraz z 2019 r. poz. 730) oraz w ustawie z dnia 24 lipca 2015 r. o zmianie ustawy – Prawo o ruchu drogowym oraz niektórych innych ustaw (Dz. U. </w:t>
      </w:r>
      <w:proofErr w:type="gramStart"/>
      <w:r w:rsidR="00F75F57">
        <w:t>poz</w:t>
      </w:r>
      <w:proofErr w:type="gramEnd"/>
      <w:r w:rsidR="00F75F57">
        <w:t xml:space="preserve">. 1273, z </w:t>
      </w:r>
      <w:proofErr w:type="spellStart"/>
      <w:r w:rsidR="00F75F57">
        <w:t>późn</w:t>
      </w:r>
      <w:proofErr w:type="spellEnd"/>
      <w:r w:rsidR="00F75F57">
        <w:t xml:space="preserve">. </w:t>
      </w:r>
      <w:proofErr w:type="gramStart"/>
      <w:r w:rsidR="00F75F57">
        <w:t>zm</w:t>
      </w:r>
      <w:proofErr w:type="gramEnd"/>
      <w:r w:rsidR="00F75F57">
        <w:t>.</w:t>
      </w:r>
      <w:r w:rsidR="00F75F57">
        <w:rPr>
          <w:rStyle w:val="Odwoanieprzypisudolnego"/>
        </w:rPr>
        <w:footnoteReference w:id="6"/>
      </w:r>
      <w:r w:rsidR="00F75F57">
        <w:rPr>
          <w:vertAlign w:val="superscript"/>
        </w:rPr>
        <w:t>)</w:t>
      </w:r>
      <w:r w:rsidR="00F75F57">
        <w:t>).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>Projekt rozporządzenia nie jest sprzeczny z prawem Unii Europejskiej.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 xml:space="preserve">Projektowana regulacja nie zawiera przepisów technicznych w rozumieniu rozporządzenia Rady Ministrów z dnia 23 grudnia 2002 r. w sprawie sposobu funkcjonowania krajowego systemu notyfikacji norm i aktów prawnych (Dz. U. </w:t>
      </w:r>
      <w:proofErr w:type="gramStart"/>
      <w:r w:rsidRPr="004152FB">
        <w:t>poz</w:t>
      </w:r>
      <w:proofErr w:type="gramEnd"/>
      <w:r w:rsidRPr="004152FB">
        <w:t>. 2039 oraz z 2004 r. poz. 597) i nie podlega notyfikacji Komisji Europejskiej.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 xml:space="preserve">Projektowana regulacja nie będzie wymagała notyfikacji Komisji Europejskiej w trybie ustawy z dnia 30 kwietnia 2004 r. o postępowaniu w sprawach dotyczących pomocy publicznej (Dz. U. </w:t>
      </w:r>
      <w:proofErr w:type="gramStart"/>
      <w:r w:rsidRPr="004152FB">
        <w:t>z</w:t>
      </w:r>
      <w:proofErr w:type="gramEnd"/>
      <w:r w:rsidRPr="004152FB">
        <w:t xml:space="preserve"> 2018 r. poz. 362 oraz z 2019 r. poz. 730 i 1063).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>Projekt nie wymaga przedłożenia instytucjom i organom Unii Europejskiej, w tym Europejskiemu Bankowi Centralnemu w celu uzyskania opinii, dokonania powiadomienia, konsultacji albo uzgodnienia.</w:t>
      </w:r>
    </w:p>
    <w:p w:rsidR="0071460B" w:rsidRPr="004152FB" w:rsidRDefault="0071460B" w:rsidP="0071460B">
      <w:pPr>
        <w:pStyle w:val="NIEARTTEKSTtekstnieartykuowanynppodstprawnarozplubpreambua"/>
      </w:pPr>
      <w:r w:rsidRPr="004152FB">
        <w:t>Projekt został udostępniony na stronie Rządowego Centrum Legislacji w serwisie „Rządowy Proces Legislacyjny” oraz w Biuletynie Informacji Publicznej na stronie podmiotowej Ministerstwa Cyfryzacji, zgodnie z art. 5 ustawy z dnia 7 lipca 2005 r. o działalności lobbingowej w procesie stanowienia prawa (Dz. U. z 2017 r. poz</w:t>
      </w:r>
      <w:proofErr w:type="gramStart"/>
      <w:r w:rsidRPr="004152FB">
        <w:t xml:space="preserve">. 248). </w:t>
      </w:r>
      <w:r w:rsidR="00C5080B">
        <w:t>Nie</w:t>
      </w:r>
      <w:proofErr w:type="gramEnd"/>
      <w:r w:rsidR="00C5080B">
        <w:t xml:space="preserve"> odnotowano zgłoszeń zainteresowanych podmiotów w trybie przepisów o działalności lobbingowej w procesie stanowienia prawa.</w:t>
      </w:r>
    </w:p>
    <w:p w:rsidR="0046380D" w:rsidRPr="00813746" w:rsidRDefault="0046380D" w:rsidP="007A5A32">
      <w:pPr>
        <w:widowControl/>
        <w:suppressAutoHyphens/>
        <w:spacing w:before="120"/>
        <w:ind w:firstLine="510"/>
        <w:jc w:val="both"/>
        <w:rPr>
          <w:rFonts w:ascii="Times" w:hAnsi="Times"/>
          <w:bCs/>
        </w:rPr>
      </w:pPr>
    </w:p>
    <w:p w:rsidR="007A5A32" w:rsidRPr="00813746" w:rsidRDefault="007A5A32" w:rsidP="007A5A32">
      <w:pPr>
        <w:widowControl/>
        <w:autoSpaceDE/>
        <w:autoSpaceDN/>
        <w:adjustRightInd/>
        <w:spacing w:line="240" w:lineRule="auto"/>
        <w:rPr>
          <w:rFonts w:ascii="Times" w:hAnsi="Times"/>
          <w:sz w:val="20"/>
        </w:rPr>
      </w:pPr>
      <w:r w:rsidRPr="00813746">
        <w:rPr>
          <w:sz w:val="20"/>
        </w:rPr>
        <w:br w:type="page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5"/>
        <w:gridCol w:w="376"/>
        <w:gridCol w:w="224"/>
        <w:gridCol w:w="567"/>
        <w:gridCol w:w="851"/>
        <w:gridCol w:w="567"/>
        <w:gridCol w:w="194"/>
        <w:gridCol w:w="89"/>
        <w:gridCol w:w="567"/>
        <w:gridCol w:w="567"/>
        <w:gridCol w:w="142"/>
        <w:gridCol w:w="425"/>
        <w:gridCol w:w="85"/>
        <w:gridCol w:w="199"/>
        <w:gridCol w:w="117"/>
        <w:gridCol w:w="166"/>
        <w:gridCol w:w="425"/>
        <w:gridCol w:w="142"/>
        <w:gridCol w:w="543"/>
        <w:gridCol w:w="24"/>
        <w:gridCol w:w="969"/>
        <w:gridCol w:w="23"/>
      </w:tblGrid>
      <w:tr w:rsidR="007A5A32" w:rsidRPr="00813746" w:rsidTr="00EC74F2">
        <w:trPr>
          <w:gridAfter w:val="1"/>
          <w:wAfter w:w="23" w:type="dxa"/>
          <w:trHeight w:val="1611"/>
        </w:trPr>
        <w:tc>
          <w:tcPr>
            <w:tcW w:w="6459" w:type="dxa"/>
            <w:gridSpan w:val="13"/>
          </w:tcPr>
          <w:p w:rsidR="007A5A32" w:rsidRPr="00813746" w:rsidRDefault="007A5A32" w:rsidP="00EC74F2">
            <w:pPr>
              <w:spacing w:line="276" w:lineRule="auto"/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</w:pPr>
            <w:bookmarkStart w:id="0" w:name="t1"/>
            <w:r w:rsidRPr="00813746"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  <w:lastRenderedPageBreak/>
              <w:t xml:space="preserve">Nazwa projektu 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756377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R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ozporządzenie Ministra Cyfryzacji w sprawie katalogu danych gromadzonych w centralnej ewidencji pojazdów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120" w:line="240" w:lineRule="auto"/>
              <w:ind w:hanging="45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:rsidR="007A5A32" w:rsidRPr="00813746" w:rsidRDefault="007A5A32" w:rsidP="00EC74F2">
            <w:pPr>
              <w:spacing w:line="276" w:lineRule="auto"/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  <w:t>Ministerstwo wiodące i ministerstwa współpracujące</w:t>
            </w:r>
          </w:p>
          <w:bookmarkEnd w:id="0"/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Ministerstwo Cyfryzacji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:rsidR="007A5A32" w:rsidRPr="00813746" w:rsidRDefault="007A5A32" w:rsidP="00EC74F2">
            <w:pPr>
              <w:spacing w:line="276" w:lineRule="auto"/>
              <w:rPr>
                <w:rFonts w:eastAsia="Calibri" w:cs="Times New Roman"/>
                <w:b/>
                <w:bCs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b/>
                <w:bCs/>
                <w:color w:val="000000"/>
                <w:sz w:val="20"/>
                <w:szCs w:val="24"/>
                <w:lang w:eastAsia="en-US"/>
              </w:rPr>
              <w:t>Osoba odpowiedzialna za projekt w randze Ministra, Sekretarza Stanu lub Podsekretarza Stanu</w:t>
            </w:r>
            <w:r w:rsidRPr="00813746">
              <w:rPr>
                <w:rFonts w:eastAsia="Calibri" w:cs="Times New Roman"/>
                <w:b/>
                <w:bCs/>
                <w:color w:val="000000"/>
                <w:sz w:val="20"/>
                <w:szCs w:val="21"/>
                <w:lang w:eastAsia="en-US"/>
              </w:rPr>
              <w:t xml:space="preserve"> 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Karol Okoński – </w:t>
            </w: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</w: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ekretarz Stanu w Ministerstwie Cyfryzacji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  <w:p w:rsidR="007A5A32" w:rsidRPr="00813746" w:rsidRDefault="007A5A32" w:rsidP="00EC74F2">
            <w:pPr>
              <w:spacing w:line="276" w:lineRule="auto"/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  <w:t>Kontakt do opiekuna merytorycznego projektu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Ewa Mierzwińska – Departament Systemów Państwowych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ind w:hanging="34"/>
              <w:rPr>
                <w:rFonts w:eastAsia="Calibri" w:cs="Times New Roman"/>
                <w:color w:val="000000"/>
                <w:sz w:val="20"/>
                <w:szCs w:val="22"/>
                <w:lang w:val="en-US"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val="en-US" w:eastAsia="en-US"/>
              </w:rPr>
              <w:t>Tel. 22 556 84 18, ewa.mierzwinska@mc.gov.pl</w:t>
            </w:r>
          </w:p>
        </w:tc>
        <w:tc>
          <w:tcPr>
            <w:tcW w:w="2585" w:type="dxa"/>
            <w:gridSpan w:val="8"/>
            <w:shd w:val="clear" w:color="auto" w:fill="FFFFFF"/>
          </w:tcPr>
          <w:p w:rsidR="007A5A32" w:rsidRPr="00813746" w:rsidRDefault="007A5A32" w:rsidP="00EC74F2">
            <w:pPr>
              <w:spacing w:line="276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b/>
                <w:bCs/>
                <w:color w:val="000000"/>
                <w:sz w:val="20"/>
                <w:szCs w:val="21"/>
                <w:lang w:eastAsia="en-US"/>
              </w:rPr>
              <w:t>Data sporządzenia</w:t>
            </w:r>
            <w:r w:rsidRPr="00813746">
              <w:rPr>
                <w:rFonts w:eastAsia="Calibri" w:cs="Times New Roman"/>
                <w:b/>
                <w:bCs/>
                <w:color w:val="000000"/>
                <w:sz w:val="20"/>
                <w:szCs w:val="21"/>
                <w:lang w:eastAsia="en-US"/>
              </w:rPr>
              <w:br/>
            </w:r>
            <w:r w:rsidR="00C5080B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10 grudnia</w:t>
            </w:r>
            <w:bookmarkStart w:id="1" w:name="_GoBack"/>
            <w:bookmarkEnd w:id="1"/>
            <w:r w:rsidR="00E019B0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2019 r</w: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.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:rsidR="007A5A32" w:rsidRPr="00813746" w:rsidRDefault="007A5A32" w:rsidP="00EC74F2">
            <w:pPr>
              <w:spacing w:line="276" w:lineRule="auto"/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b/>
                <w:bCs/>
                <w:color w:val="000000"/>
                <w:sz w:val="20"/>
                <w:szCs w:val="22"/>
                <w:lang w:eastAsia="en-US"/>
              </w:rPr>
              <w:t xml:space="preserve">Źródło: </w:t>
            </w:r>
            <w:bookmarkStart w:id="2" w:name="Lista1"/>
          </w:p>
          <w:bookmarkEnd w:id="2"/>
          <w:p w:rsidR="0046380D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Upoważnienie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ustawowe   art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. 80b ust. 2 ustawy z dnia 20 czerwca 1997 r. – Prawo o ruchu drogowym (Dz. U.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2018 r. poz. 1990</w:t>
            </w:r>
            <w:r w:rsidR="00BE0F7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,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z </w:t>
            </w:r>
            <w:proofErr w:type="spellStart"/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późn</w:t>
            </w:r>
            <w:proofErr w:type="spellEnd"/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.</w:t>
            </w:r>
            <w:r w:rsidR="00BE0F7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zm</w:t>
            </w:r>
            <w:proofErr w:type="gramEnd"/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.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)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:rsidR="007A5A32" w:rsidRDefault="007A5A32" w:rsidP="00EC74F2">
            <w:pPr>
              <w:widowControl/>
              <w:autoSpaceDE/>
              <w:autoSpaceDN/>
              <w:adjustRightInd/>
              <w:spacing w:before="120"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Nr w wykazie prac: 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120"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WPL MC </w:t>
            </w:r>
            <w:r w:rsidR="00BE0F7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140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8"/>
                <w:lang w:eastAsia="en-US"/>
              </w:rPr>
            </w:pP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ind w:left="57"/>
              <w:jc w:val="center"/>
              <w:rPr>
                <w:rFonts w:eastAsia="Calibri" w:cs="Times New Roman"/>
                <w:color w:val="000000"/>
                <w:sz w:val="20"/>
                <w:szCs w:val="3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32"/>
                <w:lang w:eastAsia="en-US"/>
              </w:rPr>
              <w:t>OCENA SKUTKÓW REGULACJI</w:t>
            </w:r>
          </w:p>
        </w:tc>
      </w:tr>
      <w:tr w:rsidR="007A5A32" w:rsidRPr="00813746" w:rsidTr="00EC74F2">
        <w:trPr>
          <w:gridAfter w:val="1"/>
          <w:wAfter w:w="23" w:type="dxa"/>
          <w:trHeight w:val="333"/>
        </w:trPr>
        <w:tc>
          <w:tcPr>
            <w:tcW w:w="9044" w:type="dxa"/>
            <w:gridSpan w:val="21"/>
            <w:shd w:val="clear" w:color="auto" w:fill="99CCFF"/>
            <w:vAlign w:val="center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Jaki problem jest rozwiązywany?</w:t>
            </w:r>
            <w:bookmarkStart w:id="3" w:name="Wybór1"/>
            <w:bookmarkEnd w:id="3"/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FFFFFF"/>
          </w:tcPr>
          <w:p w:rsidR="007A5A32" w:rsidRPr="00813746" w:rsidRDefault="003963BB" w:rsidP="009A2485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3963BB">
              <w:rPr>
                <w:rFonts w:cs="Times New Roman"/>
                <w:sz w:val="20"/>
              </w:rPr>
              <w:t xml:space="preserve">Wprowadzenie ustawą z dnia </w:t>
            </w:r>
            <w:r w:rsidR="00E019B0">
              <w:rPr>
                <w:rFonts w:cs="Times New Roman"/>
                <w:sz w:val="20"/>
              </w:rPr>
              <w:t>15 marca</w:t>
            </w:r>
            <w:r w:rsidRPr="003963BB">
              <w:rPr>
                <w:rFonts w:cs="Times New Roman"/>
                <w:sz w:val="20"/>
              </w:rPr>
              <w:t xml:space="preserve"> </w:t>
            </w:r>
            <w:r w:rsidR="00E019B0" w:rsidRPr="003963BB">
              <w:rPr>
                <w:rFonts w:cs="Times New Roman"/>
                <w:sz w:val="20"/>
              </w:rPr>
              <w:t>201</w:t>
            </w:r>
            <w:r w:rsidR="00E019B0">
              <w:rPr>
                <w:rFonts w:cs="Times New Roman"/>
                <w:sz w:val="20"/>
              </w:rPr>
              <w:t xml:space="preserve">9 </w:t>
            </w:r>
            <w:r w:rsidRPr="003963BB">
              <w:rPr>
                <w:rFonts w:cs="Times New Roman"/>
                <w:sz w:val="20"/>
              </w:rPr>
              <w:t xml:space="preserve">r. o zmianie ustawy – Prawo o ruchu drogowym oraz </w:t>
            </w:r>
            <w:r w:rsidR="00E019B0">
              <w:rPr>
                <w:rFonts w:cs="Times New Roman"/>
                <w:sz w:val="20"/>
              </w:rPr>
              <w:t>ustawy – Kodeks Karny</w:t>
            </w:r>
            <w:r w:rsidRPr="003963BB">
              <w:rPr>
                <w:rFonts w:cs="Times New Roman"/>
                <w:sz w:val="20"/>
              </w:rPr>
              <w:t xml:space="preserve"> </w:t>
            </w:r>
            <w:r w:rsidRPr="003963BB">
              <w:rPr>
                <w:rFonts w:cs="Times New Roman"/>
                <w:bCs/>
                <w:sz w:val="20"/>
              </w:rPr>
              <w:t>(Dz.</w:t>
            </w:r>
            <w:r w:rsidR="009A2485">
              <w:rPr>
                <w:rFonts w:cs="Times New Roman"/>
                <w:bCs/>
                <w:sz w:val="20"/>
              </w:rPr>
              <w:t xml:space="preserve"> </w:t>
            </w:r>
            <w:r w:rsidRPr="003963BB">
              <w:rPr>
                <w:rFonts w:cs="Times New Roman"/>
                <w:bCs/>
                <w:sz w:val="20"/>
              </w:rPr>
              <w:t xml:space="preserve">U. </w:t>
            </w:r>
            <w:proofErr w:type="gramStart"/>
            <w:r w:rsidRPr="003963BB">
              <w:rPr>
                <w:rFonts w:cs="Times New Roman"/>
                <w:bCs/>
                <w:sz w:val="20"/>
              </w:rPr>
              <w:t>poz</w:t>
            </w:r>
            <w:proofErr w:type="gramEnd"/>
            <w:r w:rsidRPr="003963BB">
              <w:rPr>
                <w:rFonts w:cs="Times New Roman"/>
                <w:bCs/>
                <w:sz w:val="20"/>
              </w:rPr>
              <w:t xml:space="preserve">. </w:t>
            </w:r>
            <w:r w:rsidR="00E019B0">
              <w:rPr>
                <w:rFonts w:cs="Times New Roman"/>
                <w:bCs/>
                <w:sz w:val="20"/>
              </w:rPr>
              <w:t>870</w:t>
            </w:r>
            <w:r w:rsidRPr="003963BB">
              <w:rPr>
                <w:rFonts w:cs="Times New Roman"/>
                <w:bCs/>
                <w:sz w:val="20"/>
              </w:rPr>
              <w:t xml:space="preserve">) </w:t>
            </w:r>
            <w:r w:rsidRPr="003963BB">
              <w:rPr>
                <w:rFonts w:cs="Times New Roman"/>
                <w:sz w:val="20"/>
              </w:rPr>
              <w:t xml:space="preserve">nowych kategorii danych dotyczących </w:t>
            </w:r>
            <w:r w:rsidR="00E019B0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wymiany drogomierza oraz odczytu drogomierza w czasie kontroli drogowej</w:t>
            </w:r>
            <w:r w:rsidRPr="003963BB">
              <w:rPr>
                <w:rFonts w:cs="Times New Roman"/>
                <w:sz w:val="20"/>
              </w:rPr>
              <w:t xml:space="preserve">, powoduje uchylenie, od dnia </w:t>
            </w:r>
            <w:r w:rsidR="00E019B0">
              <w:rPr>
                <w:rFonts w:cs="Times New Roman"/>
                <w:sz w:val="20"/>
              </w:rPr>
              <w:t>1 stycznia 2020</w:t>
            </w:r>
            <w:r>
              <w:rPr>
                <w:rFonts w:cs="Times New Roman"/>
                <w:sz w:val="20"/>
              </w:rPr>
              <w:t xml:space="preserve"> </w:t>
            </w:r>
            <w:r w:rsidRPr="003963BB">
              <w:rPr>
                <w:rFonts w:cs="Times New Roman"/>
                <w:sz w:val="20"/>
              </w:rPr>
              <w:t>r., rozporządzenia wydanego na podstawie art. 80b ust. 2</w:t>
            </w:r>
            <w:r>
              <w:rPr>
                <w:rFonts w:cs="Times New Roman"/>
                <w:sz w:val="20"/>
              </w:rPr>
              <w:t xml:space="preserve"> ustawy</w:t>
            </w:r>
            <w:r w:rsidR="009A2485">
              <w:t xml:space="preserve"> </w:t>
            </w:r>
            <w:r w:rsidR="009A2485" w:rsidRPr="009A2485">
              <w:rPr>
                <w:rFonts w:cs="Times New Roman"/>
                <w:sz w:val="20"/>
              </w:rPr>
              <w:t>z dnia 20 czerwca 1997 r. – Prawo o ruchu drogowym</w:t>
            </w:r>
            <w:r>
              <w:rPr>
                <w:rFonts w:cs="Times New Roman"/>
                <w:sz w:val="20"/>
              </w:rPr>
              <w:t>.</w:t>
            </w:r>
            <w:r w:rsidRPr="003963BB">
              <w:rPr>
                <w:rFonts w:cs="Times New Roman"/>
                <w:sz w:val="20"/>
              </w:rPr>
              <w:t xml:space="preserve"> Jednocze</w:t>
            </w:r>
            <w:r>
              <w:rPr>
                <w:rFonts w:cs="Times New Roman"/>
                <w:sz w:val="20"/>
              </w:rPr>
              <w:t>śnie aktualnie</w:t>
            </w:r>
            <w:r w:rsidR="007A5A32" w:rsidRPr="00813746">
              <w:rPr>
                <w:rFonts w:cs="Times New Roman"/>
                <w:sz w:val="20"/>
              </w:rPr>
              <w:t xml:space="preserve"> gromadzony w centralnej ewidencji pojazdów zakres danych nie obejmuje </w:t>
            </w:r>
            <w:r w:rsidR="00F51B0E">
              <w:rPr>
                <w:rFonts w:cs="Times New Roman"/>
                <w:sz w:val="20"/>
              </w:rPr>
              <w:t xml:space="preserve">nowych </w:t>
            </w:r>
            <w:r w:rsidR="007A5A32" w:rsidRPr="00813746">
              <w:rPr>
                <w:rFonts w:cs="Times New Roman"/>
                <w:sz w:val="20"/>
              </w:rPr>
              <w:t xml:space="preserve">kategorii danych wprowadzonych </w:t>
            </w:r>
            <w:r w:rsidR="009D2CEE">
              <w:rPr>
                <w:rFonts w:cs="Times New Roman"/>
                <w:sz w:val="20"/>
              </w:rPr>
              <w:t xml:space="preserve">ww. </w:t>
            </w:r>
            <w:r w:rsidR="007A5A32" w:rsidRPr="00813746">
              <w:rPr>
                <w:rFonts w:cs="Times New Roman"/>
                <w:sz w:val="20"/>
              </w:rPr>
              <w:t>ustawą</w:t>
            </w:r>
            <w:r w:rsidR="009D2CEE">
              <w:rPr>
                <w:rFonts w:cs="Times New Roman"/>
                <w:sz w:val="20"/>
              </w:rPr>
              <w:t>.</w:t>
            </w:r>
            <w:r w:rsidR="007A5A32" w:rsidRPr="00813746">
              <w:rPr>
                <w:rFonts w:cs="Times New Roman"/>
                <w:sz w:val="20"/>
              </w:rPr>
              <w:t xml:space="preserve"> 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  <w:vAlign w:val="center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Rekomendowane rozwiązanie, w tym planowane narzędzia interwencji, i oczekiwany efekt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auto"/>
          </w:tcPr>
          <w:p w:rsidR="007A5A32" w:rsidRPr="00813746" w:rsidRDefault="007A5A32" w:rsidP="00E019B0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Niniejszy projekt określa szczegółowy zakres danych gromadzonych w centralnej ewidencji pojazdów w</w:t>
            </w:r>
            <w:r w:rsidR="009D2CEE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szczególności rozszerzając ten zakres w stosunku do stanu obecnego o dane dotyczące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E019B0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wymiany drogomierza oraz odczytu drogomierza w czasie kontroli drogowej. Dodatkowo w katalogu danych uwzględnia się nowe dane techniczne pojazdów kategorii </w:t>
            </w:r>
            <w:r w:rsidR="00E019B0" w:rsidRPr="00F7258D">
              <w:rPr>
                <w:color w:val="000000"/>
                <w:sz w:val="20"/>
                <w:lang w:eastAsia="en-US"/>
              </w:rPr>
              <w:t>M1, M2, M3, N1, N2, N3, O3 i O4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E019B0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 zakresie kodu nadwozia i maksymalnej prędkości pojazdu. Projekt rozporządzenia uwzględnia również nowe podmioty obowiązane do przekazywania danych do centralnej ewidencji pojazdów: organy Krajowej Administracji Skarbowej oraz Służby Celno-Skarbowej.</w:t>
            </w:r>
            <w:r w:rsidR="009D2CEE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Rozporządzenie wejdzie w życie w dniu </w:t>
            </w:r>
            <w:r w:rsidR="00E019B0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 stycznia</w:t>
            </w:r>
            <w:r w:rsidR="009D2CEE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E019B0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2020 </w:t>
            </w:r>
            <w:r w:rsidR="009D2CEE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r. </w:t>
            </w:r>
          </w:p>
        </w:tc>
      </w:tr>
      <w:tr w:rsidR="007A5A32" w:rsidRPr="00813746" w:rsidTr="00EC74F2">
        <w:trPr>
          <w:gridAfter w:val="1"/>
          <w:wAfter w:w="23" w:type="dxa"/>
          <w:trHeight w:val="307"/>
        </w:trPr>
        <w:tc>
          <w:tcPr>
            <w:tcW w:w="9044" w:type="dxa"/>
            <w:gridSpan w:val="21"/>
            <w:shd w:val="clear" w:color="auto" w:fill="99CCFF"/>
            <w:vAlign w:val="center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Jak problem został rozwiązany w innych krajach, w szczególności krajach członkowskich OECD/UE? 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auto"/>
          </w:tcPr>
          <w:p w:rsidR="007A5A32" w:rsidRPr="00813746" w:rsidRDefault="007D7810" w:rsidP="007D7810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lang w:eastAsia="en-US"/>
              </w:rPr>
            </w:pPr>
            <w:r w:rsidRPr="003B4C7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Kraje członkowskie Unii Europejskiej, zgodnie z obowiązkiem wprowadzonym rozporządzeniem Parlamentu Europejskiego i Rady (UE) 2018/956 z dnia 28 czerwca 2018 r. w sprawie monitorowania i sprawozdawczości w odniesieniu do </w:t>
            </w:r>
            <w:proofErr w:type="gramStart"/>
            <w:r w:rsidRPr="003B4C7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emisji CO</w:t>
            </w:r>
            <w:proofErr w:type="gramEnd"/>
            <w:r w:rsidRPr="003B4C72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2 z nowych pojazdów ciężkich i zużycia paliwa przez takie pojazdy obowiązane są raportować Komisji Europejskiej dane zgodnie z zakresem wskazanym w rozporządzeniu</w:t>
            </w:r>
            <w:r>
              <w:t xml:space="preserve">. </w:t>
            </w:r>
          </w:p>
        </w:tc>
      </w:tr>
      <w:tr w:rsidR="007A5A32" w:rsidRPr="00813746" w:rsidTr="00EC74F2">
        <w:trPr>
          <w:gridAfter w:val="1"/>
          <w:wAfter w:w="23" w:type="dxa"/>
          <w:trHeight w:val="359"/>
        </w:trPr>
        <w:tc>
          <w:tcPr>
            <w:tcW w:w="9044" w:type="dxa"/>
            <w:gridSpan w:val="21"/>
            <w:shd w:val="clear" w:color="auto" w:fill="99CCFF"/>
            <w:vAlign w:val="center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Podmioty, na które oddziałuje projekt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Grupa</w:t>
            </w:r>
          </w:p>
        </w:tc>
        <w:tc>
          <w:tcPr>
            <w:tcW w:w="2779" w:type="dxa"/>
            <w:gridSpan w:val="6"/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Wielkość</w:t>
            </w:r>
          </w:p>
        </w:tc>
        <w:tc>
          <w:tcPr>
            <w:tcW w:w="1790" w:type="dxa"/>
            <w:gridSpan w:val="5"/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Źródło danych</w:t>
            </w:r>
            <w:r w:rsidRPr="00813746" w:rsidDel="00260F33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</w:p>
        </w:tc>
        <w:tc>
          <w:tcPr>
            <w:tcW w:w="2670" w:type="dxa"/>
            <w:gridSpan w:val="9"/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40" w:line="240" w:lineRule="auto"/>
              <w:jc w:val="center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Oddziaływanie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Minister Cyfryzacji</w:t>
            </w:r>
          </w:p>
        </w:tc>
        <w:tc>
          <w:tcPr>
            <w:tcW w:w="2779" w:type="dxa"/>
            <w:gridSpan w:val="6"/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790" w:type="dxa"/>
            <w:gridSpan w:val="5"/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Minister Cyfryzacji jest organem prowadzącym centralną ewidencję pojazdów, zobowiązanym do dostosowania systemu informatycznego centralnej ewidencji pojazdów i kierowców do rozszerzonego zakresu danych i obsługi procesów związanych z profesjonalną rejestracją pojazdów 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Organy właściwe w sprawach rejestracji pojazdów</w:t>
            </w:r>
          </w:p>
        </w:tc>
        <w:tc>
          <w:tcPr>
            <w:tcW w:w="2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399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F51B0E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Obwiązek przekazywania danych </w:t>
            </w:r>
            <w:r w:rsidR="00F51B0E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technicznych pojazdu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PWPW S.A.</w:t>
            </w:r>
          </w:p>
        </w:tc>
        <w:tc>
          <w:tcPr>
            <w:tcW w:w="2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Właściciel systemu informatycznego Pojazd obsługującego zadania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lastRenderedPageBreak/>
              <w:t>realizowane przez organy rejestrujące pojazdy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lastRenderedPageBreak/>
              <w:t>Stacje kontroli pojazdów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</w:tc>
        <w:tc>
          <w:tcPr>
            <w:tcW w:w="2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9A2485" w:rsidP="00C8449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O</w:t>
            </w:r>
            <w:r w:rsidR="007A5A32"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k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.</w:t>
            </w:r>
            <w:r w:rsidR="007A5A32"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="00C84499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5145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</w:t>
            </w:r>
            <w:r w:rsidR="00F7258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r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macja ogólnodostępna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F51B0E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Przekazywanie danych do centralnej ewidencji pojazdów </w:t>
            </w:r>
            <w:r w:rsidR="00F51B0E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o wymianie drogomierza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Policja</w:t>
            </w:r>
          </w:p>
        </w:tc>
        <w:tc>
          <w:tcPr>
            <w:tcW w:w="2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Przekazywanie danych o 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odczycie drogomierza w czasie kontroli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do Centralnej Ewidencji Pojazdó</w:t>
            </w:r>
            <w:r w:rsidR="00F7258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Straż Graniczna</w:t>
            </w:r>
          </w:p>
        </w:tc>
        <w:tc>
          <w:tcPr>
            <w:tcW w:w="2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Przekazywanie danych o 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odczycie drogomierza w czasie kontroli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do Centralnej Ewidencji Pojazdó</w:t>
            </w:r>
            <w:r w:rsidR="00F7258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Żandarmeria Wojskowa</w:t>
            </w:r>
          </w:p>
        </w:tc>
        <w:tc>
          <w:tcPr>
            <w:tcW w:w="2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Przekazywanie danych o 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odczycie drogomierza w czasie kontroli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do Centralnej Ewidencji Pojazdó</w:t>
            </w:r>
            <w:r w:rsidR="00F7258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Inspekcja Transportu Drogowego</w:t>
            </w:r>
          </w:p>
        </w:tc>
        <w:tc>
          <w:tcPr>
            <w:tcW w:w="2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A32" w:rsidRPr="00813746" w:rsidRDefault="007A5A32" w:rsidP="00F51B0E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Przekazywanie danych o </w:t>
            </w:r>
            <w:r w:rsidR="00F51B0E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odczycie drogomierza w czasie kontroli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do Centralnej Ewidencji Pojazdów</w:t>
            </w:r>
          </w:p>
        </w:tc>
      </w:tr>
      <w:tr w:rsidR="00F51B0E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B0E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Służba Celno-Skarbowa</w:t>
            </w:r>
          </w:p>
        </w:tc>
        <w:tc>
          <w:tcPr>
            <w:tcW w:w="2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B0E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B0E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B0E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Przekazywanie danych o 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odczycie drogomierza w czasie kontroli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do Centralnej Ewidencji Pojazdó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</w:t>
            </w:r>
          </w:p>
        </w:tc>
      </w:tr>
      <w:tr w:rsidR="00F51B0E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B0E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Krajowa Administracja Skarbowa</w:t>
            </w:r>
          </w:p>
        </w:tc>
        <w:tc>
          <w:tcPr>
            <w:tcW w:w="2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B0E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1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B0E" w:rsidRPr="00813746" w:rsidRDefault="00F51B0E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Informacja ogólnodostępna</w:t>
            </w:r>
          </w:p>
        </w:tc>
        <w:tc>
          <w:tcPr>
            <w:tcW w:w="26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B0E" w:rsidRPr="00813746" w:rsidRDefault="00F51B0E" w:rsidP="00F51B0E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Przekazywanie danych o 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zatrzymaniu dowodu rejestracyjnego lub profesjonalnego dowodu rejestracyjnego albo jego blankietu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do Centralnej Ewidencji Pojazdó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</w:t>
            </w:r>
          </w:p>
        </w:tc>
      </w:tr>
      <w:tr w:rsidR="007A5A32" w:rsidRPr="00813746" w:rsidTr="00EC74F2">
        <w:trPr>
          <w:gridAfter w:val="1"/>
          <w:wAfter w:w="23" w:type="dxa"/>
          <w:trHeight w:val="302"/>
        </w:trPr>
        <w:tc>
          <w:tcPr>
            <w:tcW w:w="9044" w:type="dxa"/>
            <w:gridSpan w:val="21"/>
            <w:shd w:val="clear" w:color="auto" w:fill="99CCFF"/>
            <w:vAlign w:val="center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Informacje na temat zakresu, czasu trwania i podsumowanie wyników konsultacji</w:t>
            </w:r>
          </w:p>
        </w:tc>
      </w:tr>
      <w:tr w:rsidR="007A5A32" w:rsidRPr="00813746" w:rsidTr="00EC74F2">
        <w:trPr>
          <w:gridAfter w:val="1"/>
          <w:wAfter w:w="23" w:type="dxa"/>
          <w:trHeight w:val="342"/>
        </w:trPr>
        <w:tc>
          <w:tcPr>
            <w:tcW w:w="9044" w:type="dxa"/>
            <w:gridSpan w:val="21"/>
            <w:shd w:val="clear" w:color="auto" w:fill="FFFFFF"/>
          </w:tcPr>
          <w:p w:rsidR="007A5A32" w:rsidRPr="00C5080B" w:rsidRDefault="007A5A32" w:rsidP="00C5080B">
            <w:pPr>
              <w:autoSpaceDE/>
              <w:autoSpaceDN/>
              <w:adjustRightInd/>
              <w:spacing w:line="240" w:lineRule="auto"/>
              <w:rPr>
                <w:rFonts w:eastAsia="Calibri" w:cs="Times New Roman"/>
                <w:bCs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Projekt rozporządzenia został zamieszczony w Biuletynie Informacji Publicznej na stronie podmiotowej Rządowego Centrum Legislacji, w serwisie „Rządowy Proces Legislacyjny” oraz w Biuletynie Informacji Publicznej na stronie podmiotowej Ministra Cyfryzacji.</w:t>
            </w:r>
            <w:r w:rsidR="00C5080B" w:rsidRPr="00C5080B">
              <w:t xml:space="preserve"> </w:t>
            </w:r>
            <w:r w:rsidR="00C5080B" w:rsidRPr="00C5080B">
              <w:rPr>
                <w:rFonts w:eastAsia="Calibri" w:cs="Times New Roman"/>
                <w:bCs/>
                <w:color w:val="000000"/>
                <w:sz w:val="20"/>
                <w:szCs w:val="22"/>
                <w:lang w:eastAsia="en-US"/>
              </w:rPr>
              <w:t>Nie odnotowano zgłoszeń zainteresowanych podmiotów w trybie przepisów o działalności lobbingowej w procesie stanowienia prawa.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/>
                <w:color w:val="000000"/>
                <w:sz w:val="20"/>
                <w:szCs w:val="22"/>
                <w:lang w:eastAsia="en-US"/>
              </w:rPr>
            </w:pPr>
          </w:p>
        </w:tc>
      </w:tr>
      <w:tr w:rsidR="007A5A32" w:rsidRPr="00813746" w:rsidTr="00EC74F2">
        <w:trPr>
          <w:gridAfter w:val="1"/>
          <w:wAfter w:w="23" w:type="dxa"/>
          <w:trHeight w:val="363"/>
        </w:trPr>
        <w:tc>
          <w:tcPr>
            <w:tcW w:w="9044" w:type="dxa"/>
            <w:gridSpan w:val="21"/>
            <w:shd w:val="clear" w:color="auto" w:fill="99CCFF"/>
            <w:vAlign w:val="center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Wpływ na sektor finansów publicznych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vMerge w:val="restart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40" w:after="40" w:line="276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(ceny stałe z …… r.)</w:t>
            </w:r>
          </w:p>
        </w:tc>
        <w:tc>
          <w:tcPr>
            <w:tcW w:w="7239" w:type="dxa"/>
            <w:gridSpan w:val="20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Skutki w okresie 10 lat od wejścia w życie zmian [mln zł]</w:t>
            </w:r>
          </w:p>
        </w:tc>
      </w:tr>
      <w:tr w:rsidR="007A5A32" w:rsidRPr="00813746" w:rsidTr="00EC74F2">
        <w:trPr>
          <w:trHeight w:val="142"/>
        </w:trPr>
        <w:tc>
          <w:tcPr>
            <w:tcW w:w="1805" w:type="dxa"/>
            <w:vMerge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40" w:after="40"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3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5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6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7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8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before="40" w:after="40"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Łącznie (0-10)</w:t>
            </w:r>
          </w:p>
        </w:tc>
      </w:tr>
      <w:tr w:rsidR="007A5A32" w:rsidRPr="00813746" w:rsidTr="00EC74F2">
        <w:trPr>
          <w:trHeight w:val="321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Dochody ogółem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7A5A32" w:rsidRPr="00813746" w:rsidTr="00EC74F2">
        <w:trPr>
          <w:trHeight w:val="321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budżet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państwa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7A5A32" w:rsidRPr="00813746" w:rsidTr="00EC74F2">
        <w:trPr>
          <w:trHeight w:val="321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Fundusz Celowy - </w:t>
            </w:r>
            <w:proofErr w:type="spellStart"/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CEPiK</w:t>
            </w:r>
            <w:proofErr w:type="spellEnd"/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</w:tr>
      <w:tr w:rsidR="007A5A32" w:rsidRPr="00813746" w:rsidTr="00EC74F2">
        <w:trPr>
          <w:trHeight w:val="344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JST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7A5A32" w:rsidRPr="00813746" w:rsidTr="00EC74F2">
        <w:trPr>
          <w:trHeight w:val="344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pozostałe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jednostki (oddzielnie)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7A5A32" w:rsidRPr="00813746" w:rsidTr="00EC74F2">
        <w:trPr>
          <w:trHeight w:val="330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Wydatki ogółem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4F7829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0,5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4F7829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1,6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4F7829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2,1</w:t>
            </w:r>
          </w:p>
        </w:tc>
      </w:tr>
      <w:tr w:rsidR="007A5A32" w:rsidRPr="00813746" w:rsidTr="00EC74F2">
        <w:trPr>
          <w:trHeight w:val="330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budżet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państwa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7A5A32" w:rsidRPr="00813746" w:rsidTr="00EC74F2">
        <w:trPr>
          <w:trHeight w:val="330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Fundusz Celowy </w:t>
            </w:r>
            <w:proofErr w:type="spell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CEPiK</w:t>
            </w:r>
            <w:proofErr w:type="spellEnd"/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4F7829" w:rsidP="00A17F46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0,5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4F7829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1,6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A17F46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2,</w:t>
            </w:r>
            <w:r w:rsidR="00A17F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</w:t>
            </w:r>
          </w:p>
        </w:tc>
      </w:tr>
      <w:tr w:rsidR="007A5A32" w:rsidRPr="00813746" w:rsidTr="00EC74F2">
        <w:trPr>
          <w:trHeight w:val="351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JST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7A5A32" w:rsidRPr="00813746" w:rsidTr="00EC74F2">
        <w:trPr>
          <w:trHeight w:val="351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lastRenderedPageBreak/>
              <w:t>pozostałe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jednostki (oddzielnie)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7A5A32" w:rsidRPr="00813746" w:rsidTr="00EC74F2">
        <w:trPr>
          <w:trHeight w:val="360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Saldo ogółem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4F7829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-</w:t>
            </w:r>
            <w:r w:rsidR="004F7829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0,5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4F7829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- 1,6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A17F46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-2,</w:t>
            </w:r>
            <w:r w:rsidR="00A17F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</w:t>
            </w:r>
          </w:p>
        </w:tc>
      </w:tr>
      <w:tr w:rsidR="007A5A32" w:rsidRPr="00813746" w:rsidTr="00EC74F2">
        <w:trPr>
          <w:trHeight w:val="360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budżet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państwa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7A5A32" w:rsidRPr="00813746" w:rsidTr="00EC74F2">
        <w:trPr>
          <w:trHeight w:val="357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JST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7A5A32" w:rsidRPr="00813746" w:rsidTr="00EC74F2">
        <w:trPr>
          <w:trHeight w:val="357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pozostałe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jednostki (oddzielnie)</w:t>
            </w:r>
          </w:p>
        </w:tc>
        <w:tc>
          <w:tcPr>
            <w:tcW w:w="600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28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</w:tr>
      <w:tr w:rsidR="007A5A32" w:rsidRPr="00813746" w:rsidTr="00EC74F2">
        <w:trPr>
          <w:gridAfter w:val="1"/>
          <w:wAfter w:w="23" w:type="dxa"/>
          <w:trHeight w:val="348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Źródła finansowania </w:t>
            </w:r>
          </w:p>
        </w:tc>
        <w:tc>
          <w:tcPr>
            <w:tcW w:w="7239" w:type="dxa"/>
            <w:gridSpan w:val="20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 xml:space="preserve">Fundusz Celowy </w:t>
            </w:r>
            <w:r w:rsidR="009A2485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 xml:space="preserve">- </w:t>
            </w:r>
            <w:r w:rsidR="009A2485" w:rsidRPr="009A2485">
              <w:rPr>
                <w:rFonts w:eastAsia="Calibri" w:cs="Times New Roman"/>
                <w:color w:val="000000"/>
                <w:sz w:val="20"/>
                <w:szCs w:val="24"/>
                <w:lang w:eastAsia="en-US"/>
              </w:rPr>
              <w:t>Centralna Ewidencja Pojazdów i Kierowców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</w:tr>
      <w:tr w:rsidR="007A5A32" w:rsidRPr="00813746" w:rsidTr="00EC74F2">
        <w:trPr>
          <w:gridAfter w:val="1"/>
          <w:wAfter w:w="23" w:type="dxa"/>
          <w:trHeight w:val="1926"/>
        </w:trPr>
        <w:tc>
          <w:tcPr>
            <w:tcW w:w="1805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Dodatkowe informacje, w tym wskazanie źródeł danych i przyjętych do obliczeń założeń</w:t>
            </w:r>
          </w:p>
        </w:tc>
        <w:tc>
          <w:tcPr>
            <w:tcW w:w="7239" w:type="dxa"/>
            <w:gridSpan w:val="20"/>
            <w:shd w:val="clear" w:color="auto" w:fill="FFFFFF"/>
          </w:tcPr>
          <w:p w:rsidR="007A5A32" w:rsidRPr="00813746" w:rsidRDefault="007A5A32" w:rsidP="00EC74F2">
            <w:pPr>
              <w:widowControl/>
              <w:spacing w:line="240" w:lineRule="auto"/>
              <w:rPr>
                <w:rFonts w:ascii="TimesNewRomanPSMT" w:eastAsia="Times New Roman" w:hAnsi="TimesNewRomanPSMT" w:cs="TimesNewRomanPSMT"/>
                <w:sz w:val="20"/>
              </w:rPr>
            </w:pP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Zmiana po stronie Systemu Informatycznego Centralnej Ewidencji Pojazdów i Kierowców, w zakresie rozszerzenia katalogu danych, zostanie sfinansowana ze środków Funduszu – Centralna Ewidencja Pojazdów i Kierowców. Całkowity koszt dostosowania systemu </w:t>
            </w:r>
            <w:proofErr w:type="spellStart"/>
            <w:r w:rsidRPr="00813746">
              <w:rPr>
                <w:rFonts w:ascii="TimesNewRomanPSMT" w:eastAsia="Times New Roman" w:hAnsi="TimesNewRomanPSMT" w:cs="TimesNewRomanPSMT"/>
                <w:sz w:val="20"/>
              </w:rPr>
              <w:t>CEPiK</w:t>
            </w:r>
            <w:proofErr w:type="spellEnd"/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2.0 </w:t>
            </w:r>
            <w:proofErr w:type="gramStart"/>
            <w:r w:rsidRPr="00813746">
              <w:rPr>
                <w:rFonts w:ascii="TimesNewRomanPSMT" w:eastAsia="Times New Roman" w:hAnsi="TimesNewRomanPSMT" w:cs="TimesNewRomanPSMT"/>
                <w:sz w:val="20"/>
              </w:rPr>
              <w:t>do</w:t>
            </w:r>
            <w:proofErr w:type="gramEnd"/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obsługi procesów związanych z </w:t>
            </w:r>
            <w:r w:rsidR="00A17F46">
              <w:rPr>
                <w:rFonts w:ascii="TimesNewRomanPSMT" w:eastAsia="Times New Roman" w:hAnsi="TimesNewRomanPSMT" w:cs="TimesNewRomanPSMT"/>
                <w:sz w:val="20"/>
              </w:rPr>
              <w:t>wymianą drogomierza i jego odczytem w czasie kontroli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oraz gromadzenia i udostępniania rozszerzonego zakresu danych szacowany jest na poziomie </w:t>
            </w:r>
            <w:r w:rsidR="00A17F46">
              <w:rPr>
                <w:rFonts w:ascii="TimesNewRomanPSMT" w:eastAsia="Times New Roman" w:hAnsi="TimesNewRomanPSMT" w:cs="TimesNewRomanPSMT"/>
                <w:sz w:val="20"/>
              </w:rPr>
              <w:t xml:space="preserve">około 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>2 </w:t>
            </w:r>
            <w:r w:rsidR="00A17F46">
              <w:rPr>
                <w:rFonts w:ascii="TimesNewRomanPSMT" w:eastAsia="Times New Roman" w:hAnsi="TimesNewRomanPSMT" w:cs="TimesNewRomanPSMT"/>
                <w:sz w:val="20"/>
              </w:rPr>
              <w:t xml:space="preserve">100 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>000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zł i obejmuje łącznie skutki zmian ujęte w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 xml:space="preserve"> 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>niniejszym projekcie oraz w projektach:</w:t>
            </w:r>
          </w:p>
          <w:p w:rsidR="007A5A32" w:rsidRPr="00813746" w:rsidRDefault="007A5A32" w:rsidP="00EC74F2">
            <w:pPr>
              <w:widowControl/>
              <w:spacing w:line="240" w:lineRule="auto"/>
              <w:rPr>
                <w:rFonts w:ascii="TimesNewRomanPSMT" w:eastAsia="Times New Roman" w:hAnsi="TimesNewRomanPSMT" w:cs="TimesNewRomanPSMT"/>
                <w:sz w:val="20"/>
              </w:rPr>
            </w:pPr>
            <w:r w:rsidRPr="00813746">
              <w:rPr>
                <w:rFonts w:ascii="TimesNewRomanPSMT" w:eastAsia="Times New Roman" w:hAnsi="TimesNewRomanPSMT" w:cs="TimesNewRomanPSMT"/>
                <w:sz w:val="20"/>
              </w:rPr>
              <w:t>- rozporządzenia</w:t>
            </w:r>
            <w:r>
              <w:rPr>
                <w:rFonts w:ascii="TimesNewRomanPSMT" w:eastAsia="Times New Roman" w:hAnsi="TimesNewRomanPSMT" w:cs="TimesNewRomanPSMT"/>
                <w:sz w:val="20"/>
              </w:rPr>
              <w:t xml:space="preserve"> Ministra Cyfryzacji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w sprawie rodzaju i zakresu danych udostępnianych z centralnej ewidencji pojazdów</w:t>
            </w:r>
            <w:r w:rsidR="007618E4">
              <w:rPr>
                <w:rFonts w:ascii="TimesNewRomanPSMT" w:eastAsia="Times New Roman" w:hAnsi="TimesNewRomanPSMT" w:cs="TimesNewRomanPSMT"/>
                <w:sz w:val="20"/>
              </w:rPr>
              <w:t>,</w:t>
            </w:r>
          </w:p>
          <w:p w:rsidR="007A5A32" w:rsidRDefault="007A5A32" w:rsidP="00EC74F2">
            <w:pPr>
              <w:widowControl/>
              <w:spacing w:line="240" w:lineRule="auto"/>
              <w:rPr>
                <w:rFonts w:eastAsia="Times New Roman" w:cs="Times New Roman"/>
                <w:sz w:val="20"/>
              </w:rPr>
            </w:pPr>
            <w:r w:rsidRPr="001E17FA">
              <w:rPr>
                <w:rFonts w:eastAsia="Times New Roman" w:cs="Times New Roman"/>
                <w:sz w:val="20"/>
              </w:rPr>
              <w:t xml:space="preserve">- rozporządzenia </w:t>
            </w:r>
            <w:r>
              <w:rPr>
                <w:rFonts w:eastAsia="Times New Roman" w:cs="Times New Roman"/>
                <w:sz w:val="20"/>
              </w:rPr>
              <w:t>Ministra Cyfryzacji</w:t>
            </w:r>
            <w:r w:rsidRPr="001E17FA">
              <w:rPr>
                <w:rFonts w:eastAsia="Times New Roman" w:cs="Times New Roman"/>
                <w:sz w:val="20"/>
              </w:rPr>
              <w:t xml:space="preserve"> </w:t>
            </w:r>
            <w:r w:rsidRPr="001E17FA">
              <w:rPr>
                <w:rFonts w:cs="Times New Roman"/>
                <w:sz w:val="20"/>
              </w:rPr>
              <w:t>w sprawie zakresu danych udostępnianych podmiotom obowiązanym do przekazywania danych do centralnej ewidencji pojazdów oraz wymagań technicznych i jakościowych danych wprowadzanych do tej ewidencji</w:t>
            </w:r>
            <w:r w:rsidR="009A2485">
              <w:rPr>
                <w:rFonts w:eastAsia="Times New Roman" w:cs="Times New Roman"/>
                <w:sz w:val="20"/>
              </w:rPr>
              <w:t>,</w:t>
            </w:r>
          </w:p>
          <w:p w:rsidR="00A17F46" w:rsidRPr="001E17FA" w:rsidRDefault="00A17F46" w:rsidP="00EC74F2">
            <w:pPr>
              <w:widowControl/>
              <w:spacing w:line="240" w:lineRule="auto"/>
              <w:rPr>
                <w:rFonts w:eastAsia="Times New Roman" w:cs="Times New Roman"/>
                <w:sz w:val="20"/>
              </w:rPr>
            </w:pPr>
            <w:r>
              <w:rPr>
                <w:rFonts w:eastAsia="Times New Roman" w:cs="Times New Roman"/>
                <w:sz w:val="20"/>
              </w:rPr>
              <w:t xml:space="preserve">- rozporządzenia </w:t>
            </w:r>
            <w:r w:rsidR="00324B46" w:rsidRPr="00324B46">
              <w:rPr>
                <w:rFonts w:eastAsia="Times New Roman" w:cs="Times New Roman"/>
                <w:sz w:val="20"/>
              </w:rPr>
              <w:t xml:space="preserve">Ministra Cyfryzacji </w:t>
            </w:r>
            <w:r>
              <w:rPr>
                <w:rFonts w:eastAsia="Times New Roman" w:cs="Times New Roman"/>
                <w:sz w:val="20"/>
              </w:rPr>
              <w:t>w sprawie zakresu danych udostępnianych w postaci elektronicznej z centralnej ewidencji pojazdów</w:t>
            </w:r>
            <w:r w:rsidR="009A2485">
              <w:rPr>
                <w:rFonts w:eastAsia="Times New Roman" w:cs="Times New Roman"/>
                <w:sz w:val="20"/>
              </w:rPr>
              <w:t>.</w:t>
            </w:r>
          </w:p>
          <w:p w:rsidR="007A5A32" w:rsidRPr="00813746" w:rsidRDefault="007A5A32" w:rsidP="00EC74F2">
            <w:pPr>
              <w:widowControl/>
              <w:spacing w:line="240" w:lineRule="auto"/>
              <w:rPr>
                <w:rFonts w:ascii="TimesNewRomanPSMT" w:eastAsia="Times New Roman" w:hAnsi="TimesNewRomanPSMT" w:cs="TimesNewRomanPSMT"/>
                <w:sz w:val="20"/>
              </w:rPr>
            </w:pPr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Wydatkowanie z tytułu powyższej zmiany planowane jest na </w:t>
            </w:r>
            <w:r w:rsidR="00A17F46">
              <w:rPr>
                <w:rFonts w:ascii="TimesNewRomanPSMT" w:eastAsia="Times New Roman" w:hAnsi="TimesNewRomanPSMT" w:cs="TimesNewRomanPSMT"/>
                <w:sz w:val="20"/>
              </w:rPr>
              <w:t xml:space="preserve">2019 i </w:t>
            </w:r>
            <w:r w:rsidR="00A17F46" w:rsidRPr="00813746">
              <w:rPr>
                <w:rFonts w:ascii="TimesNewRomanPSMT" w:eastAsia="Times New Roman" w:hAnsi="TimesNewRomanPSMT" w:cs="TimesNewRomanPSMT"/>
                <w:sz w:val="20"/>
              </w:rPr>
              <w:t>20</w:t>
            </w:r>
            <w:r w:rsidR="00A17F46">
              <w:rPr>
                <w:rFonts w:ascii="TimesNewRomanPSMT" w:eastAsia="Times New Roman" w:hAnsi="TimesNewRomanPSMT" w:cs="TimesNewRomanPSMT"/>
                <w:sz w:val="20"/>
              </w:rPr>
              <w:t>20</w:t>
            </w:r>
            <w:r w:rsidR="00A17F46"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</w:t>
            </w:r>
            <w:r w:rsidRPr="00813746">
              <w:rPr>
                <w:rFonts w:ascii="TimesNewRomanPSMT" w:eastAsia="Times New Roman" w:hAnsi="TimesNewRomanPSMT" w:cs="TimesNewRomanPSMT"/>
                <w:sz w:val="20"/>
              </w:rPr>
              <w:t>r.</w:t>
            </w:r>
          </w:p>
          <w:p w:rsidR="007A5A32" w:rsidRPr="00813746" w:rsidRDefault="007A5A32" w:rsidP="00EC74F2">
            <w:pPr>
              <w:widowControl/>
              <w:spacing w:line="240" w:lineRule="auto"/>
              <w:rPr>
                <w:rFonts w:ascii="TimesNewRomanPSMT" w:eastAsia="Times New Roman" w:hAnsi="TimesNewRomanPSMT" w:cs="TimesNewRomanPSMT"/>
                <w:sz w:val="20"/>
              </w:rPr>
            </w:pPr>
            <w:r w:rsidRPr="00813746">
              <w:rPr>
                <w:rFonts w:ascii="TimesNewRomanPSMT" w:eastAsia="Times New Roman" w:hAnsi="TimesNewRomanPSMT" w:cs="TimesNewRomanPSMT"/>
                <w:sz w:val="20"/>
              </w:rPr>
              <w:t>Przedmiotowy projekt nie spowoduje skutków finansowych dla organów samorządu</w:t>
            </w:r>
          </w:p>
          <w:p w:rsidR="007A5A32" w:rsidRPr="00813746" w:rsidRDefault="007A5A32" w:rsidP="00EC74F2">
            <w:pPr>
              <w:widowControl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ascii="TimesNewRomanPSMT" w:eastAsia="Times New Roman" w:hAnsi="TimesNewRomanPSMT" w:cs="TimesNewRomanPSMT"/>
                <w:sz w:val="20"/>
              </w:rPr>
              <w:t>terytorialnego</w:t>
            </w:r>
            <w:proofErr w:type="gramEnd"/>
            <w:r w:rsidRPr="00813746">
              <w:rPr>
                <w:rFonts w:ascii="TimesNewRomanPSMT" w:eastAsia="Times New Roman" w:hAnsi="TimesNewRomanPSMT" w:cs="TimesNewRomanPSMT"/>
                <w:sz w:val="20"/>
              </w:rPr>
              <w:t xml:space="preserve"> oraz nie będzie generował skutków finansowych dla budżetu państwa</w:t>
            </w:r>
            <w:r w:rsidRPr="00813746">
              <w:rPr>
                <w:rFonts w:ascii="Calibri" w:eastAsia="Times New Roman" w:hAnsi="Calibri" w:cs="Calibri"/>
                <w:sz w:val="20"/>
              </w:rPr>
              <w:t>.</w:t>
            </w:r>
          </w:p>
        </w:tc>
      </w:tr>
      <w:tr w:rsidR="007A5A32" w:rsidRPr="00813746" w:rsidTr="00EC74F2">
        <w:trPr>
          <w:gridAfter w:val="1"/>
          <w:wAfter w:w="23" w:type="dxa"/>
          <w:trHeight w:val="345"/>
        </w:trPr>
        <w:tc>
          <w:tcPr>
            <w:tcW w:w="9044" w:type="dxa"/>
            <w:gridSpan w:val="21"/>
            <w:shd w:val="clear" w:color="auto" w:fill="99CCFF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20" w:after="120"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Wpływ na konkurencyjność gospodarki i przedsiębiorczość, w tym funkcjonowanie przedsiębiorców oraz na rodzinę, obywateli i gospodarstwa domowe 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Skutki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2972" w:type="dxa"/>
            <w:gridSpan w:val="4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Czas w latach od wejścia w życie zmian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</w:t>
            </w:r>
          </w:p>
        </w:tc>
        <w:tc>
          <w:tcPr>
            <w:tcW w:w="1559" w:type="dxa"/>
            <w:gridSpan w:val="5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2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3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5</w:t>
            </w:r>
          </w:p>
        </w:tc>
        <w:tc>
          <w:tcPr>
            <w:tcW w:w="685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10</w:t>
            </w:r>
          </w:p>
        </w:tc>
        <w:tc>
          <w:tcPr>
            <w:tcW w:w="99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Łącznie</w:t>
            </w:r>
            <w:r w:rsidRPr="00813746" w:rsidDel="0073273A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</w: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(0-10)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vMerge w:val="restart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W ujęciu pieniężnym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(w mln zł, 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ceny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stałe z …… r.)</w:t>
            </w:r>
          </w:p>
        </w:tc>
        <w:tc>
          <w:tcPr>
            <w:tcW w:w="1167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duże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przedsiębiorstwa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gridSpan w:val="5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vMerge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167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sektor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mikro-, małych i średnich przedsiębiorstw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gridSpan w:val="5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vMerge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167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rodzina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, obywatele oraz gospodarstwa domowe</w:t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gridSpan w:val="5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685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0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vMerge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167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instrText xml:space="preserve"> FORMTEXT </w:instrTex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1"/>
                <w:lang w:eastAsia="en-US"/>
              </w:rPr>
              <w:t>(dodaj/usuń)</w: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end"/>
            </w:r>
          </w:p>
        </w:tc>
        <w:tc>
          <w:tcPr>
            <w:tcW w:w="851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567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559" w:type="dxa"/>
            <w:gridSpan w:val="5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685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993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vMerge w:val="restart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W ujęciu niepieniężnym</w:t>
            </w:r>
          </w:p>
        </w:tc>
        <w:tc>
          <w:tcPr>
            <w:tcW w:w="1167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duże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przedsiębiorstwa</w:t>
            </w:r>
          </w:p>
        </w:tc>
        <w:tc>
          <w:tcPr>
            <w:tcW w:w="6072" w:type="dxa"/>
            <w:gridSpan w:val="17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vMerge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167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sektor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 mikro-, małych i średnich przedsiębiorstw</w:t>
            </w:r>
          </w:p>
        </w:tc>
        <w:tc>
          <w:tcPr>
            <w:tcW w:w="6072" w:type="dxa"/>
            <w:gridSpan w:val="17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</w:tr>
      <w:tr w:rsidR="007A5A32" w:rsidRPr="00813746" w:rsidTr="00EC74F2">
        <w:trPr>
          <w:gridAfter w:val="1"/>
          <w:wAfter w:w="23" w:type="dxa"/>
          <w:trHeight w:val="596"/>
        </w:trPr>
        <w:tc>
          <w:tcPr>
            <w:tcW w:w="1805" w:type="dxa"/>
            <w:vMerge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167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rodzina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, obywatele oraz gospodarstwa domowe </w:t>
            </w:r>
          </w:p>
        </w:tc>
        <w:tc>
          <w:tcPr>
            <w:tcW w:w="6072" w:type="dxa"/>
            <w:gridSpan w:val="17"/>
            <w:shd w:val="clear" w:color="auto" w:fill="FFFFFF"/>
          </w:tcPr>
          <w:p w:rsidR="007A5A32" w:rsidRPr="00813746" w:rsidRDefault="007A5A32" w:rsidP="00F7258D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</w:tr>
      <w:tr w:rsidR="007A5A32" w:rsidRPr="00813746" w:rsidTr="00EC74F2">
        <w:trPr>
          <w:gridAfter w:val="1"/>
          <w:wAfter w:w="23" w:type="dxa"/>
          <w:trHeight w:val="240"/>
        </w:trPr>
        <w:tc>
          <w:tcPr>
            <w:tcW w:w="1805" w:type="dxa"/>
            <w:vMerge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167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tabs>
                <w:tab w:val="right" w:pos="1936"/>
              </w:tabs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instrText xml:space="preserve"> FORMTEXT </w:instrTex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1"/>
                <w:lang w:eastAsia="en-US"/>
              </w:rPr>
              <w:t>(dodaj/usuń)</w: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end"/>
            </w:r>
          </w:p>
        </w:tc>
        <w:tc>
          <w:tcPr>
            <w:tcW w:w="6072" w:type="dxa"/>
            <w:gridSpan w:val="17"/>
            <w:shd w:val="clear" w:color="auto" w:fill="FFFFFF"/>
          </w:tcPr>
          <w:p w:rsidR="007A5A32" w:rsidRPr="00813746" w:rsidRDefault="007A5A32" w:rsidP="00EC74F2">
            <w:pPr>
              <w:widowControl/>
              <w:tabs>
                <w:tab w:val="left" w:pos="3000"/>
              </w:tabs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vMerge w:val="restart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Niemierzalne</w:t>
            </w:r>
          </w:p>
        </w:tc>
        <w:tc>
          <w:tcPr>
            <w:tcW w:w="1167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instrText xml:space="preserve"> FORMTEXT </w:instrTex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1"/>
                <w:lang w:eastAsia="en-US"/>
              </w:rPr>
              <w:t>(dodaj/usuń)</w: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end"/>
            </w:r>
          </w:p>
        </w:tc>
        <w:tc>
          <w:tcPr>
            <w:tcW w:w="6072" w:type="dxa"/>
            <w:gridSpan w:val="17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1805" w:type="dxa"/>
            <w:vMerge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</w:tc>
        <w:tc>
          <w:tcPr>
            <w:tcW w:w="1167" w:type="dxa"/>
            <w:gridSpan w:val="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instrText xml:space="preserve"> FORMTEXT </w:instrTex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1"/>
                <w:lang w:eastAsia="en-US"/>
              </w:rPr>
              <w:t>(dodaj/usuń)</w: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fldChar w:fldCharType="end"/>
            </w:r>
          </w:p>
        </w:tc>
        <w:tc>
          <w:tcPr>
            <w:tcW w:w="6072" w:type="dxa"/>
            <w:gridSpan w:val="17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wpływu</w:t>
            </w:r>
          </w:p>
        </w:tc>
      </w:tr>
      <w:tr w:rsidR="007A5A32" w:rsidRPr="00813746" w:rsidTr="00C5080B">
        <w:trPr>
          <w:gridAfter w:val="1"/>
          <w:wAfter w:w="23" w:type="dxa"/>
          <w:trHeight w:val="1247"/>
        </w:trPr>
        <w:tc>
          <w:tcPr>
            <w:tcW w:w="1805" w:type="dxa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 xml:space="preserve">Dodatkowe informacje, w tym wskazanie źródeł danych i przyjętych do obliczeń założeń </w:t>
            </w:r>
          </w:p>
        </w:tc>
        <w:tc>
          <w:tcPr>
            <w:tcW w:w="7239" w:type="dxa"/>
            <w:gridSpan w:val="20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Projekt rozporządzenia nie ma wpływu na konkurencyjność gospodarki i przedsiębiorczość, w tym funkcjonowanie przedsiębiorców oraz na rodzinę, obywateli i gospodarstwa domowe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oraz osoby </w:t>
            </w:r>
            <w:r w:rsidR="00C5080B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niepełnosprawne i osoby </w:t>
            </w:r>
            <w:r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starsze. </w:t>
            </w:r>
          </w:p>
        </w:tc>
      </w:tr>
      <w:tr w:rsidR="007A5A32" w:rsidRPr="00813746" w:rsidTr="00EC74F2">
        <w:trPr>
          <w:gridAfter w:val="1"/>
          <w:wAfter w:w="23" w:type="dxa"/>
          <w:trHeight w:val="342"/>
        </w:trPr>
        <w:tc>
          <w:tcPr>
            <w:tcW w:w="9044" w:type="dxa"/>
            <w:gridSpan w:val="21"/>
            <w:shd w:val="clear" w:color="auto" w:fill="99CCFF"/>
            <w:vAlign w:val="center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Zmiana obciążeń regulacyjnych (w tym obowiązków informacyjnych) wynikających z projektu</w:t>
            </w:r>
          </w:p>
        </w:tc>
      </w:tr>
      <w:tr w:rsidR="007A5A32" w:rsidRPr="00813746" w:rsidTr="00EC74F2">
        <w:trPr>
          <w:gridAfter w:val="1"/>
          <w:wAfter w:w="23" w:type="dxa"/>
          <w:trHeight w:val="151"/>
        </w:trPr>
        <w:tc>
          <w:tcPr>
            <w:tcW w:w="9044" w:type="dxa"/>
            <w:gridSpan w:val="21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nie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dotyczy</w:t>
            </w:r>
          </w:p>
        </w:tc>
      </w:tr>
      <w:tr w:rsidR="007A5A32" w:rsidRPr="00813746" w:rsidTr="00EC74F2">
        <w:trPr>
          <w:gridAfter w:val="1"/>
          <w:wAfter w:w="23" w:type="dxa"/>
          <w:trHeight w:val="946"/>
        </w:trPr>
        <w:tc>
          <w:tcPr>
            <w:tcW w:w="4390" w:type="dxa"/>
            <w:gridSpan w:val="6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Wprowadzane są obciążenia poza bezwzględnie wymaganymi przez UE (szczegóły w odwróconej tabeli zgodności).</w:t>
            </w:r>
          </w:p>
        </w:tc>
        <w:tc>
          <w:tcPr>
            <w:tcW w:w="4654" w:type="dxa"/>
            <w:gridSpan w:val="15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tak</w:t>
            </w:r>
            <w:proofErr w:type="gramEnd"/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nie</w:t>
            </w:r>
            <w:proofErr w:type="gramEnd"/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nie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dotyczy</w:t>
            </w:r>
          </w:p>
        </w:tc>
      </w:tr>
      <w:tr w:rsidR="007A5A32" w:rsidRPr="00813746" w:rsidTr="00EC74F2">
        <w:trPr>
          <w:gridAfter w:val="1"/>
          <w:wAfter w:w="23" w:type="dxa"/>
          <w:trHeight w:val="1245"/>
        </w:trPr>
        <w:tc>
          <w:tcPr>
            <w:tcW w:w="4390" w:type="dxa"/>
            <w:gridSpan w:val="6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zmniejszenie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liczby dokumentów 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zmniejszenie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liczby procedur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skrócenie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czasu na załatwienie sprawy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76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inne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: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FORMTEXT </w:instrTex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</w:p>
        </w:tc>
        <w:tc>
          <w:tcPr>
            <w:tcW w:w="4654" w:type="dxa"/>
            <w:gridSpan w:val="15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zwiększenie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liczby dokumentów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zwiększenie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liczby procedur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wydłużenie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czasu na załatwienie sprawy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inne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: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FORMTEXT </w:instrTex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</w:tc>
      </w:tr>
      <w:tr w:rsidR="007A5A32" w:rsidRPr="00813746" w:rsidTr="00EC74F2">
        <w:trPr>
          <w:gridAfter w:val="1"/>
          <w:wAfter w:w="23" w:type="dxa"/>
          <w:trHeight w:val="870"/>
        </w:trPr>
        <w:tc>
          <w:tcPr>
            <w:tcW w:w="4390" w:type="dxa"/>
            <w:gridSpan w:val="6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Wprowadzane obciążenia są przystosowane do ich elektronizacji. </w:t>
            </w:r>
          </w:p>
        </w:tc>
        <w:tc>
          <w:tcPr>
            <w:tcW w:w="4654" w:type="dxa"/>
            <w:gridSpan w:val="15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tak</w:t>
            </w:r>
            <w:proofErr w:type="gramEnd"/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nie</w:t>
            </w:r>
            <w:proofErr w:type="gramEnd"/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nie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dotyczy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</w:tc>
      </w:tr>
      <w:tr w:rsidR="007A5A32" w:rsidRPr="00813746" w:rsidTr="00C5080B">
        <w:trPr>
          <w:gridAfter w:val="1"/>
          <w:wAfter w:w="23" w:type="dxa"/>
          <w:trHeight w:val="375"/>
        </w:trPr>
        <w:tc>
          <w:tcPr>
            <w:tcW w:w="9044" w:type="dxa"/>
            <w:gridSpan w:val="21"/>
            <w:shd w:val="clear" w:color="auto" w:fill="FFFFFF"/>
          </w:tcPr>
          <w:p w:rsidR="007A5A32" w:rsidRPr="00813746" w:rsidRDefault="007A5A32" w:rsidP="00F7258D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Komentarz: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Wpływ na rynek pracy 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auto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Projekt rozporządzenia nie ma wpływu na rynek pracy.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Wpływ na pozostałe obszary</w:t>
            </w:r>
          </w:p>
        </w:tc>
      </w:tr>
      <w:tr w:rsidR="007A5A32" w:rsidRPr="00813746" w:rsidTr="00EC74F2">
        <w:trPr>
          <w:gridAfter w:val="1"/>
          <w:wAfter w:w="23" w:type="dxa"/>
          <w:trHeight w:val="1031"/>
        </w:trPr>
        <w:tc>
          <w:tcPr>
            <w:tcW w:w="2181" w:type="dxa"/>
            <w:gridSpan w:val="2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środowisko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naturalne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sytuacja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i rozwój regionalny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inne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: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FORMTEXT </w:instrTex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noProof/>
                <w:color w:val="000000"/>
                <w:sz w:val="20"/>
                <w:szCs w:val="22"/>
                <w:lang w:eastAsia="en-US"/>
              </w:rPr>
              <w:t> 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</w:p>
        </w:tc>
        <w:tc>
          <w:tcPr>
            <w:tcW w:w="4594" w:type="dxa"/>
            <w:gridSpan w:val="13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demografia</w:t>
            </w:r>
            <w:proofErr w:type="gramEnd"/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mienie</w:t>
            </w:r>
            <w:proofErr w:type="gramEnd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państwowe</w:t>
            </w:r>
          </w:p>
        </w:tc>
        <w:tc>
          <w:tcPr>
            <w:tcW w:w="2269" w:type="dxa"/>
            <w:gridSpan w:val="6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informatyzacja</w:t>
            </w:r>
            <w:proofErr w:type="gramEnd"/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instrText xml:space="preserve"> FORMCHECKBOX </w:instrText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r>
            <w:r w:rsidR="00833BB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separate"/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fldChar w:fldCharType="end"/>
            </w:r>
            <w:r w:rsidRPr="00813746">
              <w:rPr>
                <w:rFonts w:eastAsia="Calibri" w:cs="Times New Roman"/>
                <w:color w:val="000000"/>
                <w:sz w:val="20"/>
                <w:lang w:eastAsia="en-US"/>
              </w:rPr>
              <w:t xml:space="preserve"> </w:t>
            </w:r>
            <w:proofErr w:type="gramStart"/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zdrowie</w:t>
            </w:r>
            <w:proofErr w:type="gramEnd"/>
          </w:p>
        </w:tc>
      </w:tr>
      <w:tr w:rsidR="007A5A32" w:rsidRPr="00813746" w:rsidTr="00EC74F2">
        <w:trPr>
          <w:gridAfter w:val="1"/>
          <w:wAfter w:w="23" w:type="dxa"/>
          <w:trHeight w:val="712"/>
        </w:trPr>
        <w:tc>
          <w:tcPr>
            <w:tcW w:w="1805" w:type="dxa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Omówienie wpływu</w:t>
            </w:r>
          </w:p>
        </w:tc>
        <w:tc>
          <w:tcPr>
            <w:tcW w:w="7239" w:type="dxa"/>
            <w:gridSpan w:val="20"/>
            <w:shd w:val="clear" w:color="auto" w:fill="FFFFFF"/>
            <w:vAlign w:val="center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Projekt rozporządzenia nie ma wpływu na wskazane obszary.</w:t>
            </w:r>
          </w:p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Planowane wykonanie przepisów aktu prawnego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FFFFFF"/>
          </w:tcPr>
          <w:p w:rsidR="007A5A32" w:rsidRPr="00813746" w:rsidRDefault="007A5A32" w:rsidP="00F7258D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Projektowane rozporządzenie wejdzie w życie w dniu </w:t>
            </w:r>
            <w:r w:rsidR="00F7258D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1 stycznia 2020</w:t>
            </w:r>
            <w:r w:rsidR="00CA53CB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r.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 </w: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W jaki sposób i kiedy nastąpi ewaluacja efektów projektu oraz jakie mierniki zostaną zastosowane?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FFFFFF"/>
          </w:tcPr>
          <w:p w:rsidR="007A5A32" w:rsidRPr="00813746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Nie dotyczy</w:t>
            </w:r>
            <w:r w:rsidR="007618E4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.</w:t>
            </w:r>
          </w:p>
        </w:tc>
      </w:tr>
      <w:tr w:rsidR="007A5A32" w:rsidRPr="00813746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99CCFF"/>
          </w:tcPr>
          <w:p w:rsidR="007A5A32" w:rsidRPr="00813746" w:rsidRDefault="007A5A32" w:rsidP="00EC74F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60" w:after="60" w:line="240" w:lineRule="auto"/>
              <w:ind w:left="318" w:hanging="284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Załączniki </w:t>
            </w:r>
            <w:r w:rsidRPr="00813746">
              <w:rPr>
                <w:rFonts w:eastAsia="Calibri" w:cs="Times New Roman"/>
                <w:color w:val="000000"/>
                <w:sz w:val="20"/>
                <w:szCs w:val="21"/>
                <w:lang w:eastAsia="en-US"/>
              </w:rPr>
              <w:t>(istotne dokumenty źródłowe, badania, analizy itp.</w:t>
            </w: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 xml:space="preserve">) </w:t>
            </w:r>
          </w:p>
        </w:tc>
      </w:tr>
      <w:tr w:rsidR="007A5A32" w:rsidRPr="00485D77" w:rsidTr="00EC74F2">
        <w:trPr>
          <w:gridAfter w:val="1"/>
          <w:wAfter w:w="23" w:type="dxa"/>
          <w:trHeight w:val="142"/>
        </w:trPr>
        <w:tc>
          <w:tcPr>
            <w:tcW w:w="9044" w:type="dxa"/>
            <w:gridSpan w:val="21"/>
            <w:shd w:val="clear" w:color="auto" w:fill="FFFFFF"/>
          </w:tcPr>
          <w:p w:rsidR="007A5A32" w:rsidRPr="00485D77" w:rsidRDefault="007A5A32" w:rsidP="00EC74F2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</w:pPr>
            <w:r w:rsidRPr="00813746">
              <w:rPr>
                <w:rFonts w:eastAsia="Calibri" w:cs="Times New Roman"/>
                <w:color w:val="000000"/>
                <w:sz w:val="20"/>
                <w:szCs w:val="22"/>
                <w:lang w:eastAsia="en-US"/>
              </w:rPr>
              <w:t>Brak załączników.</w:t>
            </w:r>
          </w:p>
        </w:tc>
      </w:tr>
    </w:tbl>
    <w:p w:rsidR="00CB0308" w:rsidRPr="00883CF5" w:rsidRDefault="00CB0308" w:rsidP="001D4F6F">
      <w:pPr>
        <w:pStyle w:val="ARTartustawynprozporzdzenia"/>
        <w:ind w:firstLine="0"/>
        <w:rPr>
          <w:vertAlign w:val="superscript"/>
        </w:rPr>
      </w:pPr>
    </w:p>
    <w:sectPr w:rsidR="00CB0308" w:rsidRPr="00883CF5">
      <w:footerReference w:type="default" r:id="rId9"/>
      <w:pgSz w:w="11907" w:h="16840"/>
      <w:pgMar w:top="1400" w:right="1400" w:bottom="1400" w:left="1400" w:header="708" w:footer="708" w:gutter="0"/>
      <w:cols w:space="708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E1C647" w16cid:durableId="213E4001"/>
  <w16cid:commentId w16cid:paraId="4B588EB7" w16cid:durableId="213E3FA9"/>
  <w16cid:commentId w16cid:paraId="3DDC3E95" w16cid:durableId="213E41AC"/>
  <w16cid:commentId w16cid:paraId="55BBACEA" w16cid:durableId="213E3F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78A" w:rsidRDefault="00BF178A">
      <w:r>
        <w:separator/>
      </w:r>
    </w:p>
  </w:endnote>
  <w:endnote w:type="continuationSeparator" w:id="0">
    <w:p w:rsidR="00BF178A" w:rsidRDefault="00BF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BBD" w:rsidRDefault="00833BBD">
    <w:pPr>
      <w:spacing w:line="320" w:lineRule="atLea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78A" w:rsidRDefault="00BF178A">
      <w:r>
        <w:separator/>
      </w:r>
    </w:p>
  </w:footnote>
  <w:footnote w:type="continuationSeparator" w:id="0">
    <w:p w:rsidR="00BF178A" w:rsidRDefault="00BF178A">
      <w:r>
        <w:continuationSeparator/>
      </w:r>
    </w:p>
  </w:footnote>
  <w:footnote w:id="1">
    <w:p w:rsidR="00833BBD" w:rsidRDefault="00833BBD" w:rsidP="00D63C5A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D63C5A">
        <w:t>Minister Cyfryzacji kieruje działem administracji rządowej – informatyzacja, na podstawie § 1 ust. 2 rozporządzenia Prezesa R</w:t>
      </w:r>
      <w:r>
        <w:t>ady Ministrów z dnia 18 listopada 2019</w:t>
      </w:r>
      <w:r w:rsidRPr="00D63C5A">
        <w:t xml:space="preserve"> r. w sprawie szczegółowego zakresu działania Mini</w:t>
      </w:r>
      <w:r>
        <w:t xml:space="preserve">stra Cyfryzacji (Dz. U. </w:t>
      </w:r>
      <w:proofErr w:type="gramStart"/>
      <w:r>
        <w:t>poz</w:t>
      </w:r>
      <w:proofErr w:type="gramEnd"/>
      <w:r>
        <w:t>. 2270</w:t>
      </w:r>
      <w:r w:rsidRPr="00D63C5A">
        <w:t>).</w:t>
      </w:r>
    </w:p>
  </w:footnote>
  <w:footnote w:id="2">
    <w:p w:rsidR="00833BBD" w:rsidRDefault="00833BBD" w:rsidP="00756377">
      <w:pPr>
        <w:pStyle w:val="ODNONIKtreodnonika"/>
      </w:pPr>
      <w:r>
        <w:rPr>
          <w:rStyle w:val="Odwoanieprzypisudolnego"/>
        </w:rPr>
        <w:footnoteRef/>
      </w:r>
      <w:r w:rsidRPr="00756377">
        <w:rPr>
          <w:rStyle w:val="IGindeksgrny"/>
        </w:rPr>
        <w:t>)</w:t>
      </w:r>
      <w:r>
        <w:t xml:space="preserve"> </w:t>
      </w:r>
      <w:r w:rsidRPr="00756377">
        <w:t xml:space="preserve">Niniejsze rozporządzenie dokonuje, w zakresie swojej regulacji, </w:t>
      </w:r>
      <w:r>
        <w:t xml:space="preserve">wdrożenia: dyrektywy Parlamentu </w:t>
      </w:r>
      <w:r w:rsidRPr="00756377">
        <w:t xml:space="preserve">Europejskiego i Rady 2014/45/UE z dnia 3 kwietnia 2014 r. w sprawie okresowych badań zdatności do ruchu drogowego pojazdów silnikowych i ich przyczep oraz uchylającej dyrektywę 2009/40/WE (Dz. Urz. UE L 127 z 29.04.2014, </w:t>
      </w:r>
      <w:proofErr w:type="gramStart"/>
      <w:r w:rsidRPr="00756377">
        <w:t>s</w:t>
      </w:r>
      <w:proofErr w:type="gramEnd"/>
      <w:r w:rsidRPr="00756377">
        <w:t xml:space="preserve">. 51) oraz dyrektywy Parlamentu Europejskiego i Rady 2014/46/UE z dnia 3 kwietnia 2014 r. zmieniającej dyrektywę Rady 1999/37/WE w sprawie dokumentów rejestracyjnych pojazdów (Dz. Urz. UE L 127 z 29.04.2014, s. 129), a także umożliwia wykonanie rozporządzenia Parlamentu Europejskiego i Rady (UE) nr 443/2009 z dnia 23 kwietnia 2009 r. określającego normy emisji dla nowych samochodów osobowych w ramach zintegrowanego podejścia Wspólnoty na rzecz zmniejszenia </w:t>
      </w:r>
      <w:proofErr w:type="gramStart"/>
      <w:r w:rsidRPr="00756377">
        <w:t>emisji CO</w:t>
      </w:r>
      <w:proofErr w:type="gramEnd"/>
      <w:r w:rsidRPr="00756377">
        <w:t xml:space="preserve">2 z lekkich pojazdów dostawczych (Dz. Urz. UE L 140 z 05.06.2009, s. 1) oraz rozporządzenia Parlamentu Europejskiego i Rady (UE) nr 510/2011 z dnia 11 maja 2011 r. określającego normy emisji dla nowych lekkich pojazdów dostawczych w ramach zintegrowanego podejścia Unii na rzecz zmniejszenia </w:t>
      </w:r>
      <w:proofErr w:type="gramStart"/>
      <w:r w:rsidRPr="00756377">
        <w:t>emisji CO</w:t>
      </w:r>
      <w:proofErr w:type="gramEnd"/>
      <w:r w:rsidRPr="00756377">
        <w:t xml:space="preserve">2 z lekkich pojazdów dostawczych (Dz. Urz. UE L 145 z 11.05.2011, </w:t>
      </w:r>
      <w:proofErr w:type="gramStart"/>
      <w:r w:rsidRPr="00756377">
        <w:t>s</w:t>
      </w:r>
      <w:proofErr w:type="gramEnd"/>
      <w:r w:rsidRPr="00756377">
        <w:t>. 1).</w:t>
      </w:r>
    </w:p>
  </w:footnote>
  <w:footnote w:id="3">
    <w:p w:rsidR="00833BBD" w:rsidRDefault="00833BBD" w:rsidP="00D63C5A">
      <w:pPr>
        <w:pStyle w:val="ODNONIKtreodnonika"/>
      </w:pPr>
      <w:r>
        <w:rPr>
          <w:rStyle w:val="Odwoanieprzypisudolnego"/>
        </w:rPr>
        <w:footnoteRef/>
      </w:r>
      <w:proofErr w:type="gramStart"/>
      <w:r>
        <w:rPr>
          <w:vertAlign w:val="superscript"/>
        </w:rPr>
        <w:t>)</w:t>
      </w:r>
      <w:r>
        <w:tab/>
      </w:r>
      <w:r w:rsidRPr="00D63C5A">
        <w:t>Zmiany</w:t>
      </w:r>
      <w:proofErr w:type="gramEnd"/>
      <w:r w:rsidRPr="00D63C5A">
        <w:t xml:space="preserve"> </w:t>
      </w:r>
      <w:r>
        <w:t xml:space="preserve">tekstu jednolitego </w:t>
      </w:r>
      <w:r w:rsidRPr="00D63C5A">
        <w:t>wymienionej ustawy zostały ogłoszone w Dz. U.</w:t>
      </w:r>
      <w:r>
        <w:t xml:space="preserve"> </w:t>
      </w:r>
      <w:proofErr w:type="gramStart"/>
      <w:r>
        <w:t>z</w:t>
      </w:r>
      <w:proofErr w:type="gramEnd"/>
      <w:r>
        <w:t xml:space="preserve"> 2018 r.</w:t>
      </w:r>
      <w:r w:rsidRPr="00D63C5A">
        <w:t xml:space="preserve"> poz. 2244</w:t>
      </w:r>
      <w:r>
        <w:t xml:space="preserve"> i </w:t>
      </w:r>
      <w:r w:rsidRPr="00D63C5A">
        <w:t>2322 oraz z 2019 r. poz. 53, 60,</w:t>
      </w:r>
      <w:r>
        <w:t xml:space="preserve"> 730,</w:t>
      </w:r>
      <w:r w:rsidRPr="00802037">
        <w:t xml:space="preserve"> 752, 870, 112</w:t>
      </w:r>
      <w:r>
        <w:t>3, 1180, 1466, 1501, 1556, 1579 i 1818</w:t>
      </w:r>
      <w:r w:rsidRPr="00D63C5A">
        <w:t>.</w:t>
      </w:r>
    </w:p>
  </w:footnote>
  <w:footnote w:id="4">
    <w:p w:rsidR="00833BBD" w:rsidRDefault="00833BBD" w:rsidP="00883CF5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tab/>
      </w:r>
      <w:r w:rsidRPr="00D63C5A">
        <w:t>Zmiany wymienionej ustawy zosta</w:t>
      </w:r>
      <w:r>
        <w:t xml:space="preserve">ły ogłoszone w </w:t>
      </w:r>
      <w:r w:rsidRPr="007A40CE">
        <w:t xml:space="preserve">Dz. U. </w:t>
      </w:r>
      <w:proofErr w:type="gramStart"/>
      <w:r w:rsidRPr="007A40CE">
        <w:t>z</w:t>
      </w:r>
      <w:proofErr w:type="gramEnd"/>
      <w:r w:rsidRPr="007A40CE">
        <w:t xml:space="preserve"> 2015 r. poz. 2183 i 2281, z 2016 r. poz. 352 i 2001, z 2017 r. poz. 379, 777 i 1926 oraz z 2018 r. poz. 957</w:t>
      </w:r>
      <w:r w:rsidRPr="00D63C5A">
        <w:t>.</w:t>
      </w:r>
    </w:p>
  </w:footnote>
  <w:footnote w:id="5">
    <w:p w:rsidR="00833BBD" w:rsidRDefault="00833BBD" w:rsidP="00883CF5">
      <w:pPr>
        <w:pStyle w:val="ODNONIKtreodnonika"/>
      </w:pPr>
      <w:r>
        <w:rPr>
          <w:rStyle w:val="Odwoanieprzypisudolnego"/>
        </w:rPr>
        <w:footnoteRef/>
      </w:r>
      <w:proofErr w:type="gramStart"/>
      <w:r>
        <w:rPr>
          <w:vertAlign w:val="superscript"/>
        </w:rPr>
        <w:t>)</w:t>
      </w:r>
      <w:r>
        <w:tab/>
      </w:r>
      <w:r w:rsidRPr="00883CF5">
        <w:t>Niniejsze</w:t>
      </w:r>
      <w:proofErr w:type="gramEnd"/>
      <w:r w:rsidRPr="00883CF5">
        <w:t xml:space="preserve"> rozporządzenie było poprzedzone rozporządzeniem Ministra Cyfryzacji </w:t>
      </w:r>
      <w:r w:rsidRPr="007A40CE">
        <w:t xml:space="preserve">z dnia 8 lipca 2019 </w:t>
      </w:r>
      <w:r>
        <w:t>r</w:t>
      </w:r>
      <w:r w:rsidRPr="00883CF5">
        <w:t>. w sprawie katalogu danych gromadzonych w centralnej ewid</w:t>
      </w:r>
      <w:r>
        <w:t xml:space="preserve">encji pojazdów (Dz. U. </w:t>
      </w:r>
      <w:proofErr w:type="gramStart"/>
      <w:r>
        <w:t>poz</w:t>
      </w:r>
      <w:proofErr w:type="gramEnd"/>
      <w:r>
        <w:t xml:space="preserve">. 1274). </w:t>
      </w:r>
    </w:p>
  </w:footnote>
  <w:footnote w:id="6">
    <w:p w:rsidR="00833BBD" w:rsidRDefault="00833BBD" w:rsidP="00F75F57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>
        <w:tab/>
      </w:r>
      <w:r w:rsidRPr="00D63C5A">
        <w:t>Zmiany wymienionej ustawy zosta</w:t>
      </w:r>
      <w:r>
        <w:t xml:space="preserve">ły ogłoszone w </w:t>
      </w:r>
      <w:r w:rsidRPr="007A40CE">
        <w:t xml:space="preserve">Dz. U. </w:t>
      </w:r>
      <w:proofErr w:type="gramStart"/>
      <w:r w:rsidRPr="007A40CE">
        <w:t>z</w:t>
      </w:r>
      <w:proofErr w:type="gramEnd"/>
      <w:r w:rsidRPr="007A40CE">
        <w:t xml:space="preserve"> 2015 r. poz. 2183 i 2281, z 2016 r. poz. 352, i 2001, z 2017 r. poz. 379, 777 i 1926 oraz z 2018 r. poz. 957</w:t>
      </w:r>
      <w:r w:rsidRPr="00D63C5A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09DA"/>
    <w:multiLevelType w:val="hybridMultilevel"/>
    <w:tmpl w:val="0D2EEEB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A6200C4"/>
    <w:multiLevelType w:val="hybridMultilevel"/>
    <w:tmpl w:val="4D0AC5D2"/>
    <w:lvl w:ilvl="0" w:tplc="DE7CEE8E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0EAF7831"/>
    <w:multiLevelType w:val="hybridMultilevel"/>
    <w:tmpl w:val="018E2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947F5"/>
    <w:multiLevelType w:val="hybridMultilevel"/>
    <w:tmpl w:val="36B07642"/>
    <w:lvl w:ilvl="0" w:tplc="3F086B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07835"/>
    <w:multiLevelType w:val="hybridMultilevel"/>
    <w:tmpl w:val="66B48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63CC"/>
    <w:multiLevelType w:val="hybridMultilevel"/>
    <w:tmpl w:val="E206B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7" w15:restartNumberingAfterBreak="0">
    <w:nsid w:val="2B72637A"/>
    <w:multiLevelType w:val="hybridMultilevel"/>
    <w:tmpl w:val="062C09AA"/>
    <w:lvl w:ilvl="0" w:tplc="B23A023E">
      <w:start w:val="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8" w15:restartNumberingAfterBreak="0">
    <w:nsid w:val="32C14207"/>
    <w:multiLevelType w:val="hybridMultilevel"/>
    <w:tmpl w:val="732A9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6035C"/>
    <w:multiLevelType w:val="hybridMultilevel"/>
    <w:tmpl w:val="CBDAFE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E17D72"/>
    <w:multiLevelType w:val="hybridMultilevel"/>
    <w:tmpl w:val="E5DCBB0A"/>
    <w:lvl w:ilvl="0" w:tplc="EBCC7CDA">
      <w:start w:val="1"/>
      <w:numFmt w:val="decimal"/>
      <w:lvlText w:val="%1)"/>
      <w:lvlJc w:val="left"/>
      <w:pPr>
        <w:ind w:left="780" w:hanging="360"/>
      </w:pPr>
      <w:rPr>
        <w:rFonts w:ascii="Times" w:eastAsiaTheme="minorEastAsia" w:hAnsi="Times" w:cs="Aria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38A14B3"/>
    <w:multiLevelType w:val="hybridMultilevel"/>
    <w:tmpl w:val="A0F434A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8AE6549"/>
    <w:multiLevelType w:val="hybridMultilevel"/>
    <w:tmpl w:val="EC925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35733"/>
    <w:multiLevelType w:val="hybridMultilevel"/>
    <w:tmpl w:val="BA1C3EF6"/>
    <w:lvl w:ilvl="0" w:tplc="756C09E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 w15:restartNumberingAfterBreak="0">
    <w:nsid w:val="7925616C"/>
    <w:multiLevelType w:val="hybridMultilevel"/>
    <w:tmpl w:val="53B606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D82247"/>
    <w:multiLevelType w:val="hybridMultilevel"/>
    <w:tmpl w:val="BA1C3EF6"/>
    <w:lvl w:ilvl="0" w:tplc="756C09EA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7D5B530B"/>
    <w:multiLevelType w:val="hybridMultilevel"/>
    <w:tmpl w:val="19564702"/>
    <w:lvl w:ilvl="0" w:tplc="0415000B">
      <w:start w:val="1"/>
      <w:numFmt w:val="bullet"/>
      <w:lvlText w:val=""/>
      <w:lvlJc w:val="left"/>
      <w:pPr>
        <w:ind w:left="19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8" w15:restartNumberingAfterBreak="0">
    <w:nsid w:val="7F907945"/>
    <w:multiLevelType w:val="hybridMultilevel"/>
    <w:tmpl w:val="87121DEC"/>
    <w:lvl w:ilvl="0" w:tplc="F6C0C89C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9"/>
  </w:num>
  <w:num w:numId="2">
    <w:abstractNumId w:val="10"/>
  </w:num>
  <w:num w:numId="3">
    <w:abstractNumId w:val="18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17"/>
  </w:num>
  <w:num w:numId="10">
    <w:abstractNumId w:val="3"/>
  </w:num>
  <w:num w:numId="11">
    <w:abstractNumId w:val="7"/>
  </w:num>
  <w:num w:numId="12">
    <w:abstractNumId w:val="15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A8"/>
    <w:rsid w:val="000007AA"/>
    <w:rsid w:val="000012DA"/>
    <w:rsid w:val="00002407"/>
    <w:rsid w:val="0000246E"/>
    <w:rsid w:val="000029EF"/>
    <w:rsid w:val="00003862"/>
    <w:rsid w:val="00011DB4"/>
    <w:rsid w:val="00012A35"/>
    <w:rsid w:val="00014B16"/>
    <w:rsid w:val="00016099"/>
    <w:rsid w:val="00017DC2"/>
    <w:rsid w:val="00021522"/>
    <w:rsid w:val="00023471"/>
    <w:rsid w:val="00023F13"/>
    <w:rsid w:val="000255D7"/>
    <w:rsid w:val="00030634"/>
    <w:rsid w:val="000319C1"/>
    <w:rsid w:val="00031A8B"/>
    <w:rsid w:val="00031BCA"/>
    <w:rsid w:val="000330FA"/>
    <w:rsid w:val="0003362F"/>
    <w:rsid w:val="00034890"/>
    <w:rsid w:val="00036B63"/>
    <w:rsid w:val="00037E1A"/>
    <w:rsid w:val="00040132"/>
    <w:rsid w:val="00040497"/>
    <w:rsid w:val="00041243"/>
    <w:rsid w:val="00043495"/>
    <w:rsid w:val="00046A75"/>
    <w:rsid w:val="00047312"/>
    <w:rsid w:val="000508BD"/>
    <w:rsid w:val="000517AB"/>
    <w:rsid w:val="00052D5F"/>
    <w:rsid w:val="0005339C"/>
    <w:rsid w:val="00053E3A"/>
    <w:rsid w:val="0005571B"/>
    <w:rsid w:val="00057AB3"/>
    <w:rsid w:val="00057E01"/>
    <w:rsid w:val="00060076"/>
    <w:rsid w:val="00060432"/>
    <w:rsid w:val="00060C23"/>
    <w:rsid w:val="00060D87"/>
    <w:rsid w:val="000615A5"/>
    <w:rsid w:val="0006226C"/>
    <w:rsid w:val="00064E4C"/>
    <w:rsid w:val="00066901"/>
    <w:rsid w:val="00071BEE"/>
    <w:rsid w:val="00072720"/>
    <w:rsid w:val="000736CD"/>
    <w:rsid w:val="0007533B"/>
    <w:rsid w:val="0007545D"/>
    <w:rsid w:val="000760BF"/>
    <w:rsid w:val="0007613E"/>
    <w:rsid w:val="00076BFC"/>
    <w:rsid w:val="000814A7"/>
    <w:rsid w:val="00083465"/>
    <w:rsid w:val="00084077"/>
    <w:rsid w:val="00084677"/>
    <w:rsid w:val="00084761"/>
    <w:rsid w:val="0008557B"/>
    <w:rsid w:val="00085CE7"/>
    <w:rsid w:val="00086496"/>
    <w:rsid w:val="000906EE"/>
    <w:rsid w:val="00091BA2"/>
    <w:rsid w:val="00092385"/>
    <w:rsid w:val="0009385E"/>
    <w:rsid w:val="000944EF"/>
    <w:rsid w:val="000958C9"/>
    <w:rsid w:val="0009717D"/>
    <w:rsid w:val="0009732D"/>
    <w:rsid w:val="000973F0"/>
    <w:rsid w:val="000A1296"/>
    <w:rsid w:val="000A1C27"/>
    <w:rsid w:val="000A1DAD"/>
    <w:rsid w:val="000A2605"/>
    <w:rsid w:val="000A2649"/>
    <w:rsid w:val="000A323B"/>
    <w:rsid w:val="000A7ECE"/>
    <w:rsid w:val="000B1A0A"/>
    <w:rsid w:val="000B298D"/>
    <w:rsid w:val="000B43C5"/>
    <w:rsid w:val="000B5B2D"/>
    <w:rsid w:val="000B5DCE"/>
    <w:rsid w:val="000C05BA"/>
    <w:rsid w:val="000C0E8F"/>
    <w:rsid w:val="000C4BC4"/>
    <w:rsid w:val="000C52C3"/>
    <w:rsid w:val="000C570E"/>
    <w:rsid w:val="000D0110"/>
    <w:rsid w:val="000D1A45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266"/>
    <w:rsid w:val="000F7A6E"/>
    <w:rsid w:val="001042BA"/>
    <w:rsid w:val="00106D03"/>
    <w:rsid w:val="00107432"/>
    <w:rsid w:val="00110465"/>
    <w:rsid w:val="00110628"/>
    <w:rsid w:val="001115AE"/>
    <w:rsid w:val="0011245A"/>
    <w:rsid w:val="0011493E"/>
    <w:rsid w:val="00115B72"/>
    <w:rsid w:val="00117744"/>
    <w:rsid w:val="001209EC"/>
    <w:rsid w:val="00120A9E"/>
    <w:rsid w:val="0012340E"/>
    <w:rsid w:val="00123A50"/>
    <w:rsid w:val="001252FF"/>
    <w:rsid w:val="00125A9C"/>
    <w:rsid w:val="00125CD3"/>
    <w:rsid w:val="00126994"/>
    <w:rsid w:val="001270A2"/>
    <w:rsid w:val="00127F30"/>
    <w:rsid w:val="001303D0"/>
    <w:rsid w:val="00131237"/>
    <w:rsid w:val="001329AC"/>
    <w:rsid w:val="00133AF4"/>
    <w:rsid w:val="00134CA0"/>
    <w:rsid w:val="00134D7E"/>
    <w:rsid w:val="001368C6"/>
    <w:rsid w:val="0014026F"/>
    <w:rsid w:val="001415E1"/>
    <w:rsid w:val="0014585B"/>
    <w:rsid w:val="00147A47"/>
    <w:rsid w:val="00147AA1"/>
    <w:rsid w:val="001520CF"/>
    <w:rsid w:val="00152E10"/>
    <w:rsid w:val="001532E8"/>
    <w:rsid w:val="0015667C"/>
    <w:rsid w:val="00157110"/>
    <w:rsid w:val="0015742A"/>
    <w:rsid w:val="00157DA1"/>
    <w:rsid w:val="00163147"/>
    <w:rsid w:val="00164C57"/>
    <w:rsid w:val="00164C9D"/>
    <w:rsid w:val="00166A89"/>
    <w:rsid w:val="00172F7A"/>
    <w:rsid w:val="00173150"/>
    <w:rsid w:val="00173390"/>
    <w:rsid w:val="001736F0"/>
    <w:rsid w:val="00173BB3"/>
    <w:rsid w:val="001740D0"/>
    <w:rsid w:val="00174F2C"/>
    <w:rsid w:val="00176EFC"/>
    <w:rsid w:val="00180A8C"/>
    <w:rsid w:val="00180F2A"/>
    <w:rsid w:val="00184B91"/>
    <w:rsid w:val="00184D4A"/>
    <w:rsid w:val="00186EC1"/>
    <w:rsid w:val="00191E1F"/>
    <w:rsid w:val="00192BBD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64F5"/>
    <w:rsid w:val="001A7F15"/>
    <w:rsid w:val="001B342E"/>
    <w:rsid w:val="001B5870"/>
    <w:rsid w:val="001C1832"/>
    <w:rsid w:val="001C188C"/>
    <w:rsid w:val="001D1783"/>
    <w:rsid w:val="001D2F92"/>
    <w:rsid w:val="001D4F6F"/>
    <w:rsid w:val="001D53CD"/>
    <w:rsid w:val="001D55A3"/>
    <w:rsid w:val="001D5AF5"/>
    <w:rsid w:val="001D62E4"/>
    <w:rsid w:val="001D6419"/>
    <w:rsid w:val="001D6C02"/>
    <w:rsid w:val="001E1E73"/>
    <w:rsid w:val="001E4E0C"/>
    <w:rsid w:val="001E5129"/>
    <w:rsid w:val="001E526D"/>
    <w:rsid w:val="001E5655"/>
    <w:rsid w:val="001F1832"/>
    <w:rsid w:val="001F220F"/>
    <w:rsid w:val="001F25B3"/>
    <w:rsid w:val="001F4946"/>
    <w:rsid w:val="001F6616"/>
    <w:rsid w:val="001F7CA3"/>
    <w:rsid w:val="00202BD4"/>
    <w:rsid w:val="00204A97"/>
    <w:rsid w:val="002114EF"/>
    <w:rsid w:val="00213247"/>
    <w:rsid w:val="002166AD"/>
    <w:rsid w:val="002169B2"/>
    <w:rsid w:val="00217871"/>
    <w:rsid w:val="00221059"/>
    <w:rsid w:val="00221ED8"/>
    <w:rsid w:val="002231EA"/>
    <w:rsid w:val="00223FDF"/>
    <w:rsid w:val="00224D2A"/>
    <w:rsid w:val="00226A64"/>
    <w:rsid w:val="002279C0"/>
    <w:rsid w:val="0023278B"/>
    <w:rsid w:val="00235936"/>
    <w:rsid w:val="0023727E"/>
    <w:rsid w:val="00242081"/>
    <w:rsid w:val="00243777"/>
    <w:rsid w:val="00244032"/>
    <w:rsid w:val="002441CD"/>
    <w:rsid w:val="0024521A"/>
    <w:rsid w:val="002501A3"/>
    <w:rsid w:val="0025166C"/>
    <w:rsid w:val="00252942"/>
    <w:rsid w:val="0025367D"/>
    <w:rsid w:val="002555D4"/>
    <w:rsid w:val="00261A16"/>
    <w:rsid w:val="00263522"/>
    <w:rsid w:val="00264EC6"/>
    <w:rsid w:val="00271013"/>
    <w:rsid w:val="00273FE4"/>
    <w:rsid w:val="002761BE"/>
    <w:rsid w:val="002765B4"/>
    <w:rsid w:val="00276A94"/>
    <w:rsid w:val="00280AEE"/>
    <w:rsid w:val="00285F09"/>
    <w:rsid w:val="002911FD"/>
    <w:rsid w:val="0029405D"/>
    <w:rsid w:val="00294FA6"/>
    <w:rsid w:val="00295A6F"/>
    <w:rsid w:val="002A196E"/>
    <w:rsid w:val="002A20C4"/>
    <w:rsid w:val="002A385E"/>
    <w:rsid w:val="002A394B"/>
    <w:rsid w:val="002A570F"/>
    <w:rsid w:val="002A5D2F"/>
    <w:rsid w:val="002A7292"/>
    <w:rsid w:val="002A7358"/>
    <w:rsid w:val="002A7902"/>
    <w:rsid w:val="002A7BB2"/>
    <w:rsid w:val="002B0F6B"/>
    <w:rsid w:val="002B23B8"/>
    <w:rsid w:val="002B4429"/>
    <w:rsid w:val="002B68A6"/>
    <w:rsid w:val="002B7FAF"/>
    <w:rsid w:val="002C1BE1"/>
    <w:rsid w:val="002D0C4F"/>
    <w:rsid w:val="002D1364"/>
    <w:rsid w:val="002D4D30"/>
    <w:rsid w:val="002D5000"/>
    <w:rsid w:val="002D539D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3DD6"/>
    <w:rsid w:val="002F6136"/>
    <w:rsid w:val="002F669F"/>
    <w:rsid w:val="00300D81"/>
    <w:rsid w:val="00301C97"/>
    <w:rsid w:val="00302C80"/>
    <w:rsid w:val="0031004C"/>
    <w:rsid w:val="003105F6"/>
    <w:rsid w:val="00310896"/>
    <w:rsid w:val="00310D75"/>
    <w:rsid w:val="00311297"/>
    <w:rsid w:val="003112E1"/>
    <w:rsid w:val="003113BE"/>
    <w:rsid w:val="003122CA"/>
    <w:rsid w:val="003148FD"/>
    <w:rsid w:val="00315BAD"/>
    <w:rsid w:val="0031705D"/>
    <w:rsid w:val="00321080"/>
    <w:rsid w:val="00322D45"/>
    <w:rsid w:val="00324B46"/>
    <w:rsid w:val="0032569A"/>
    <w:rsid w:val="00325A1F"/>
    <w:rsid w:val="0032618C"/>
    <w:rsid w:val="003268F9"/>
    <w:rsid w:val="00330BAF"/>
    <w:rsid w:val="00334E3A"/>
    <w:rsid w:val="00335506"/>
    <w:rsid w:val="003361DD"/>
    <w:rsid w:val="00341A6A"/>
    <w:rsid w:val="00345283"/>
    <w:rsid w:val="00345B9C"/>
    <w:rsid w:val="00351DE1"/>
    <w:rsid w:val="00352DAE"/>
    <w:rsid w:val="00354EB9"/>
    <w:rsid w:val="00357D8D"/>
    <w:rsid w:val="003602AE"/>
    <w:rsid w:val="00360929"/>
    <w:rsid w:val="003647D5"/>
    <w:rsid w:val="00364EE3"/>
    <w:rsid w:val="0036647F"/>
    <w:rsid w:val="00366C9B"/>
    <w:rsid w:val="003674B0"/>
    <w:rsid w:val="003703FF"/>
    <w:rsid w:val="00371000"/>
    <w:rsid w:val="0037727C"/>
    <w:rsid w:val="00377E70"/>
    <w:rsid w:val="00380904"/>
    <w:rsid w:val="003823EE"/>
    <w:rsid w:val="00382960"/>
    <w:rsid w:val="00383921"/>
    <w:rsid w:val="003846F7"/>
    <w:rsid w:val="003851ED"/>
    <w:rsid w:val="00385B39"/>
    <w:rsid w:val="0038676B"/>
    <w:rsid w:val="00386785"/>
    <w:rsid w:val="00390306"/>
    <w:rsid w:val="00390E89"/>
    <w:rsid w:val="00391B1A"/>
    <w:rsid w:val="00394423"/>
    <w:rsid w:val="003963BB"/>
    <w:rsid w:val="00396942"/>
    <w:rsid w:val="00396B49"/>
    <w:rsid w:val="00396E3E"/>
    <w:rsid w:val="003A2B20"/>
    <w:rsid w:val="003A306E"/>
    <w:rsid w:val="003A60DC"/>
    <w:rsid w:val="003A6A2D"/>
    <w:rsid w:val="003A6A46"/>
    <w:rsid w:val="003A7A63"/>
    <w:rsid w:val="003B000C"/>
    <w:rsid w:val="003B0F1D"/>
    <w:rsid w:val="003B1768"/>
    <w:rsid w:val="003B22DB"/>
    <w:rsid w:val="003B4A57"/>
    <w:rsid w:val="003B4C72"/>
    <w:rsid w:val="003C0AD9"/>
    <w:rsid w:val="003C0ED0"/>
    <w:rsid w:val="003C1D49"/>
    <w:rsid w:val="003C2B62"/>
    <w:rsid w:val="003C35C4"/>
    <w:rsid w:val="003C4E1F"/>
    <w:rsid w:val="003C673E"/>
    <w:rsid w:val="003C7B2B"/>
    <w:rsid w:val="003D12C2"/>
    <w:rsid w:val="003D31B9"/>
    <w:rsid w:val="003D3867"/>
    <w:rsid w:val="003D6105"/>
    <w:rsid w:val="003E0D1A"/>
    <w:rsid w:val="003E2DA3"/>
    <w:rsid w:val="003F020D"/>
    <w:rsid w:val="003F03D9"/>
    <w:rsid w:val="003F05E9"/>
    <w:rsid w:val="003F2FBE"/>
    <w:rsid w:val="003F318D"/>
    <w:rsid w:val="003F4154"/>
    <w:rsid w:val="003F4819"/>
    <w:rsid w:val="003F5447"/>
    <w:rsid w:val="003F5BAE"/>
    <w:rsid w:val="003F5C94"/>
    <w:rsid w:val="003F6ED7"/>
    <w:rsid w:val="0040092C"/>
    <w:rsid w:val="00400BE6"/>
    <w:rsid w:val="00401560"/>
    <w:rsid w:val="00401C84"/>
    <w:rsid w:val="00403210"/>
    <w:rsid w:val="004035BB"/>
    <w:rsid w:val="004035EB"/>
    <w:rsid w:val="00406D78"/>
    <w:rsid w:val="00407332"/>
    <w:rsid w:val="00407828"/>
    <w:rsid w:val="00407AD7"/>
    <w:rsid w:val="004104A6"/>
    <w:rsid w:val="004135D3"/>
    <w:rsid w:val="00413D8E"/>
    <w:rsid w:val="004140F2"/>
    <w:rsid w:val="00417B22"/>
    <w:rsid w:val="00421085"/>
    <w:rsid w:val="00424121"/>
    <w:rsid w:val="0042465E"/>
    <w:rsid w:val="00424DF7"/>
    <w:rsid w:val="004269FF"/>
    <w:rsid w:val="00427848"/>
    <w:rsid w:val="00432B76"/>
    <w:rsid w:val="00434D01"/>
    <w:rsid w:val="00435D26"/>
    <w:rsid w:val="00440C99"/>
    <w:rsid w:val="0044175C"/>
    <w:rsid w:val="0044444F"/>
    <w:rsid w:val="00444DF2"/>
    <w:rsid w:val="00445F4D"/>
    <w:rsid w:val="00446462"/>
    <w:rsid w:val="004477ED"/>
    <w:rsid w:val="004504C0"/>
    <w:rsid w:val="0045207F"/>
    <w:rsid w:val="004550FB"/>
    <w:rsid w:val="0046111A"/>
    <w:rsid w:val="00462946"/>
    <w:rsid w:val="004636A7"/>
    <w:rsid w:val="0046380D"/>
    <w:rsid w:val="00463F43"/>
    <w:rsid w:val="0046415B"/>
    <w:rsid w:val="00464B94"/>
    <w:rsid w:val="00464C4B"/>
    <w:rsid w:val="004653A8"/>
    <w:rsid w:val="00465A0B"/>
    <w:rsid w:val="0047077C"/>
    <w:rsid w:val="00470B05"/>
    <w:rsid w:val="0047207C"/>
    <w:rsid w:val="00472CD6"/>
    <w:rsid w:val="00473CB9"/>
    <w:rsid w:val="00474918"/>
    <w:rsid w:val="00474E3C"/>
    <w:rsid w:val="00480A58"/>
    <w:rsid w:val="00482151"/>
    <w:rsid w:val="00483127"/>
    <w:rsid w:val="00484A11"/>
    <w:rsid w:val="00485D77"/>
    <w:rsid w:val="00485FAD"/>
    <w:rsid w:val="00487AED"/>
    <w:rsid w:val="00491EDF"/>
    <w:rsid w:val="00492A3F"/>
    <w:rsid w:val="00494F62"/>
    <w:rsid w:val="004955C0"/>
    <w:rsid w:val="004A1F8F"/>
    <w:rsid w:val="004A2001"/>
    <w:rsid w:val="004A3590"/>
    <w:rsid w:val="004A453F"/>
    <w:rsid w:val="004A7F7C"/>
    <w:rsid w:val="004B00A7"/>
    <w:rsid w:val="004B25E2"/>
    <w:rsid w:val="004B34D7"/>
    <w:rsid w:val="004B4CAD"/>
    <w:rsid w:val="004B5037"/>
    <w:rsid w:val="004B5B2F"/>
    <w:rsid w:val="004B6267"/>
    <w:rsid w:val="004B626A"/>
    <w:rsid w:val="004B660E"/>
    <w:rsid w:val="004B6683"/>
    <w:rsid w:val="004C05BD"/>
    <w:rsid w:val="004C1C9D"/>
    <w:rsid w:val="004C284D"/>
    <w:rsid w:val="004C3B06"/>
    <w:rsid w:val="004C3F97"/>
    <w:rsid w:val="004C4F32"/>
    <w:rsid w:val="004C537E"/>
    <w:rsid w:val="004C7EE7"/>
    <w:rsid w:val="004D1874"/>
    <w:rsid w:val="004D2DEE"/>
    <w:rsid w:val="004D2E1F"/>
    <w:rsid w:val="004D35E5"/>
    <w:rsid w:val="004D5917"/>
    <w:rsid w:val="004D6530"/>
    <w:rsid w:val="004D7FD9"/>
    <w:rsid w:val="004E1324"/>
    <w:rsid w:val="004E19A5"/>
    <w:rsid w:val="004E37E5"/>
    <w:rsid w:val="004E3FDB"/>
    <w:rsid w:val="004F04C8"/>
    <w:rsid w:val="004F1F4A"/>
    <w:rsid w:val="004F296D"/>
    <w:rsid w:val="004F508B"/>
    <w:rsid w:val="004F695F"/>
    <w:rsid w:val="004F6CA4"/>
    <w:rsid w:val="004F7829"/>
    <w:rsid w:val="00500752"/>
    <w:rsid w:val="00501A50"/>
    <w:rsid w:val="0050222D"/>
    <w:rsid w:val="00503AF3"/>
    <w:rsid w:val="0050696D"/>
    <w:rsid w:val="00506A03"/>
    <w:rsid w:val="0051094B"/>
    <w:rsid w:val="005110D7"/>
    <w:rsid w:val="00511B5D"/>
    <w:rsid w:val="00511D99"/>
    <w:rsid w:val="005128D3"/>
    <w:rsid w:val="00512E88"/>
    <w:rsid w:val="00513E6D"/>
    <w:rsid w:val="005147E8"/>
    <w:rsid w:val="005158F2"/>
    <w:rsid w:val="00516572"/>
    <w:rsid w:val="00521E02"/>
    <w:rsid w:val="00526DFC"/>
    <w:rsid w:val="00526F43"/>
    <w:rsid w:val="00527651"/>
    <w:rsid w:val="0053239C"/>
    <w:rsid w:val="00533FC3"/>
    <w:rsid w:val="005363AB"/>
    <w:rsid w:val="00544EF4"/>
    <w:rsid w:val="00545E53"/>
    <w:rsid w:val="005479D9"/>
    <w:rsid w:val="00553E25"/>
    <w:rsid w:val="005572BD"/>
    <w:rsid w:val="00557434"/>
    <w:rsid w:val="005577E9"/>
    <w:rsid w:val="00557A12"/>
    <w:rsid w:val="00560AC7"/>
    <w:rsid w:val="00561AFB"/>
    <w:rsid w:val="00561FA8"/>
    <w:rsid w:val="005635ED"/>
    <w:rsid w:val="005637B7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81"/>
    <w:rsid w:val="005835E7"/>
    <w:rsid w:val="0058397F"/>
    <w:rsid w:val="00583BF8"/>
    <w:rsid w:val="00584ABD"/>
    <w:rsid w:val="00585F33"/>
    <w:rsid w:val="00591124"/>
    <w:rsid w:val="0059295D"/>
    <w:rsid w:val="00596725"/>
    <w:rsid w:val="00597024"/>
    <w:rsid w:val="005A0274"/>
    <w:rsid w:val="005A095C"/>
    <w:rsid w:val="005A57E5"/>
    <w:rsid w:val="005A5C9E"/>
    <w:rsid w:val="005A669D"/>
    <w:rsid w:val="005A73A3"/>
    <w:rsid w:val="005A75D8"/>
    <w:rsid w:val="005B3183"/>
    <w:rsid w:val="005B68E9"/>
    <w:rsid w:val="005B6D78"/>
    <w:rsid w:val="005B713E"/>
    <w:rsid w:val="005C03B6"/>
    <w:rsid w:val="005C1D79"/>
    <w:rsid w:val="005C348E"/>
    <w:rsid w:val="005C68E1"/>
    <w:rsid w:val="005C71DA"/>
    <w:rsid w:val="005C77E7"/>
    <w:rsid w:val="005C7E1F"/>
    <w:rsid w:val="005D3763"/>
    <w:rsid w:val="005D55E1"/>
    <w:rsid w:val="005E14B5"/>
    <w:rsid w:val="005E19F7"/>
    <w:rsid w:val="005E2B8A"/>
    <w:rsid w:val="005E49F1"/>
    <w:rsid w:val="005E4F04"/>
    <w:rsid w:val="005E50C4"/>
    <w:rsid w:val="005E62C2"/>
    <w:rsid w:val="005E6C71"/>
    <w:rsid w:val="005F0963"/>
    <w:rsid w:val="005F2824"/>
    <w:rsid w:val="005F2EBA"/>
    <w:rsid w:val="005F35ED"/>
    <w:rsid w:val="005F5313"/>
    <w:rsid w:val="005F7812"/>
    <w:rsid w:val="005F7A88"/>
    <w:rsid w:val="00603A1A"/>
    <w:rsid w:val="006046D5"/>
    <w:rsid w:val="006079C7"/>
    <w:rsid w:val="00607A93"/>
    <w:rsid w:val="00607B0E"/>
    <w:rsid w:val="00610C08"/>
    <w:rsid w:val="00611F74"/>
    <w:rsid w:val="0061502B"/>
    <w:rsid w:val="00615772"/>
    <w:rsid w:val="00617A35"/>
    <w:rsid w:val="00617E48"/>
    <w:rsid w:val="00620D12"/>
    <w:rsid w:val="00621256"/>
    <w:rsid w:val="0062141C"/>
    <w:rsid w:val="00621F4D"/>
    <w:rsid w:val="00621FCC"/>
    <w:rsid w:val="00622E4B"/>
    <w:rsid w:val="00623E61"/>
    <w:rsid w:val="00625E89"/>
    <w:rsid w:val="00632E13"/>
    <w:rsid w:val="006333DA"/>
    <w:rsid w:val="00635134"/>
    <w:rsid w:val="006356E2"/>
    <w:rsid w:val="00642A65"/>
    <w:rsid w:val="00642AE1"/>
    <w:rsid w:val="00645DCE"/>
    <w:rsid w:val="006465AC"/>
    <w:rsid w:val="006465BF"/>
    <w:rsid w:val="006516C9"/>
    <w:rsid w:val="00653B22"/>
    <w:rsid w:val="00657BF4"/>
    <w:rsid w:val="006603FB"/>
    <w:rsid w:val="006608DF"/>
    <w:rsid w:val="006623AC"/>
    <w:rsid w:val="006665EC"/>
    <w:rsid w:val="006678AF"/>
    <w:rsid w:val="006701EF"/>
    <w:rsid w:val="00673BA5"/>
    <w:rsid w:val="00680058"/>
    <w:rsid w:val="00681F9F"/>
    <w:rsid w:val="00683B64"/>
    <w:rsid w:val="006840EA"/>
    <w:rsid w:val="006844E2"/>
    <w:rsid w:val="00685267"/>
    <w:rsid w:val="0068643F"/>
    <w:rsid w:val="006872AE"/>
    <w:rsid w:val="00690082"/>
    <w:rsid w:val="00690252"/>
    <w:rsid w:val="00692434"/>
    <w:rsid w:val="006946BB"/>
    <w:rsid w:val="006959E9"/>
    <w:rsid w:val="006969FA"/>
    <w:rsid w:val="006A1880"/>
    <w:rsid w:val="006A35D5"/>
    <w:rsid w:val="006A5C32"/>
    <w:rsid w:val="006A748A"/>
    <w:rsid w:val="006B60DC"/>
    <w:rsid w:val="006C0C42"/>
    <w:rsid w:val="006C1042"/>
    <w:rsid w:val="006C3A65"/>
    <w:rsid w:val="006C419E"/>
    <w:rsid w:val="006C422F"/>
    <w:rsid w:val="006C4A31"/>
    <w:rsid w:val="006C519A"/>
    <w:rsid w:val="006C52B5"/>
    <w:rsid w:val="006C58F2"/>
    <w:rsid w:val="006C5AC2"/>
    <w:rsid w:val="006C6AFB"/>
    <w:rsid w:val="006C71E8"/>
    <w:rsid w:val="006D2735"/>
    <w:rsid w:val="006D45B2"/>
    <w:rsid w:val="006D4AE6"/>
    <w:rsid w:val="006D5416"/>
    <w:rsid w:val="006D6A9C"/>
    <w:rsid w:val="006D78E1"/>
    <w:rsid w:val="006E0B2C"/>
    <w:rsid w:val="006E0FCC"/>
    <w:rsid w:val="006E1E96"/>
    <w:rsid w:val="006E4222"/>
    <w:rsid w:val="006E5E21"/>
    <w:rsid w:val="006E62D1"/>
    <w:rsid w:val="006F2648"/>
    <w:rsid w:val="006F277C"/>
    <w:rsid w:val="006F2F10"/>
    <w:rsid w:val="006F40D8"/>
    <w:rsid w:val="006F482B"/>
    <w:rsid w:val="006F5152"/>
    <w:rsid w:val="006F6311"/>
    <w:rsid w:val="0070148D"/>
    <w:rsid w:val="00701952"/>
    <w:rsid w:val="00702556"/>
    <w:rsid w:val="0070277E"/>
    <w:rsid w:val="00704156"/>
    <w:rsid w:val="007066AC"/>
    <w:rsid w:val="007069FC"/>
    <w:rsid w:val="00711221"/>
    <w:rsid w:val="007113AD"/>
    <w:rsid w:val="00712675"/>
    <w:rsid w:val="007135DC"/>
    <w:rsid w:val="00713808"/>
    <w:rsid w:val="0071460B"/>
    <w:rsid w:val="007151B6"/>
    <w:rsid w:val="0071520D"/>
    <w:rsid w:val="00715EDB"/>
    <w:rsid w:val="007160D5"/>
    <w:rsid w:val="007163FB"/>
    <w:rsid w:val="00717C2E"/>
    <w:rsid w:val="007204FA"/>
    <w:rsid w:val="0072093E"/>
    <w:rsid w:val="007213B3"/>
    <w:rsid w:val="0072457F"/>
    <w:rsid w:val="00724B3F"/>
    <w:rsid w:val="00725406"/>
    <w:rsid w:val="0072621B"/>
    <w:rsid w:val="00730555"/>
    <w:rsid w:val="007312CC"/>
    <w:rsid w:val="00731DF8"/>
    <w:rsid w:val="00736A64"/>
    <w:rsid w:val="00737F6A"/>
    <w:rsid w:val="00740838"/>
    <w:rsid w:val="007410B6"/>
    <w:rsid w:val="00744C6F"/>
    <w:rsid w:val="007457F6"/>
    <w:rsid w:val="00745ABB"/>
    <w:rsid w:val="00746E38"/>
    <w:rsid w:val="00747C59"/>
    <w:rsid w:val="00747CD5"/>
    <w:rsid w:val="007537FA"/>
    <w:rsid w:val="00753B51"/>
    <w:rsid w:val="00756377"/>
    <w:rsid w:val="00756629"/>
    <w:rsid w:val="007575D2"/>
    <w:rsid w:val="00757B4F"/>
    <w:rsid w:val="00757B6A"/>
    <w:rsid w:val="007610E0"/>
    <w:rsid w:val="007618E4"/>
    <w:rsid w:val="007621AA"/>
    <w:rsid w:val="0076260A"/>
    <w:rsid w:val="00764A67"/>
    <w:rsid w:val="007656D4"/>
    <w:rsid w:val="00770F6B"/>
    <w:rsid w:val="00771883"/>
    <w:rsid w:val="007719BD"/>
    <w:rsid w:val="00776DC2"/>
    <w:rsid w:val="00780122"/>
    <w:rsid w:val="0078214B"/>
    <w:rsid w:val="0078498A"/>
    <w:rsid w:val="00784CA0"/>
    <w:rsid w:val="00787279"/>
    <w:rsid w:val="007878FE"/>
    <w:rsid w:val="00792207"/>
    <w:rsid w:val="00792B64"/>
    <w:rsid w:val="00792E29"/>
    <w:rsid w:val="0079379A"/>
    <w:rsid w:val="00794953"/>
    <w:rsid w:val="007A1F2F"/>
    <w:rsid w:val="007A2A5C"/>
    <w:rsid w:val="007A40CE"/>
    <w:rsid w:val="007A5150"/>
    <w:rsid w:val="007A5373"/>
    <w:rsid w:val="007A5A32"/>
    <w:rsid w:val="007A661C"/>
    <w:rsid w:val="007A789F"/>
    <w:rsid w:val="007A7F5C"/>
    <w:rsid w:val="007B3FA6"/>
    <w:rsid w:val="007B75BC"/>
    <w:rsid w:val="007C0BD6"/>
    <w:rsid w:val="007C2DCD"/>
    <w:rsid w:val="007C3806"/>
    <w:rsid w:val="007C4510"/>
    <w:rsid w:val="007C572A"/>
    <w:rsid w:val="007C5BB7"/>
    <w:rsid w:val="007D07D5"/>
    <w:rsid w:val="007D1C64"/>
    <w:rsid w:val="007D32DD"/>
    <w:rsid w:val="007D3FCA"/>
    <w:rsid w:val="007D66F1"/>
    <w:rsid w:val="007D6DCE"/>
    <w:rsid w:val="007D72C4"/>
    <w:rsid w:val="007D7810"/>
    <w:rsid w:val="007E1319"/>
    <w:rsid w:val="007E20A9"/>
    <w:rsid w:val="007E2CFC"/>
    <w:rsid w:val="007E2CFE"/>
    <w:rsid w:val="007E59C9"/>
    <w:rsid w:val="007F0072"/>
    <w:rsid w:val="007F2B18"/>
    <w:rsid w:val="007F2EB6"/>
    <w:rsid w:val="007F54C3"/>
    <w:rsid w:val="007F61F9"/>
    <w:rsid w:val="007F7F8C"/>
    <w:rsid w:val="00801250"/>
    <w:rsid w:val="00802037"/>
    <w:rsid w:val="00802813"/>
    <w:rsid w:val="00802949"/>
    <w:rsid w:val="0080301E"/>
    <w:rsid w:val="0080365F"/>
    <w:rsid w:val="008054CB"/>
    <w:rsid w:val="00810960"/>
    <w:rsid w:val="00812BE5"/>
    <w:rsid w:val="00813746"/>
    <w:rsid w:val="00817429"/>
    <w:rsid w:val="0082132B"/>
    <w:rsid w:val="00821514"/>
    <w:rsid w:val="00821E35"/>
    <w:rsid w:val="00824316"/>
    <w:rsid w:val="00824591"/>
    <w:rsid w:val="00824AED"/>
    <w:rsid w:val="00824BEE"/>
    <w:rsid w:val="00827820"/>
    <w:rsid w:val="00827C37"/>
    <w:rsid w:val="008312AA"/>
    <w:rsid w:val="00831B8B"/>
    <w:rsid w:val="008322BB"/>
    <w:rsid w:val="00833BBD"/>
    <w:rsid w:val="0083405D"/>
    <w:rsid w:val="008352D4"/>
    <w:rsid w:val="00836DB9"/>
    <w:rsid w:val="00837C67"/>
    <w:rsid w:val="008415B0"/>
    <w:rsid w:val="00841D78"/>
    <w:rsid w:val="00842028"/>
    <w:rsid w:val="008436B8"/>
    <w:rsid w:val="008441DE"/>
    <w:rsid w:val="00845567"/>
    <w:rsid w:val="008460B6"/>
    <w:rsid w:val="00846B9B"/>
    <w:rsid w:val="00850C9D"/>
    <w:rsid w:val="008525BF"/>
    <w:rsid w:val="00852B59"/>
    <w:rsid w:val="00856046"/>
    <w:rsid w:val="00856272"/>
    <w:rsid w:val="008563FF"/>
    <w:rsid w:val="0086018B"/>
    <w:rsid w:val="008611DD"/>
    <w:rsid w:val="008620DE"/>
    <w:rsid w:val="00866867"/>
    <w:rsid w:val="008668BF"/>
    <w:rsid w:val="00872257"/>
    <w:rsid w:val="008753E6"/>
    <w:rsid w:val="0087738C"/>
    <w:rsid w:val="008802AF"/>
    <w:rsid w:val="00881926"/>
    <w:rsid w:val="0088318F"/>
    <w:rsid w:val="0088331D"/>
    <w:rsid w:val="00883CF5"/>
    <w:rsid w:val="008852B0"/>
    <w:rsid w:val="00885AE7"/>
    <w:rsid w:val="00885F56"/>
    <w:rsid w:val="00886B60"/>
    <w:rsid w:val="0088776D"/>
    <w:rsid w:val="00887889"/>
    <w:rsid w:val="008920FF"/>
    <w:rsid w:val="008926E8"/>
    <w:rsid w:val="00894F19"/>
    <w:rsid w:val="00896A10"/>
    <w:rsid w:val="008971B5"/>
    <w:rsid w:val="008979D2"/>
    <w:rsid w:val="008A0C83"/>
    <w:rsid w:val="008A4D59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489"/>
    <w:rsid w:val="008C5BE0"/>
    <w:rsid w:val="008C7233"/>
    <w:rsid w:val="008D2434"/>
    <w:rsid w:val="008D2A05"/>
    <w:rsid w:val="008D5FBD"/>
    <w:rsid w:val="008E171D"/>
    <w:rsid w:val="008E2785"/>
    <w:rsid w:val="008E2B0C"/>
    <w:rsid w:val="008E4592"/>
    <w:rsid w:val="008E45DD"/>
    <w:rsid w:val="008E67BE"/>
    <w:rsid w:val="008E7161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5DE2"/>
    <w:rsid w:val="00917CE5"/>
    <w:rsid w:val="009217C0"/>
    <w:rsid w:val="00925241"/>
    <w:rsid w:val="00925CEC"/>
    <w:rsid w:val="00926A3F"/>
    <w:rsid w:val="0092794E"/>
    <w:rsid w:val="00930D30"/>
    <w:rsid w:val="009332A2"/>
    <w:rsid w:val="00936658"/>
    <w:rsid w:val="00937598"/>
    <w:rsid w:val="0093790B"/>
    <w:rsid w:val="00943069"/>
    <w:rsid w:val="00943751"/>
    <w:rsid w:val="00944BB6"/>
    <w:rsid w:val="00946ADA"/>
    <w:rsid w:val="00946DD0"/>
    <w:rsid w:val="009509E6"/>
    <w:rsid w:val="00952018"/>
    <w:rsid w:val="00952800"/>
    <w:rsid w:val="009528CB"/>
    <w:rsid w:val="0095300D"/>
    <w:rsid w:val="00953597"/>
    <w:rsid w:val="00956812"/>
    <w:rsid w:val="00956C11"/>
    <w:rsid w:val="0095719A"/>
    <w:rsid w:val="009623E9"/>
    <w:rsid w:val="00963EEB"/>
    <w:rsid w:val="009648BC"/>
    <w:rsid w:val="00964C2F"/>
    <w:rsid w:val="00965A43"/>
    <w:rsid w:val="00965F88"/>
    <w:rsid w:val="00966C19"/>
    <w:rsid w:val="0096740A"/>
    <w:rsid w:val="0097368E"/>
    <w:rsid w:val="0098487B"/>
    <w:rsid w:val="00984E03"/>
    <w:rsid w:val="00985E6D"/>
    <w:rsid w:val="009872FC"/>
    <w:rsid w:val="00987E85"/>
    <w:rsid w:val="00990F64"/>
    <w:rsid w:val="009A0D12"/>
    <w:rsid w:val="009A1987"/>
    <w:rsid w:val="009A2485"/>
    <w:rsid w:val="009A2BEE"/>
    <w:rsid w:val="009A5289"/>
    <w:rsid w:val="009A6522"/>
    <w:rsid w:val="009A7A53"/>
    <w:rsid w:val="009A7F54"/>
    <w:rsid w:val="009B0402"/>
    <w:rsid w:val="009B0B75"/>
    <w:rsid w:val="009B1600"/>
    <w:rsid w:val="009B16DF"/>
    <w:rsid w:val="009B276B"/>
    <w:rsid w:val="009B44DE"/>
    <w:rsid w:val="009B4CB2"/>
    <w:rsid w:val="009B6701"/>
    <w:rsid w:val="009B6EF7"/>
    <w:rsid w:val="009B7000"/>
    <w:rsid w:val="009B739C"/>
    <w:rsid w:val="009C04EC"/>
    <w:rsid w:val="009C328C"/>
    <w:rsid w:val="009C4444"/>
    <w:rsid w:val="009C5623"/>
    <w:rsid w:val="009C79AD"/>
    <w:rsid w:val="009C7CA6"/>
    <w:rsid w:val="009D2684"/>
    <w:rsid w:val="009D2CEE"/>
    <w:rsid w:val="009D3316"/>
    <w:rsid w:val="009D4F86"/>
    <w:rsid w:val="009D55AA"/>
    <w:rsid w:val="009D6AD3"/>
    <w:rsid w:val="009D73F3"/>
    <w:rsid w:val="009E3E77"/>
    <w:rsid w:val="009E3FAB"/>
    <w:rsid w:val="009E5B3F"/>
    <w:rsid w:val="009E7D90"/>
    <w:rsid w:val="009F1AB0"/>
    <w:rsid w:val="009F501D"/>
    <w:rsid w:val="00A0357F"/>
    <w:rsid w:val="00A039D5"/>
    <w:rsid w:val="00A03CB3"/>
    <w:rsid w:val="00A046AD"/>
    <w:rsid w:val="00A06C4F"/>
    <w:rsid w:val="00A079C1"/>
    <w:rsid w:val="00A11C1E"/>
    <w:rsid w:val="00A1248E"/>
    <w:rsid w:val="00A12520"/>
    <w:rsid w:val="00A130FD"/>
    <w:rsid w:val="00A1355C"/>
    <w:rsid w:val="00A13D6D"/>
    <w:rsid w:val="00A14769"/>
    <w:rsid w:val="00A16151"/>
    <w:rsid w:val="00A16EC6"/>
    <w:rsid w:val="00A17C06"/>
    <w:rsid w:val="00A17F46"/>
    <w:rsid w:val="00A2126E"/>
    <w:rsid w:val="00A21706"/>
    <w:rsid w:val="00A22C43"/>
    <w:rsid w:val="00A236EE"/>
    <w:rsid w:val="00A24FCC"/>
    <w:rsid w:val="00A26A90"/>
    <w:rsid w:val="00A26B27"/>
    <w:rsid w:val="00A30E4F"/>
    <w:rsid w:val="00A32253"/>
    <w:rsid w:val="00A32D5F"/>
    <w:rsid w:val="00A3310E"/>
    <w:rsid w:val="00A333A0"/>
    <w:rsid w:val="00A37B8B"/>
    <w:rsid w:val="00A37E70"/>
    <w:rsid w:val="00A437E1"/>
    <w:rsid w:val="00A457B9"/>
    <w:rsid w:val="00A4685E"/>
    <w:rsid w:val="00A50CD4"/>
    <w:rsid w:val="00A51191"/>
    <w:rsid w:val="00A52072"/>
    <w:rsid w:val="00A56CB0"/>
    <w:rsid w:val="00A56D62"/>
    <w:rsid w:val="00A56F07"/>
    <w:rsid w:val="00A5762C"/>
    <w:rsid w:val="00A600FC"/>
    <w:rsid w:val="00A60BCA"/>
    <w:rsid w:val="00A61BAE"/>
    <w:rsid w:val="00A638DA"/>
    <w:rsid w:val="00A65B41"/>
    <w:rsid w:val="00A65E00"/>
    <w:rsid w:val="00A66A78"/>
    <w:rsid w:val="00A70A29"/>
    <w:rsid w:val="00A73C1C"/>
    <w:rsid w:val="00A7436E"/>
    <w:rsid w:val="00A74E96"/>
    <w:rsid w:val="00A75A8E"/>
    <w:rsid w:val="00A75CAD"/>
    <w:rsid w:val="00A770A0"/>
    <w:rsid w:val="00A824DD"/>
    <w:rsid w:val="00A83676"/>
    <w:rsid w:val="00A83B7B"/>
    <w:rsid w:val="00A84274"/>
    <w:rsid w:val="00A84550"/>
    <w:rsid w:val="00A850F3"/>
    <w:rsid w:val="00A864E3"/>
    <w:rsid w:val="00A86965"/>
    <w:rsid w:val="00A905E0"/>
    <w:rsid w:val="00A92BAF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404"/>
    <w:rsid w:val="00AB67FC"/>
    <w:rsid w:val="00AC00F2"/>
    <w:rsid w:val="00AC31B5"/>
    <w:rsid w:val="00AC3BB6"/>
    <w:rsid w:val="00AC4EA1"/>
    <w:rsid w:val="00AC5381"/>
    <w:rsid w:val="00AC5920"/>
    <w:rsid w:val="00AD030F"/>
    <w:rsid w:val="00AD0E65"/>
    <w:rsid w:val="00AD2BF2"/>
    <w:rsid w:val="00AD3006"/>
    <w:rsid w:val="00AD4867"/>
    <w:rsid w:val="00AD4E90"/>
    <w:rsid w:val="00AD5422"/>
    <w:rsid w:val="00AD5759"/>
    <w:rsid w:val="00AE0DA2"/>
    <w:rsid w:val="00AE13A3"/>
    <w:rsid w:val="00AE13DF"/>
    <w:rsid w:val="00AE4179"/>
    <w:rsid w:val="00AE4425"/>
    <w:rsid w:val="00AE4FBE"/>
    <w:rsid w:val="00AE650F"/>
    <w:rsid w:val="00AE6555"/>
    <w:rsid w:val="00AE7D16"/>
    <w:rsid w:val="00AF4CAA"/>
    <w:rsid w:val="00AF571A"/>
    <w:rsid w:val="00AF5DDF"/>
    <w:rsid w:val="00AF60A0"/>
    <w:rsid w:val="00AF67FC"/>
    <w:rsid w:val="00AF7DF5"/>
    <w:rsid w:val="00B006E5"/>
    <w:rsid w:val="00B024C2"/>
    <w:rsid w:val="00B046D0"/>
    <w:rsid w:val="00B07700"/>
    <w:rsid w:val="00B13921"/>
    <w:rsid w:val="00B1528C"/>
    <w:rsid w:val="00B16807"/>
    <w:rsid w:val="00B16ACD"/>
    <w:rsid w:val="00B16E1F"/>
    <w:rsid w:val="00B21487"/>
    <w:rsid w:val="00B22971"/>
    <w:rsid w:val="00B232D1"/>
    <w:rsid w:val="00B24D0E"/>
    <w:rsid w:val="00B24DB5"/>
    <w:rsid w:val="00B31F9E"/>
    <w:rsid w:val="00B3268F"/>
    <w:rsid w:val="00B32C2C"/>
    <w:rsid w:val="00B33A1A"/>
    <w:rsid w:val="00B33E6C"/>
    <w:rsid w:val="00B352B9"/>
    <w:rsid w:val="00B371CC"/>
    <w:rsid w:val="00B40638"/>
    <w:rsid w:val="00B41CD9"/>
    <w:rsid w:val="00B427E6"/>
    <w:rsid w:val="00B428A6"/>
    <w:rsid w:val="00B43E1F"/>
    <w:rsid w:val="00B45FBC"/>
    <w:rsid w:val="00B46A8E"/>
    <w:rsid w:val="00B50F76"/>
    <w:rsid w:val="00B511E2"/>
    <w:rsid w:val="00B51A7D"/>
    <w:rsid w:val="00B535C2"/>
    <w:rsid w:val="00B55544"/>
    <w:rsid w:val="00B62B9F"/>
    <w:rsid w:val="00B642FC"/>
    <w:rsid w:val="00B64D26"/>
    <w:rsid w:val="00B64FBB"/>
    <w:rsid w:val="00B67FC8"/>
    <w:rsid w:val="00B704C5"/>
    <w:rsid w:val="00B70E22"/>
    <w:rsid w:val="00B715D4"/>
    <w:rsid w:val="00B76DCA"/>
    <w:rsid w:val="00B774CB"/>
    <w:rsid w:val="00B803E7"/>
    <w:rsid w:val="00B80402"/>
    <w:rsid w:val="00B80B9A"/>
    <w:rsid w:val="00B830B7"/>
    <w:rsid w:val="00B848EA"/>
    <w:rsid w:val="00B84B2B"/>
    <w:rsid w:val="00B90500"/>
    <w:rsid w:val="00B9176C"/>
    <w:rsid w:val="00B935A4"/>
    <w:rsid w:val="00BA404C"/>
    <w:rsid w:val="00BA561A"/>
    <w:rsid w:val="00BB0DC6"/>
    <w:rsid w:val="00BB15E4"/>
    <w:rsid w:val="00BB1E19"/>
    <w:rsid w:val="00BB21D1"/>
    <w:rsid w:val="00BB32F2"/>
    <w:rsid w:val="00BB4338"/>
    <w:rsid w:val="00BB534A"/>
    <w:rsid w:val="00BB607E"/>
    <w:rsid w:val="00BB6C0E"/>
    <w:rsid w:val="00BB7B38"/>
    <w:rsid w:val="00BC067C"/>
    <w:rsid w:val="00BC11E5"/>
    <w:rsid w:val="00BC4BC6"/>
    <w:rsid w:val="00BC52FD"/>
    <w:rsid w:val="00BC5B4E"/>
    <w:rsid w:val="00BC6E62"/>
    <w:rsid w:val="00BC7443"/>
    <w:rsid w:val="00BD0648"/>
    <w:rsid w:val="00BD1040"/>
    <w:rsid w:val="00BD34AA"/>
    <w:rsid w:val="00BE0C44"/>
    <w:rsid w:val="00BE0F7D"/>
    <w:rsid w:val="00BE1B8B"/>
    <w:rsid w:val="00BE2A18"/>
    <w:rsid w:val="00BE2C01"/>
    <w:rsid w:val="00BE41EC"/>
    <w:rsid w:val="00BE56FB"/>
    <w:rsid w:val="00BF178A"/>
    <w:rsid w:val="00BF2498"/>
    <w:rsid w:val="00BF3DDE"/>
    <w:rsid w:val="00BF4C70"/>
    <w:rsid w:val="00BF4CAF"/>
    <w:rsid w:val="00BF6589"/>
    <w:rsid w:val="00BF6F7F"/>
    <w:rsid w:val="00C00647"/>
    <w:rsid w:val="00C02764"/>
    <w:rsid w:val="00C04CEF"/>
    <w:rsid w:val="00C063AD"/>
    <w:rsid w:val="00C0662F"/>
    <w:rsid w:val="00C11943"/>
    <w:rsid w:val="00C11BA3"/>
    <w:rsid w:val="00C12E96"/>
    <w:rsid w:val="00C141DC"/>
    <w:rsid w:val="00C14763"/>
    <w:rsid w:val="00C16141"/>
    <w:rsid w:val="00C16522"/>
    <w:rsid w:val="00C227AB"/>
    <w:rsid w:val="00C2363F"/>
    <w:rsid w:val="00C236C8"/>
    <w:rsid w:val="00C2402C"/>
    <w:rsid w:val="00C260B1"/>
    <w:rsid w:val="00C26E56"/>
    <w:rsid w:val="00C31406"/>
    <w:rsid w:val="00C34707"/>
    <w:rsid w:val="00C351B8"/>
    <w:rsid w:val="00C3665A"/>
    <w:rsid w:val="00C37194"/>
    <w:rsid w:val="00C40637"/>
    <w:rsid w:val="00C40A33"/>
    <w:rsid w:val="00C40CE3"/>
    <w:rsid w:val="00C40F6C"/>
    <w:rsid w:val="00C44426"/>
    <w:rsid w:val="00C445F3"/>
    <w:rsid w:val="00C4489D"/>
    <w:rsid w:val="00C450C0"/>
    <w:rsid w:val="00C451F4"/>
    <w:rsid w:val="00C45286"/>
    <w:rsid w:val="00C45364"/>
    <w:rsid w:val="00C45EB1"/>
    <w:rsid w:val="00C5080B"/>
    <w:rsid w:val="00C51F93"/>
    <w:rsid w:val="00C532DB"/>
    <w:rsid w:val="00C54A3A"/>
    <w:rsid w:val="00C55566"/>
    <w:rsid w:val="00C56448"/>
    <w:rsid w:val="00C667BE"/>
    <w:rsid w:val="00C6766B"/>
    <w:rsid w:val="00C70597"/>
    <w:rsid w:val="00C72223"/>
    <w:rsid w:val="00C76417"/>
    <w:rsid w:val="00C7726F"/>
    <w:rsid w:val="00C823DA"/>
    <w:rsid w:val="00C8259F"/>
    <w:rsid w:val="00C82746"/>
    <w:rsid w:val="00C8312F"/>
    <w:rsid w:val="00C84499"/>
    <w:rsid w:val="00C84C47"/>
    <w:rsid w:val="00C858A4"/>
    <w:rsid w:val="00C86518"/>
    <w:rsid w:val="00C86AFA"/>
    <w:rsid w:val="00C9508B"/>
    <w:rsid w:val="00C96057"/>
    <w:rsid w:val="00CA01F8"/>
    <w:rsid w:val="00CA1675"/>
    <w:rsid w:val="00CA2A05"/>
    <w:rsid w:val="00CA53CB"/>
    <w:rsid w:val="00CB0308"/>
    <w:rsid w:val="00CB18D0"/>
    <w:rsid w:val="00CB1C8A"/>
    <w:rsid w:val="00CB24F5"/>
    <w:rsid w:val="00CB2663"/>
    <w:rsid w:val="00CB3BBE"/>
    <w:rsid w:val="00CB422B"/>
    <w:rsid w:val="00CB59E9"/>
    <w:rsid w:val="00CC0D6A"/>
    <w:rsid w:val="00CC375F"/>
    <w:rsid w:val="00CC3831"/>
    <w:rsid w:val="00CC3E3D"/>
    <w:rsid w:val="00CC519B"/>
    <w:rsid w:val="00CC598B"/>
    <w:rsid w:val="00CD12C1"/>
    <w:rsid w:val="00CD214E"/>
    <w:rsid w:val="00CD30BE"/>
    <w:rsid w:val="00CD46FA"/>
    <w:rsid w:val="00CD5973"/>
    <w:rsid w:val="00CE0B1B"/>
    <w:rsid w:val="00CE31A6"/>
    <w:rsid w:val="00CE4377"/>
    <w:rsid w:val="00CE6131"/>
    <w:rsid w:val="00CF09AA"/>
    <w:rsid w:val="00CF4813"/>
    <w:rsid w:val="00CF5233"/>
    <w:rsid w:val="00CF7B0F"/>
    <w:rsid w:val="00CF7B5C"/>
    <w:rsid w:val="00D00FFE"/>
    <w:rsid w:val="00D016AF"/>
    <w:rsid w:val="00D029B8"/>
    <w:rsid w:val="00D02F60"/>
    <w:rsid w:val="00D0464E"/>
    <w:rsid w:val="00D04A96"/>
    <w:rsid w:val="00D07A7B"/>
    <w:rsid w:val="00D07BFE"/>
    <w:rsid w:val="00D10CD1"/>
    <w:rsid w:val="00D10E06"/>
    <w:rsid w:val="00D15197"/>
    <w:rsid w:val="00D16820"/>
    <w:rsid w:val="00D169C8"/>
    <w:rsid w:val="00D177B5"/>
    <w:rsid w:val="00D1793F"/>
    <w:rsid w:val="00D17C55"/>
    <w:rsid w:val="00D2155F"/>
    <w:rsid w:val="00D22AF5"/>
    <w:rsid w:val="00D235EA"/>
    <w:rsid w:val="00D23F64"/>
    <w:rsid w:val="00D247A9"/>
    <w:rsid w:val="00D30E84"/>
    <w:rsid w:val="00D31A7B"/>
    <w:rsid w:val="00D32721"/>
    <w:rsid w:val="00D328DC"/>
    <w:rsid w:val="00D32D4D"/>
    <w:rsid w:val="00D33387"/>
    <w:rsid w:val="00D36D02"/>
    <w:rsid w:val="00D402FB"/>
    <w:rsid w:val="00D40302"/>
    <w:rsid w:val="00D4500D"/>
    <w:rsid w:val="00D47D7A"/>
    <w:rsid w:val="00D501DD"/>
    <w:rsid w:val="00D50ABD"/>
    <w:rsid w:val="00D55290"/>
    <w:rsid w:val="00D57791"/>
    <w:rsid w:val="00D6046A"/>
    <w:rsid w:val="00D625E0"/>
    <w:rsid w:val="00D62870"/>
    <w:rsid w:val="00D63C5A"/>
    <w:rsid w:val="00D655D9"/>
    <w:rsid w:val="00D65872"/>
    <w:rsid w:val="00D67271"/>
    <w:rsid w:val="00D676F3"/>
    <w:rsid w:val="00D70EF5"/>
    <w:rsid w:val="00D71024"/>
    <w:rsid w:val="00D71A25"/>
    <w:rsid w:val="00D71FCF"/>
    <w:rsid w:val="00D72A54"/>
    <w:rsid w:val="00D72CC1"/>
    <w:rsid w:val="00D76EC9"/>
    <w:rsid w:val="00D80155"/>
    <w:rsid w:val="00D80E7D"/>
    <w:rsid w:val="00D81397"/>
    <w:rsid w:val="00D836DD"/>
    <w:rsid w:val="00D848B9"/>
    <w:rsid w:val="00D87AF9"/>
    <w:rsid w:val="00D90E69"/>
    <w:rsid w:val="00D91368"/>
    <w:rsid w:val="00D93106"/>
    <w:rsid w:val="00D933E9"/>
    <w:rsid w:val="00D9505D"/>
    <w:rsid w:val="00D953D0"/>
    <w:rsid w:val="00D95935"/>
    <w:rsid w:val="00D959F5"/>
    <w:rsid w:val="00D95A2C"/>
    <w:rsid w:val="00D96884"/>
    <w:rsid w:val="00D977E2"/>
    <w:rsid w:val="00DA0643"/>
    <w:rsid w:val="00DA1B4B"/>
    <w:rsid w:val="00DA3436"/>
    <w:rsid w:val="00DA3FDD"/>
    <w:rsid w:val="00DA4E5A"/>
    <w:rsid w:val="00DA5FF2"/>
    <w:rsid w:val="00DA7017"/>
    <w:rsid w:val="00DA7028"/>
    <w:rsid w:val="00DB1AD2"/>
    <w:rsid w:val="00DB2B58"/>
    <w:rsid w:val="00DB5206"/>
    <w:rsid w:val="00DB6276"/>
    <w:rsid w:val="00DB63F5"/>
    <w:rsid w:val="00DB7C2E"/>
    <w:rsid w:val="00DC1C6B"/>
    <w:rsid w:val="00DC2C2E"/>
    <w:rsid w:val="00DC4AF0"/>
    <w:rsid w:val="00DC4D89"/>
    <w:rsid w:val="00DC7886"/>
    <w:rsid w:val="00DD0CF2"/>
    <w:rsid w:val="00DE1554"/>
    <w:rsid w:val="00DE2901"/>
    <w:rsid w:val="00DE590F"/>
    <w:rsid w:val="00DE7026"/>
    <w:rsid w:val="00DE7DC1"/>
    <w:rsid w:val="00DF25A8"/>
    <w:rsid w:val="00DF3F7E"/>
    <w:rsid w:val="00DF5F0F"/>
    <w:rsid w:val="00DF69B0"/>
    <w:rsid w:val="00DF7648"/>
    <w:rsid w:val="00DF78A8"/>
    <w:rsid w:val="00DF7E3B"/>
    <w:rsid w:val="00E00E29"/>
    <w:rsid w:val="00E019B0"/>
    <w:rsid w:val="00E02BAB"/>
    <w:rsid w:val="00E030CE"/>
    <w:rsid w:val="00E0471A"/>
    <w:rsid w:val="00E04CEB"/>
    <w:rsid w:val="00E060BC"/>
    <w:rsid w:val="00E11086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2F0B"/>
    <w:rsid w:val="00E33B9C"/>
    <w:rsid w:val="00E34A35"/>
    <w:rsid w:val="00E36DDF"/>
    <w:rsid w:val="00E37C2F"/>
    <w:rsid w:val="00E41C28"/>
    <w:rsid w:val="00E427A7"/>
    <w:rsid w:val="00E46308"/>
    <w:rsid w:val="00E47AB5"/>
    <w:rsid w:val="00E50E52"/>
    <w:rsid w:val="00E510CB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0D88"/>
    <w:rsid w:val="00E71208"/>
    <w:rsid w:val="00E71444"/>
    <w:rsid w:val="00E71C91"/>
    <w:rsid w:val="00E720A1"/>
    <w:rsid w:val="00E73D26"/>
    <w:rsid w:val="00E74E69"/>
    <w:rsid w:val="00E75DDA"/>
    <w:rsid w:val="00E773E8"/>
    <w:rsid w:val="00E77F2B"/>
    <w:rsid w:val="00E83ADD"/>
    <w:rsid w:val="00E8430B"/>
    <w:rsid w:val="00E84F38"/>
    <w:rsid w:val="00E85623"/>
    <w:rsid w:val="00E87441"/>
    <w:rsid w:val="00E91FAE"/>
    <w:rsid w:val="00E92FC6"/>
    <w:rsid w:val="00E96E3F"/>
    <w:rsid w:val="00EA0CE3"/>
    <w:rsid w:val="00EA270C"/>
    <w:rsid w:val="00EA4974"/>
    <w:rsid w:val="00EA532E"/>
    <w:rsid w:val="00EA53B9"/>
    <w:rsid w:val="00EB06D9"/>
    <w:rsid w:val="00EB192B"/>
    <w:rsid w:val="00EB19ED"/>
    <w:rsid w:val="00EB1CAB"/>
    <w:rsid w:val="00EB2090"/>
    <w:rsid w:val="00EC0F5A"/>
    <w:rsid w:val="00EC3F5C"/>
    <w:rsid w:val="00EC4265"/>
    <w:rsid w:val="00EC4CEB"/>
    <w:rsid w:val="00EC6156"/>
    <w:rsid w:val="00EC659E"/>
    <w:rsid w:val="00EC74F2"/>
    <w:rsid w:val="00EC7AA7"/>
    <w:rsid w:val="00ED2072"/>
    <w:rsid w:val="00ED2AE0"/>
    <w:rsid w:val="00ED2E26"/>
    <w:rsid w:val="00ED3465"/>
    <w:rsid w:val="00ED369D"/>
    <w:rsid w:val="00ED548E"/>
    <w:rsid w:val="00ED5553"/>
    <w:rsid w:val="00ED5E36"/>
    <w:rsid w:val="00ED6961"/>
    <w:rsid w:val="00ED6CF4"/>
    <w:rsid w:val="00ED79B8"/>
    <w:rsid w:val="00EE02D0"/>
    <w:rsid w:val="00EF0B96"/>
    <w:rsid w:val="00EF1EA5"/>
    <w:rsid w:val="00EF3486"/>
    <w:rsid w:val="00EF47AF"/>
    <w:rsid w:val="00EF53B6"/>
    <w:rsid w:val="00EF6CFE"/>
    <w:rsid w:val="00F009E5"/>
    <w:rsid w:val="00F00B73"/>
    <w:rsid w:val="00F03433"/>
    <w:rsid w:val="00F110B7"/>
    <w:rsid w:val="00F115CA"/>
    <w:rsid w:val="00F14817"/>
    <w:rsid w:val="00F14EBA"/>
    <w:rsid w:val="00F1510F"/>
    <w:rsid w:val="00F1533A"/>
    <w:rsid w:val="00F15E5A"/>
    <w:rsid w:val="00F17366"/>
    <w:rsid w:val="00F17F0A"/>
    <w:rsid w:val="00F224E9"/>
    <w:rsid w:val="00F232E7"/>
    <w:rsid w:val="00F2668F"/>
    <w:rsid w:val="00F2742F"/>
    <w:rsid w:val="00F2753B"/>
    <w:rsid w:val="00F309BC"/>
    <w:rsid w:val="00F30EB0"/>
    <w:rsid w:val="00F329E1"/>
    <w:rsid w:val="00F33F8B"/>
    <w:rsid w:val="00F340B2"/>
    <w:rsid w:val="00F3462D"/>
    <w:rsid w:val="00F42B31"/>
    <w:rsid w:val="00F43390"/>
    <w:rsid w:val="00F443B2"/>
    <w:rsid w:val="00F458D8"/>
    <w:rsid w:val="00F50237"/>
    <w:rsid w:val="00F51B0E"/>
    <w:rsid w:val="00F53596"/>
    <w:rsid w:val="00F535AA"/>
    <w:rsid w:val="00F55BA8"/>
    <w:rsid w:val="00F55DB1"/>
    <w:rsid w:val="00F56ACA"/>
    <w:rsid w:val="00F57962"/>
    <w:rsid w:val="00F600FE"/>
    <w:rsid w:val="00F62E4D"/>
    <w:rsid w:val="00F645A1"/>
    <w:rsid w:val="00F64AAE"/>
    <w:rsid w:val="00F65455"/>
    <w:rsid w:val="00F66B34"/>
    <w:rsid w:val="00F675B9"/>
    <w:rsid w:val="00F711C9"/>
    <w:rsid w:val="00F7258D"/>
    <w:rsid w:val="00F74C59"/>
    <w:rsid w:val="00F75C3A"/>
    <w:rsid w:val="00F75F57"/>
    <w:rsid w:val="00F80450"/>
    <w:rsid w:val="00F80950"/>
    <w:rsid w:val="00F82948"/>
    <w:rsid w:val="00F82E30"/>
    <w:rsid w:val="00F831CB"/>
    <w:rsid w:val="00F848A3"/>
    <w:rsid w:val="00F84ACF"/>
    <w:rsid w:val="00F85742"/>
    <w:rsid w:val="00F85AC5"/>
    <w:rsid w:val="00F85BF8"/>
    <w:rsid w:val="00F871CE"/>
    <w:rsid w:val="00F87802"/>
    <w:rsid w:val="00F92C0A"/>
    <w:rsid w:val="00F9415B"/>
    <w:rsid w:val="00F9446D"/>
    <w:rsid w:val="00F9694A"/>
    <w:rsid w:val="00FA13C2"/>
    <w:rsid w:val="00FA1BB2"/>
    <w:rsid w:val="00FA3E23"/>
    <w:rsid w:val="00FA3ECB"/>
    <w:rsid w:val="00FA4DCF"/>
    <w:rsid w:val="00FA7F91"/>
    <w:rsid w:val="00FB121C"/>
    <w:rsid w:val="00FB1CDD"/>
    <w:rsid w:val="00FB27C1"/>
    <w:rsid w:val="00FB2C2F"/>
    <w:rsid w:val="00FB305C"/>
    <w:rsid w:val="00FB30E7"/>
    <w:rsid w:val="00FC2E3D"/>
    <w:rsid w:val="00FC3BDE"/>
    <w:rsid w:val="00FC7409"/>
    <w:rsid w:val="00FD1DBE"/>
    <w:rsid w:val="00FD25A7"/>
    <w:rsid w:val="00FD27B6"/>
    <w:rsid w:val="00FD3689"/>
    <w:rsid w:val="00FD42A3"/>
    <w:rsid w:val="00FD7468"/>
    <w:rsid w:val="00FD7CA2"/>
    <w:rsid w:val="00FD7CE0"/>
    <w:rsid w:val="00FE0B3B"/>
    <w:rsid w:val="00FE1BE2"/>
    <w:rsid w:val="00FE730A"/>
    <w:rsid w:val="00FE7EFE"/>
    <w:rsid w:val="00FF1DD7"/>
    <w:rsid w:val="00FF4453"/>
    <w:rsid w:val="00FF6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51CA5E-A0F2-4716-BE30-8685FD85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0D8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3170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F30E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sub">
    <w:name w:val="sub"/>
    <w:basedOn w:val="Domylnaczcionkaakapitu"/>
    <w:rsid w:val="008D2A05"/>
    <w:rPr>
      <w:sz w:val="17"/>
      <w:szCs w:val="17"/>
      <w:vertAlign w:val="subscript"/>
    </w:rPr>
  </w:style>
  <w:style w:type="paragraph" w:styleId="Akapitzlist">
    <w:name w:val="List Paragraph"/>
    <w:basedOn w:val="Normalny"/>
    <w:uiPriority w:val="99"/>
    <w:rsid w:val="00E030C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99"/>
    <w:rsid w:val="009A6522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9A6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99"/>
    <w:qFormat/>
    <w:rsid w:val="008E7161"/>
    <w:rPr>
      <w:b/>
      <w:bCs/>
    </w:rPr>
  </w:style>
  <w:style w:type="character" w:styleId="Uwydatnienie">
    <w:name w:val="Emphasis"/>
    <w:basedOn w:val="Domylnaczcionkaakapitu"/>
    <w:uiPriority w:val="99"/>
    <w:rsid w:val="008E7161"/>
    <w:rPr>
      <w:i/>
      <w:iCs/>
    </w:rPr>
  </w:style>
  <w:style w:type="paragraph" w:customStyle="1" w:styleId="p">
    <w:name w:val="p"/>
    <w:uiPriority w:val="99"/>
    <w:rsid w:val="00FC740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pmainpub">
    <w:name w:val="p.mainpub"/>
    <w:uiPriority w:val="99"/>
    <w:rsid w:val="00FC7409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oint">
    <w:name w:val="div.point"/>
    <w:uiPriority w:val="99"/>
    <w:rsid w:val="00FC7409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h1maintyt">
    <w:name w:val="h1.maintyt"/>
    <w:uiPriority w:val="99"/>
    <w:rsid w:val="00FC7409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kt">
    <w:name w:val="div.pkt"/>
    <w:uiPriority w:val="99"/>
    <w:rsid w:val="00FC7409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h1chapter">
    <w:name w:val="h1.chapter"/>
    <w:uiPriority w:val="99"/>
    <w:rsid w:val="00FC7409"/>
    <w:pPr>
      <w:widowControl w:val="0"/>
      <w:autoSpaceDE w:val="0"/>
      <w:autoSpaceDN w:val="0"/>
      <w:adjustRightInd w:val="0"/>
      <w:spacing w:before="180" w:line="18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</w:rPr>
  </w:style>
  <w:style w:type="paragraph" w:customStyle="1" w:styleId="divparagraph">
    <w:name w:val="div.paragraph"/>
    <w:uiPriority w:val="99"/>
    <w:rsid w:val="00FC7409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pparorig">
    <w:name w:val="p.parorig"/>
    <w:uiPriority w:val="99"/>
    <w:rsid w:val="00FC7409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Theme="minorEastAsia" w:hAnsi="Helvetica" w:cs="Helvetica"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9"/>
    <w:rsid w:val="00F30EB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nyWeb">
    <w:name w:val="Normal (Web)"/>
    <w:basedOn w:val="Normalny"/>
    <w:uiPriority w:val="99"/>
    <w:unhideWhenUsed/>
    <w:rsid w:val="004A7F7C"/>
    <w:pPr>
      <w:widowControl/>
      <w:suppressAutoHyphens/>
      <w:autoSpaceDE/>
      <w:autoSpaceDN/>
      <w:adjustRightInd/>
      <w:spacing w:before="100" w:beforeAutospacing="1" w:after="100" w:afterAutospacing="1" w:line="276" w:lineRule="auto"/>
    </w:pPr>
    <w:rPr>
      <w:rFonts w:eastAsia="Times New Roman" w:cs="Times New Roman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31705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.szulc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B9AF45-66BF-4F42-ABBB-647809A0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28</TotalTime>
  <Pages>24</Pages>
  <Words>6239</Words>
  <Characters>37437</Characters>
  <Application>Microsoft Office Word</Application>
  <DocSecurity>0</DocSecurity>
  <Lines>311</Lines>
  <Paragraphs>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43589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Godlewski Daniel</dc:creator>
  <cp:lastModifiedBy>Szulc Iwona</cp:lastModifiedBy>
  <cp:revision>4</cp:revision>
  <cp:lastPrinted>2019-06-14T16:07:00Z</cp:lastPrinted>
  <dcterms:created xsi:type="dcterms:W3CDTF">2019-11-26T09:58:00Z</dcterms:created>
  <dcterms:modified xsi:type="dcterms:W3CDTF">2019-12-10T15:32:00Z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